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554" w:rsidRPr="003D4BB0" w:rsidRDefault="00D86554" w:rsidP="00C433B3">
      <w:pPr>
        <w:jc w:val="center"/>
        <w:rPr>
          <w:rFonts w:ascii="Times New Roman" w:hAnsi="Times New Roman"/>
        </w:rPr>
      </w:pPr>
      <w:r w:rsidRPr="00917782">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7pt;height:57pt;visibility:visible">
            <v:imagedata r:id="rId5" o:title="" blacklevel="1966f"/>
          </v:shape>
        </w:pict>
      </w:r>
    </w:p>
    <w:p w:rsidR="00D86554" w:rsidRPr="003D4BB0" w:rsidRDefault="00D86554" w:rsidP="00C433B3">
      <w:pPr>
        <w:jc w:val="center"/>
        <w:rPr>
          <w:rFonts w:ascii="Times New Roman" w:hAnsi="Times New Roman"/>
        </w:rPr>
      </w:pPr>
    </w:p>
    <w:tbl>
      <w:tblPr>
        <w:tblW w:w="0" w:type="auto"/>
        <w:tblLayout w:type="fixed"/>
        <w:tblLook w:val="00A0"/>
      </w:tblPr>
      <w:tblGrid>
        <w:gridCol w:w="4785"/>
        <w:gridCol w:w="4785"/>
      </w:tblGrid>
      <w:tr w:rsidR="00D86554" w:rsidTr="000C572C">
        <w:tc>
          <w:tcPr>
            <w:tcW w:w="4785" w:type="dxa"/>
          </w:tcPr>
          <w:p w:rsidR="00D86554" w:rsidRDefault="00D86554" w:rsidP="000C572C">
            <w:pPr>
              <w:pStyle w:val="Heading1"/>
              <w:spacing w:line="276" w:lineRule="auto"/>
              <w:jc w:val="center"/>
              <w:rPr>
                <w:szCs w:val="24"/>
              </w:rPr>
            </w:pPr>
            <w:r>
              <w:rPr>
                <w:szCs w:val="24"/>
              </w:rPr>
              <w:t>РОССИЯ ФЕДЕРАЦИЯЗЫ</w:t>
            </w:r>
          </w:p>
          <w:p w:rsidR="00D86554" w:rsidRDefault="00D86554" w:rsidP="000C572C">
            <w:pPr>
              <w:jc w:val="center"/>
              <w:rPr>
                <w:rFonts w:ascii="Times New Roman" w:hAnsi="Times New Roman"/>
              </w:rPr>
            </w:pPr>
            <w:r>
              <w:rPr>
                <w:rFonts w:ascii="Times New Roman" w:hAnsi="Times New Roman"/>
              </w:rPr>
              <w:t>ХАКАС РЕСПУБЛИКА</w:t>
            </w:r>
          </w:p>
          <w:p w:rsidR="00D86554" w:rsidRDefault="00D86554" w:rsidP="000C572C">
            <w:pPr>
              <w:jc w:val="center"/>
              <w:rPr>
                <w:rFonts w:ascii="Times New Roman" w:hAnsi="Times New Roman"/>
              </w:rPr>
            </w:pPr>
            <w:r>
              <w:rPr>
                <w:rFonts w:ascii="Times New Roman" w:hAnsi="Times New Roman"/>
              </w:rPr>
              <w:t>А</w:t>
            </w:r>
            <w:r>
              <w:rPr>
                <w:rFonts w:ascii="Times New Roman" w:hAnsi="Times New Roman"/>
                <w:lang w:val="en-US"/>
              </w:rPr>
              <w:t>U</w:t>
            </w:r>
            <w:r>
              <w:rPr>
                <w:rFonts w:ascii="Times New Roman" w:hAnsi="Times New Roman"/>
              </w:rPr>
              <w:t>БАН ПИЛТ</w:t>
            </w:r>
            <w:r>
              <w:rPr>
                <w:rFonts w:ascii="Times New Roman" w:hAnsi="Times New Roman"/>
                <w:lang w:val="en-US"/>
              </w:rPr>
              <w:t>I</w:t>
            </w:r>
            <w:r>
              <w:rPr>
                <w:rFonts w:ascii="Times New Roman" w:hAnsi="Times New Roman"/>
              </w:rPr>
              <w:t>Р</w:t>
            </w:r>
            <w:r>
              <w:rPr>
                <w:rFonts w:ascii="Times New Roman" w:hAnsi="Times New Roman"/>
                <w:lang w:val="en-US"/>
              </w:rPr>
              <w:t>I</w:t>
            </w:r>
            <w:r>
              <w:rPr>
                <w:rFonts w:ascii="Times New Roman" w:hAnsi="Times New Roman"/>
              </w:rPr>
              <w:t xml:space="preserve"> АЙМАХ</w:t>
            </w:r>
          </w:p>
          <w:p w:rsidR="00D86554" w:rsidRDefault="00D86554" w:rsidP="000C572C">
            <w:pPr>
              <w:jc w:val="center"/>
              <w:rPr>
                <w:rFonts w:ascii="Times New Roman" w:hAnsi="Times New Roman"/>
              </w:rPr>
            </w:pPr>
            <w:r>
              <w:rPr>
                <w:rFonts w:ascii="Times New Roman" w:hAnsi="Times New Roman"/>
              </w:rPr>
              <w:t>РАЙКОВСКАЙ ААЛ Ч</w:t>
            </w:r>
            <w:r>
              <w:rPr>
                <w:rFonts w:ascii="Times New Roman" w:hAnsi="Times New Roman"/>
                <w:lang w:val="en-US"/>
              </w:rPr>
              <w:t>J</w:t>
            </w:r>
            <w:r>
              <w:rPr>
                <w:rFonts w:ascii="Times New Roman" w:hAnsi="Times New Roman"/>
              </w:rPr>
              <w:t>Б</w:t>
            </w:r>
            <w:r>
              <w:rPr>
                <w:rFonts w:ascii="Times New Roman" w:hAnsi="Times New Roman"/>
                <w:lang w:val="en-US"/>
              </w:rPr>
              <w:t>I</w:t>
            </w:r>
          </w:p>
          <w:p w:rsidR="00D86554" w:rsidRDefault="00D86554" w:rsidP="000C572C">
            <w:pPr>
              <w:jc w:val="center"/>
              <w:rPr>
                <w:rFonts w:ascii="Times New Roman" w:hAnsi="Times New Roman"/>
              </w:rPr>
            </w:pPr>
            <w:r>
              <w:rPr>
                <w:rFonts w:ascii="Times New Roman" w:hAnsi="Times New Roman"/>
              </w:rPr>
              <w:t>УСТА</w:t>
            </w:r>
            <w:r>
              <w:rPr>
                <w:rFonts w:ascii="Times New Roman" w:hAnsi="Times New Roman"/>
                <w:lang w:val="en-US"/>
              </w:rPr>
              <w:t>U</w:t>
            </w:r>
            <w:r>
              <w:rPr>
                <w:rFonts w:ascii="Times New Roman" w:hAnsi="Times New Roman"/>
              </w:rPr>
              <w:t>-ПАСТАА</w:t>
            </w:r>
          </w:p>
        </w:tc>
        <w:tc>
          <w:tcPr>
            <w:tcW w:w="4785" w:type="dxa"/>
          </w:tcPr>
          <w:p w:rsidR="00D86554" w:rsidRDefault="00D86554" w:rsidP="000C572C">
            <w:pPr>
              <w:pStyle w:val="Heading1"/>
              <w:spacing w:line="276" w:lineRule="auto"/>
              <w:jc w:val="center"/>
              <w:rPr>
                <w:szCs w:val="24"/>
              </w:rPr>
            </w:pPr>
            <w:r>
              <w:rPr>
                <w:szCs w:val="24"/>
              </w:rPr>
              <w:t>РОССИЙСКАЯ ФЕДЕРАЦИЯ</w:t>
            </w:r>
          </w:p>
          <w:p w:rsidR="00D86554" w:rsidRDefault="00D86554" w:rsidP="000C572C">
            <w:pPr>
              <w:jc w:val="center"/>
              <w:rPr>
                <w:rFonts w:ascii="Times New Roman" w:hAnsi="Times New Roman"/>
              </w:rPr>
            </w:pPr>
            <w:r>
              <w:rPr>
                <w:rFonts w:ascii="Times New Roman" w:hAnsi="Times New Roman"/>
              </w:rPr>
              <w:t>РЕСПУБЛИКА ХАКАСИЯ</w:t>
            </w:r>
          </w:p>
          <w:p w:rsidR="00D86554" w:rsidRDefault="00D86554" w:rsidP="000C572C">
            <w:pPr>
              <w:jc w:val="center"/>
              <w:rPr>
                <w:rFonts w:ascii="Times New Roman" w:hAnsi="Times New Roman"/>
              </w:rPr>
            </w:pPr>
            <w:r>
              <w:rPr>
                <w:rFonts w:ascii="Times New Roman" w:hAnsi="Times New Roman"/>
              </w:rPr>
              <w:t>УСТЬ-АБАКАНСКИЙ РАЙОН</w:t>
            </w:r>
          </w:p>
          <w:p w:rsidR="00D86554" w:rsidRDefault="00D86554" w:rsidP="000C572C">
            <w:pPr>
              <w:jc w:val="center"/>
              <w:rPr>
                <w:rFonts w:ascii="Times New Roman" w:hAnsi="Times New Roman"/>
              </w:rPr>
            </w:pPr>
            <w:r>
              <w:rPr>
                <w:rFonts w:ascii="Times New Roman" w:hAnsi="Times New Roman"/>
              </w:rPr>
              <w:t>АДМИНИСТРАЦИЯ</w:t>
            </w:r>
          </w:p>
          <w:p w:rsidR="00D86554" w:rsidRDefault="00D86554" w:rsidP="000C572C">
            <w:pPr>
              <w:jc w:val="center"/>
              <w:rPr>
                <w:rFonts w:ascii="Times New Roman" w:hAnsi="Times New Roman"/>
              </w:rPr>
            </w:pPr>
            <w:r>
              <w:rPr>
                <w:rFonts w:ascii="Times New Roman" w:hAnsi="Times New Roman"/>
              </w:rPr>
              <w:t>РАЙКОВСКИЙ СЕЛЬСОВЕТ</w:t>
            </w:r>
          </w:p>
        </w:tc>
      </w:tr>
    </w:tbl>
    <w:p w:rsidR="00D86554" w:rsidRPr="003D4BB0" w:rsidRDefault="00D86554" w:rsidP="00C433B3">
      <w:pPr>
        <w:jc w:val="center"/>
        <w:rPr>
          <w:rFonts w:ascii="Times New Roman" w:hAnsi="Times New Roman"/>
        </w:rPr>
      </w:pPr>
    </w:p>
    <w:p w:rsidR="00D86554" w:rsidRPr="003D4BB0" w:rsidRDefault="00D86554" w:rsidP="00C433B3">
      <w:pPr>
        <w:jc w:val="center"/>
        <w:rPr>
          <w:rFonts w:ascii="Times New Roman" w:hAnsi="Times New Roman"/>
          <w:b/>
        </w:rPr>
      </w:pPr>
      <w:r w:rsidRPr="003D4BB0">
        <w:rPr>
          <w:rFonts w:ascii="Times New Roman" w:hAnsi="Times New Roman"/>
          <w:b/>
        </w:rPr>
        <w:t>ПОСТАНОВЛЕНИЕ</w:t>
      </w:r>
    </w:p>
    <w:p w:rsidR="00D86554" w:rsidRPr="003D4BB0" w:rsidRDefault="00D86554" w:rsidP="00C433B3">
      <w:pPr>
        <w:jc w:val="center"/>
        <w:rPr>
          <w:rFonts w:ascii="Times New Roman" w:hAnsi="Times New Roman"/>
        </w:rPr>
      </w:pPr>
    </w:p>
    <w:p w:rsidR="00D86554" w:rsidRPr="003D4BB0" w:rsidRDefault="00D86554" w:rsidP="00C433B3">
      <w:pPr>
        <w:rPr>
          <w:rFonts w:ascii="Times New Roman" w:hAnsi="Times New Roman"/>
        </w:rPr>
      </w:pPr>
      <w:r w:rsidRPr="003D4BB0">
        <w:rPr>
          <w:rFonts w:ascii="Times New Roman" w:hAnsi="Times New Roman"/>
        </w:rPr>
        <w:t xml:space="preserve"> </w:t>
      </w:r>
    </w:p>
    <w:p w:rsidR="00D86554" w:rsidRPr="003D4BB0" w:rsidRDefault="00D86554" w:rsidP="00C433B3">
      <w:pPr>
        <w:ind w:left="540" w:right="-81"/>
        <w:rPr>
          <w:rFonts w:ascii="Times New Roman" w:hAnsi="Times New Roman"/>
        </w:rPr>
      </w:pPr>
      <w:r>
        <w:rPr>
          <w:rFonts w:ascii="Times New Roman" w:hAnsi="Times New Roman"/>
        </w:rPr>
        <w:t xml:space="preserve">   от 17.12.2014 </w:t>
      </w:r>
      <w:r w:rsidRPr="003D4BB0">
        <w:rPr>
          <w:rFonts w:ascii="Times New Roman" w:hAnsi="Times New Roman"/>
        </w:rPr>
        <w:t xml:space="preserve">г.   </w:t>
      </w:r>
      <w:r>
        <w:rPr>
          <w:rFonts w:ascii="Times New Roman" w:hAnsi="Times New Roman"/>
        </w:rPr>
        <w:t xml:space="preserve">                     аал Райков</w:t>
      </w:r>
      <w:r w:rsidRPr="003D4BB0">
        <w:rPr>
          <w:rFonts w:ascii="Times New Roman" w:hAnsi="Times New Roman"/>
        </w:rPr>
        <w:t xml:space="preserve">        </w:t>
      </w:r>
      <w:r>
        <w:rPr>
          <w:rFonts w:ascii="Times New Roman" w:hAnsi="Times New Roman"/>
        </w:rPr>
        <w:t xml:space="preserve">                           № 77-П  </w:t>
      </w:r>
    </w:p>
    <w:p w:rsidR="00D86554" w:rsidRPr="003D4BB0" w:rsidRDefault="00D86554" w:rsidP="00C433B3">
      <w:pPr>
        <w:ind w:right="-81"/>
        <w:rPr>
          <w:rFonts w:ascii="Times New Roman" w:hAnsi="Times New Roman"/>
        </w:rPr>
      </w:pPr>
    </w:p>
    <w:p w:rsidR="00D86554" w:rsidRPr="00C433B3" w:rsidRDefault="00D86554" w:rsidP="00C433B3">
      <w:pPr>
        <w:pStyle w:val="NoSpacing"/>
        <w:ind w:firstLine="709"/>
        <w:rPr>
          <w:rFonts w:ascii="Times New Roman" w:hAnsi="Times New Roman"/>
          <w:sz w:val="26"/>
          <w:szCs w:val="26"/>
        </w:rPr>
      </w:pPr>
      <w:r w:rsidRPr="009D1629">
        <w:rPr>
          <w:rFonts w:ascii="Times New Roman" w:hAnsi="Times New Roman"/>
          <w:b/>
          <w:bCs/>
          <w:kern w:val="28"/>
          <w:sz w:val="26"/>
          <w:szCs w:val="26"/>
        </w:rPr>
        <w:t xml:space="preserve">Об утверждении Административного регламента исполнения муниципальной функции по осуществлению муниципального контроля за обеспечением сохранности автомобильных дорог местного значения в </w:t>
      </w:r>
      <w:r w:rsidRPr="00C433B3">
        <w:rPr>
          <w:rFonts w:ascii="Times New Roman" w:hAnsi="Times New Roman"/>
          <w:b/>
          <w:sz w:val="26"/>
          <w:szCs w:val="26"/>
        </w:rPr>
        <w:t>Райковском сельсовете</w:t>
      </w:r>
    </w:p>
    <w:p w:rsidR="00D86554" w:rsidRPr="004C0F7B" w:rsidRDefault="00D86554" w:rsidP="004C0F7B">
      <w:pPr>
        <w:pStyle w:val="NoSpacing"/>
        <w:ind w:firstLine="709"/>
        <w:rPr>
          <w:rFonts w:ascii="Times New Roman" w:hAnsi="Times New Roman"/>
          <w:sz w:val="26"/>
          <w:szCs w:val="26"/>
        </w:rPr>
      </w:pPr>
    </w:p>
    <w:p w:rsidR="00D86554" w:rsidRDefault="00D86554" w:rsidP="009D1629">
      <w:pPr>
        <w:autoSpaceDE w:val="0"/>
        <w:autoSpaceDN w:val="0"/>
        <w:adjustRightInd w:val="0"/>
        <w:ind w:firstLine="709"/>
        <w:rPr>
          <w:rFonts w:ascii="Times New Roman" w:hAnsi="Times New Roman"/>
          <w:sz w:val="26"/>
          <w:szCs w:val="26"/>
        </w:rPr>
      </w:pPr>
      <w:r w:rsidRPr="007A7452">
        <w:rPr>
          <w:rFonts w:ascii="Times New Roman" w:hAnsi="Times New Roman"/>
          <w:sz w:val="26"/>
          <w:szCs w:val="26"/>
        </w:rPr>
        <w:t>В целях организации и осуществления муниципального контроля за обеспечением сохранности автомобильных дорог местного значени</w:t>
      </w:r>
      <w:r>
        <w:rPr>
          <w:rFonts w:ascii="Times New Roman" w:hAnsi="Times New Roman"/>
          <w:sz w:val="26"/>
          <w:szCs w:val="26"/>
        </w:rPr>
        <w:t>я на территории Райковского сельсовета</w:t>
      </w:r>
      <w:r w:rsidRPr="007A7452">
        <w:rPr>
          <w:rFonts w:ascii="Times New Roman" w:hAnsi="Times New Roman"/>
          <w:sz w:val="26"/>
          <w:szCs w:val="26"/>
        </w:rPr>
        <w:t xml:space="preserve">, в соответствии с Федеральным законом от 08.11.2007        </w:t>
      </w:r>
      <w:hyperlink r:id="rId6" w:tgtFrame="Logical" w:history="1">
        <w:r w:rsidRPr="007A7452">
          <w:rPr>
            <w:rStyle w:val="Hyperlink"/>
            <w:rFonts w:ascii="Times New Roman" w:hAnsi="Times New Roman"/>
            <w:color w:val="auto"/>
            <w:sz w:val="26"/>
            <w:szCs w:val="26"/>
          </w:rPr>
          <w:t>№ 257-ФЗ</w:t>
        </w:r>
      </w:hyperlink>
      <w:r w:rsidRPr="007A7452">
        <w:rPr>
          <w:rFonts w:ascii="Times New Roman" w:hAnsi="Times New Roman"/>
          <w:sz w:val="26"/>
          <w:szCs w:val="26"/>
        </w:rPr>
        <w:t xml:space="preserve"> «</w:t>
      </w:r>
      <w:r w:rsidRPr="007A7452">
        <w:rPr>
          <w:rFonts w:ascii="Times New Roman" w:hAnsi="Times New Roman"/>
          <w:bCs/>
          <w:sz w:val="26"/>
          <w:szCs w:val="26"/>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7A7452">
        <w:rPr>
          <w:rFonts w:ascii="Times New Roman" w:hAnsi="Times New Roman"/>
          <w:sz w:val="26"/>
          <w:szCs w:val="26"/>
        </w:rPr>
        <w:t xml:space="preserve"> Федеральным законом от 26.12.2008 </w:t>
      </w:r>
      <w:hyperlink r:id="rId7" w:tgtFrame="Logical" w:history="1">
        <w:r w:rsidRPr="007A7452">
          <w:rPr>
            <w:rStyle w:val="Hyperlink"/>
            <w:rFonts w:ascii="Times New Roman" w:hAnsi="Times New Roman"/>
            <w:color w:val="auto"/>
            <w:sz w:val="26"/>
            <w:szCs w:val="26"/>
          </w:rPr>
          <w:t>№ 294-ФЗ</w:t>
        </w:r>
      </w:hyperlink>
      <w:r w:rsidRPr="007A7452">
        <w:rPr>
          <w:rFonts w:ascii="Times New Roman" w:hAnsi="Times New Roman"/>
          <w:sz w:val="26"/>
          <w:szCs w:val="26"/>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w:t>
      </w:r>
      <w:hyperlink r:id="rId8" w:tgtFrame="Logical" w:history="1">
        <w:r w:rsidRPr="007A7452">
          <w:rPr>
            <w:rStyle w:val="Hyperlink"/>
            <w:rFonts w:ascii="Times New Roman" w:hAnsi="Times New Roman"/>
            <w:color w:val="auto"/>
            <w:sz w:val="26"/>
            <w:szCs w:val="26"/>
          </w:rPr>
          <w:t>№ 131-ФЗ</w:t>
        </w:r>
      </w:hyperlink>
      <w:r w:rsidRPr="007A7452">
        <w:rPr>
          <w:rFonts w:ascii="Times New Roman" w:hAnsi="Times New Roman"/>
          <w:sz w:val="26"/>
          <w:szCs w:val="26"/>
        </w:rPr>
        <w:t xml:space="preserve"> «Об общих принципах организации местного самоуправления в Российской Федерации», руководс</w:t>
      </w:r>
      <w:r>
        <w:rPr>
          <w:rFonts w:ascii="Times New Roman" w:hAnsi="Times New Roman"/>
          <w:sz w:val="26"/>
          <w:szCs w:val="26"/>
        </w:rPr>
        <w:t>твуясь статьёй 9 п.5</w:t>
      </w:r>
      <w:r w:rsidRPr="007A7452">
        <w:rPr>
          <w:rFonts w:ascii="Times New Roman" w:hAnsi="Times New Roman"/>
          <w:sz w:val="26"/>
          <w:szCs w:val="26"/>
        </w:rPr>
        <w:t xml:space="preserve"> </w:t>
      </w:r>
      <w:hyperlink r:id="rId9" w:tgtFrame="Logical" w:history="1">
        <w:r w:rsidRPr="007A7452">
          <w:rPr>
            <w:rStyle w:val="Hyperlink"/>
            <w:rFonts w:ascii="Times New Roman" w:hAnsi="Times New Roman"/>
            <w:color w:val="auto"/>
            <w:sz w:val="26"/>
            <w:szCs w:val="26"/>
          </w:rPr>
          <w:t>Устава</w:t>
        </w:r>
      </w:hyperlink>
      <w:r w:rsidRPr="007A7452">
        <w:rPr>
          <w:rFonts w:ascii="Times New Roman" w:hAnsi="Times New Roman"/>
          <w:sz w:val="26"/>
          <w:szCs w:val="26"/>
        </w:rPr>
        <w:t xml:space="preserve"> муниципаль</w:t>
      </w:r>
      <w:r>
        <w:rPr>
          <w:rFonts w:ascii="Times New Roman" w:hAnsi="Times New Roman"/>
          <w:sz w:val="26"/>
          <w:szCs w:val="26"/>
        </w:rPr>
        <w:t>ного образования Райковский сельсовет</w:t>
      </w:r>
      <w:r w:rsidRPr="007A7452">
        <w:rPr>
          <w:rFonts w:ascii="Times New Roman" w:hAnsi="Times New Roman"/>
          <w:sz w:val="26"/>
          <w:szCs w:val="26"/>
        </w:rPr>
        <w:t>, Администраци</w:t>
      </w:r>
      <w:r>
        <w:rPr>
          <w:rFonts w:ascii="Times New Roman" w:hAnsi="Times New Roman"/>
          <w:sz w:val="26"/>
          <w:szCs w:val="26"/>
        </w:rPr>
        <w:t xml:space="preserve">я  Райковского сельсовета </w:t>
      </w:r>
    </w:p>
    <w:p w:rsidR="00D86554" w:rsidRPr="007A7452" w:rsidRDefault="00D86554" w:rsidP="009D1629">
      <w:pPr>
        <w:autoSpaceDE w:val="0"/>
        <w:autoSpaceDN w:val="0"/>
        <w:adjustRightInd w:val="0"/>
        <w:ind w:firstLine="709"/>
        <w:rPr>
          <w:rFonts w:ascii="Times New Roman" w:hAnsi="Times New Roman"/>
          <w:sz w:val="26"/>
          <w:szCs w:val="26"/>
        </w:rPr>
      </w:pPr>
      <w:r>
        <w:rPr>
          <w:rFonts w:ascii="Times New Roman" w:hAnsi="Times New Roman"/>
          <w:sz w:val="26"/>
          <w:szCs w:val="26"/>
        </w:rPr>
        <w:t>ПОСТАНОВЛЯЕТ</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1.Утвердить Административный регламент исполнения муниципальной функции по осуществлению муниципального контроля за обеспечением сохранности автомобильных дорог местного значения в </w:t>
      </w:r>
      <w:r>
        <w:rPr>
          <w:rFonts w:ascii="Times New Roman" w:hAnsi="Times New Roman"/>
          <w:sz w:val="26"/>
          <w:szCs w:val="26"/>
        </w:rPr>
        <w:t xml:space="preserve"> Райковском сельсовете</w:t>
      </w:r>
      <w:r w:rsidRPr="009D1629">
        <w:rPr>
          <w:rFonts w:ascii="Times New Roman" w:hAnsi="Times New Roman"/>
          <w:sz w:val="26"/>
          <w:szCs w:val="26"/>
        </w:rPr>
        <w:t xml:space="preserve"> согласно приложению.</w:t>
      </w:r>
    </w:p>
    <w:p w:rsidR="00D86554" w:rsidRPr="009D1629" w:rsidRDefault="00D86554" w:rsidP="009D1629">
      <w:pPr>
        <w:autoSpaceDE w:val="0"/>
        <w:autoSpaceDN w:val="0"/>
        <w:adjustRightInd w:val="0"/>
        <w:ind w:firstLine="709"/>
        <w:rPr>
          <w:rFonts w:ascii="Times New Roman" w:hAnsi="Times New Roman"/>
          <w:sz w:val="26"/>
          <w:szCs w:val="26"/>
        </w:rPr>
      </w:pPr>
      <w:r>
        <w:rPr>
          <w:rFonts w:ascii="Times New Roman" w:hAnsi="Times New Roman"/>
          <w:sz w:val="26"/>
          <w:szCs w:val="26"/>
        </w:rPr>
        <w:t>2</w:t>
      </w:r>
      <w:r w:rsidRPr="009D1629">
        <w:rPr>
          <w:rFonts w:ascii="Times New Roman" w:hAnsi="Times New Roman"/>
          <w:sz w:val="26"/>
          <w:szCs w:val="26"/>
        </w:rPr>
        <w:t xml:space="preserve">. Настоящее постановление вступает в силу </w:t>
      </w:r>
      <w:r>
        <w:rPr>
          <w:rFonts w:ascii="Times New Roman" w:hAnsi="Times New Roman"/>
          <w:sz w:val="26"/>
          <w:szCs w:val="26"/>
        </w:rPr>
        <w:t>после его официального опубликования</w:t>
      </w:r>
      <w:r w:rsidRPr="009D1629">
        <w:rPr>
          <w:rFonts w:ascii="Times New Roman" w:hAnsi="Times New Roman"/>
          <w:sz w:val="26"/>
          <w:szCs w:val="26"/>
        </w:rPr>
        <w:t xml:space="preserve"> (обнародовани</w:t>
      </w:r>
      <w:r>
        <w:rPr>
          <w:rFonts w:ascii="Times New Roman" w:hAnsi="Times New Roman"/>
          <w:sz w:val="26"/>
          <w:szCs w:val="26"/>
        </w:rPr>
        <w:t>я</w:t>
      </w:r>
      <w:r w:rsidRPr="009D1629">
        <w:rPr>
          <w:rFonts w:ascii="Times New Roman" w:hAnsi="Times New Roman"/>
          <w:sz w:val="26"/>
          <w:szCs w:val="26"/>
        </w:rPr>
        <w:t>).</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p>
    <w:p w:rsidR="00D86554" w:rsidRDefault="00D86554" w:rsidP="009D1629">
      <w:pPr>
        <w:tabs>
          <w:tab w:val="left" w:pos="6000"/>
        </w:tabs>
        <w:ind w:firstLine="709"/>
        <w:rPr>
          <w:rFonts w:ascii="Times New Roman" w:hAnsi="Times New Roman"/>
          <w:sz w:val="26"/>
          <w:szCs w:val="26"/>
        </w:rPr>
      </w:pPr>
      <w:r w:rsidRPr="009D1629">
        <w:rPr>
          <w:rFonts w:ascii="Times New Roman" w:hAnsi="Times New Roman"/>
          <w:sz w:val="26"/>
          <w:szCs w:val="26"/>
        </w:rPr>
        <w:t xml:space="preserve">Глава </w:t>
      </w:r>
    </w:p>
    <w:p w:rsidR="00D86554" w:rsidRPr="009D1629" w:rsidRDefault="00D86554" w:rsidP="009D1629">
      <w:pPr>
        <w:tabs>
          <w:tab w:val="left" w:pos="6000"/>
        </w:tabs>
        <w:ind w:firstLine="709"/>
        <w:rPr>
          <w:rFonts w:ascii="Times New Roman" w:hAnsi="Times New Roman"/>
          <w:sz w:val="26"/>
          <w:szCs w:val="26"/>
        </w:rPr>
      </w:pPr>
      <w:r>
        <w:rPr>
          <w:rFonts w:ascii="Times New Roman" w:hAnsi="Times New Roman"/>
          <w:sz w:val="26"/>
          <w:szCs w:val="26"/>
        </w:rPr>
        <w:t>Райковского сельсовета                                                   А.Н.Сараев</w:t>
      </w:r>
    </w:p>
    <w:p w:rsidR="00D86554" w:rsidRPr="009D1629" w:rsidRDefault="00D86554" w:rsidP="009D1629">
      <w:pPr>
        <w:ind w:firstLine="709"/>
        <w:rPr>
          <w:rFonts w:ascii="Times New Roman" w:hAnsi="Times New Roman"/>
          <w:sz w:val="26"/>
          <w:szCs w:val="26"/>
        </w:rPr>
      </w:pPr>
    </w:p>
    <w:p w:rsidR="00D86554" w:rsidRDefault="00D86554" w:rsidP="009D1629">
      <w:pPr>
        <w:ind w:firstLine="709"/>
        <w:rPr>
          <w:rFonts w:ascii="Times New Roman" w:hAnsi="Times New Roman"/>
          <w:sz w:val="26"/>
          <w:szCs w:val="26"/>
        </w:rPr>
      </w:pPr>
    </w:p>
    <w:p w:rsidR="00D86554"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p>
    <w:p w:rsidR="00D86554" w:rsidRPr="00CB2028" w:rsidRDefault="00D86554" w:rsidP="00CB2028">
      <w:pPr>
        <w:ind w:firstLine="709"/>
        <w:jc w:val="right"/>
        <w:rPr>
          <w:rFonts w:ascii="Times New Roman" w:hAnsi="Times New Roman"/>
          <w:sz w:val="26"/>
          <w:szCs w:val="26"/>
        </w:rPr>
      </w:pPr>
      <w:r w:rsidRPr="00CB2028">
        <w:rPr>
          <w:rFonts w:ascii="Times New Roman" w:hAnsi="Times New Roman"/>
          <w:sz w:val="26"/>
          <w:szCs w:val="26"/>
        </w:rPr>
        <w:t>Приложение</w:t>
      </w:r>
    </w:p>
    <w:p w:rsidR="00D86554" w:rsidRPr="00CB2028" w:rsidRDefault="00D86554" w:rsidP="00CB2028">
      <w:pPr>
        <w:ind w:firstLine="709"/>
        <w:jc w:val="right"/>
        <w:rPr>
          <w:rFonts w:ascii="Times New Roman" w:hAnsi="Times New Roman"/>
          <w:sz w:val="26"/>
          <w:szCs w:val="26"/>
        </w:rPr>
      </w:pPr>
      <w:r w:rsidRPr="00CB2028">
        <w:rPr>
          <w:rFonts w:ascii="Times New Roman" w:hAnsi="Times New Roman"/>
          <w:sz w:val="26"/>
          <w:szCs w:val="26"/>
        </w:rPr>
        <w:t>к постановлению Администрации</w:t>
      </w:r>
    </w:p>
    <w:p w:rsidR="00D86554" w:rsidRPr="00CB2028" w:rsidRDefault="00D86554" w:rsidP="00CB2028">
      <w:pPr>
        <w:ind w:firstLine="709"/>
        <w:jc w:val="right"/>
        <w:rPr>
          <w:rFonts w:ascii="Times New Roman" w:hAnsi="Times New Roman"/>
          <w:sz w:val="26"/>
          <w:szCs w:val="26"/>
        </w:rPr>
      </w:pPr>
      <w:r w:rsidRPr="00CB2028">
        <w:rPr>
          <w:rFonts w:ascii="Times New Roman" w:hAnsi="Times New Roman"/>
          <w:sz w:val="26"/>
          <w:szCs w:val="26"/>
        </w:rPr>
        <w:t>Райковског</w:t>
      </w:r>
      <w:r>
        <w:rPr>
          <w:rFonts w:ascii="Times New Roman" w:hAnsi="Times New Roman"/>
          <w:sz w:val="26"/>
          <w:szCs w:val="26"/>
        </w:rPr>
        <w:t>о</w:t>
      </w:r>
      <w:r w:rsidRPr="00CB2028">
        <w:rPr>
          <w:rFonts w:ascii="Times New Roman" w:hAnsi="Times New Roman"/>
          <w:sz w:val="26"/>
          <w:szCs w:val="26"/>
        </w:rPr>
        <w:t xml:space="preserve"> сельсовета</w:t>
      </w:r>
    </w:p>
    <w:p w:rsidR="00D86554" w:rsidRPr="00CB2028" w:rsidRDefault="00D86554" w:rsidP="00CB2028">
      <w:pPr>
        <w:ind w:left="540" w:right="-81"/>
        <w:jc w:val="right"/>
        <w:rPr>
          <w:rFonts w:ascii="Times New Roman" w:hAnsi="Times New Roman"/>
        </w:rPr>
      </w:pPr>
      <w:r w:rsidRPr="00CB2028">
        <w:rPr>
          <w:rFonts w:ascii="Times New Roman" w:hAnsi="Times New Roman"/>
          <w:sz w:val="26"/>
          <w:szCs w:val="26"/>
        </w:rPr>
        <w:t xml:space="preserve">от 17.12.2014 года № </w:t>
      </w:r>
      <w:r w:rsidRPr="00CB2028">
        <w:rPr>
          <w:rFonts w:ascii="Times New Roman" w:hAnsi="Times New Roman"/>
        </w:rPr>
        <w:t xml:space="preserve">№ 77-П  </w:t>
      </w:r>
    </w:p>
    <w:p w:rsidR="00D86554" w:rsidRPr="009D1629" w:rsidRDefault="00D86554" w:rsidP="009D1629">
      <w:pPr>
        <w:ind w:firstLine="709"/>
        <w:jc w:val="right"/>
        <w:rPr>
          <w:rFonts w:ascii="Times New Roman" w:hAnsi="Times New Roman"/>
          <w:b/>
          <w:sz w:val="26"/>
          <w:szCs w:val="26"/>
        </w:rPr>
      </w:pPr>
      <w:r>
        <w:rPr>
          <w:rFonts w:ascii="Times New Roman" w:hAnsi="Times New Roman"/>
          <w:b/>
          <w:sz w:val="26"/>
          <w:szCs w:val="26"/>
        </w:rPr>
        <w:t> </w:t>
      </w:r>
    </w:p>
    <w:p w:rsidR="00D86554" w:rsidRPr="009D1629" w:rsidRDefault="00D86554" w:rsidP="009D1629">
      <w:pPr>
        <w:ind w:firstLine="709"/>
        <w:rPr>
          <w:rFonts w:ascii="Times New Roman" w:hAnsi="Times New Roman"/>
          <w:b/>
          <w:sz w:val="26"/>
          <w:szCs w:val="26"/>
        </w:rPr>
      </w:pPr>
    </w:p>
    <w:p w:rsidR="00D86554" w:rsidRPr="009D1629" w:rsidRDefault="00D86554" w:rsidP="009D1629">
      <w:pPr>
        <w:ind w:firstLine="709"/>
        <w:jc w:val="center"/>
        <w:rPr>
          <w:rFonts w:ascii="Times New Roman" w:hAnsi="Times New Roman"/>
          <w:b/>
          <w:sz w:val="26"/>
          <w:szCs w:val="26"/>
        </w:rPr>
      </w:pPr>
      <w:r w:rsidRPr="009D1629">
        <w:rPr>
          <w:rFonts w:ascii="Times New Roman" w:hAnsi="Times New Roman"/>
          <w:b/>
          <w:sz w:val="26"/>
          <w:szCs w:val="26"/>
        </w:rPr>
        <w:t>АДМИНИСТРАТИВНЫЙ РЕГЛАМЕНТ</w:t>
      </w:r>
    </w:p>
    <w:p w:rsidR="00D86554" w:rsidRPr="009D1629" w:rsidRDefault="00D86554" w:rsidP="009D1629">
      <w:pPr>
        <w:autoSpaceDE w:val="0"/>
        <w:autoSpaceDN w:val="0"/>
        <w:adjustRightInd w:val="0"/>
        <w:ind w:firstLine="709"/>
        <w:jc w:val="center"/>
        <w:rPr>
          <w:rFonts w:ascii="Times New Roman" w:hAnsi="Times New Roman"/>
          <w:sz w:val="26"/>
          <w:szCs w:val="26"/>
        </w:rPr>
      </w:pPr>
      <w:r w:rsidRPr="009D1629">
        <w:rPr>
          <w:rFonts w:ascii="Times New Roman" w:hAnsi="Times New Roman"/>
          <w:b/>
          <w:sz w:val="26"/>
          <w:szCs w:val="26"/>
        </w:rPr>
        <w:t xml:space="preserve">ИСПОЛНЕНИЯ МУНИЦИПАЛЬНОЙ ФУНКЦИИ ПО ОСУЩЕСТВЛЕНИЮ МУНИЦИПАЛЬНОГО КОНТРОЛЯ ЗА ОБЕСПЕЧЕНИЕМ СОХРАННОСТИ АВТОМОБИЛЬНЫХ ДОРОГ МЕСТНОГО ЗНАЧЕНИЯ В </w:t>
      </w:r>
      <w:r>
        <w:rPr>
          <w:rFonts w:ascii="Times New Roman" w:hAnsi="Times New Roman"/>
          <w:b/>
          <w:sz w:val="26"/>
          <w:szCs w:val="26"/>
        </w:rPr>
        <w:t>РАЙКОВСКОМ СЕЛЬСОВЕТЕ</w:t>
      </w:r>
    </w:p>
    <w:p w:rsidR="00D86554" w:rsidRPr="009D1629" w:rsidRDefault="00D86554" w:rsidP="009D1629">
      <w:pPr>
        <w:ind w:firstLine="709"/>
        <w:jc w:val="center"/>
        <w:rPr>
          <w:rFonts w:ascii="Times New Roman" w:hAnsi="Times New Roman"/>
          <w:sz w:val="26"/>
          <w:szCs w:val="26"/>
        </w:rPr>
      </w:pPr>
    </w:p>
    <w:p w:rsidR="00D86554" w:rsidRPr="009D1629" w:rsidRDefault="00D86554" w:rsidP="009D1629">
      <w:pPr>
        <w:pStyle w:val="ConsPlusTitle"/>
        <w:ind w:firstLine="709"/>
        <w:jc w:val="center"/>
        <w:rPr>
          <w:sz w:val="26"/>
          <w:szCs w:val="26"/>
        </w:rPr>
      </w:pPr>
      <w:r>
        <w:rPr>
          <w:iCs/>
          <w:sz w:val="26"/>
          <w:szCs w:val="26"/>
        </w:rPr>
        <w:t>1</w:t>
      </w:r>
      <w:r w:rsidRPr="009D1629">
        <w:rPr>
          <w:iCs/>
          <w:sz w:val="26"/>
          <w:szCs w:val="26"/>
        </w:rPr>
        <w:t>. ОБЩИЕ ПОЛОЖЕНИЯ</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1.1.</w:t>
      </w:r>
      <w:r>
        <w:rPr>
          <w:rFonts w:ascii="Times New Roman" w:hAnsi="Times New Roman"/>
          <w:sz w:val="26"/>
          <w:szCs w:val="26"/>
        </w:rPr>
        <w:t> </w:t>
      </w:r>
      <w:r w:rsidRPr="009D1629">
        <w:rPr>
          <w:rFonts w:ascii="Times New Roman" w:hAnsi="Times New Roman"/>
          <w:sz w:val="26"/>
          <w:szCs w:val="26"/>
        </w:rPr>
        <w:t xml:space="preserve">Административный регламент исполнения муниципальной функции по осуществлению муниципального контроля за обеспечением сохранности автомобильных дорог местного значения в </w:t>
      </w:r>
      <w:r>
        <w:rPr>
          <w:rFonts w:ascii="Times New Roman" w:hAnsi="Times New Roman"/>
          <w:sz w:val="26"/>
          <w:szCs w:val="26"/>
        </w:rPr>
        <w:t>Райковском сельсовете</w:t>
      </w:r>
      <w:r w:rsidRPr="009D1629">
        <w:rPr>
          <w:rFonts w:ascii="Times New Roman" w:hAnsi="Times New Roman"/>
          <w:sz w:val="26"/>
          <w:szCs w:val="26"/>
        </w:rPr>
        <w:t xml:space="preserve"> (далее - Административный регламент) определяет сроки и последовательность действий (административных процедур) при осуществлении полномочий по контролю за соблюдением </w:t>
      </w:r>
      <w:r>
        <w:rPr>
          <w:rFonts w:ascii="Times New Roman" w:hAnsi="Times New Roman"/>
          <w:sz w:val="26"/>
          <w:szCs w:val="26"/>
        </w:rPr>
        <w:t>действующего законодательства в</w:t>
      </w:r>
      <w:r w:rsidRPr="009D1629">
        <w:rPr>
          <w:rFonts w:ascii="Times New Roman" w:hAnsi="Times New Roman"/>
          <w:sz w:val="26"/>
          <w:szCs w:val="26"/>
        </w:rPr>
        <w:t xml:space="preserve"> области использования автомобильных дорог и осуществления дорожной деятельности (далее – муниципальный контроль за обеспечением сохранности автомобильных дорог местного значения).</w:t>
      </w:r>
    </w:p>
    <w:p w:rsidR="00D86554" w:rsidRPr="009D1629" w:rsidRDefault="00D86554" w:rsidP="009D1629">
      <w:pPr>
        <w:ind w:firstLine="709"/>
        <w:rPr>
          <w:rFonts w:ascii="Times New Roman" w:hAnsi="Times New Roman"/>
          <w:sz w:val="26"/>
          <w:szCs w:val="26"/>
        </w:rPr>
      </w:pPr>
      <w:r>
        <w:rPr>
          <w:rFonts w:ascii="Times New Roman" w:hAnsi="Times New Roman"/>
          <w:sz w:val="26"/>
          <w:szCs w:val="26"/>
        </w:rPr>
        <w:t xml:space="preserve">1.2. </w:t>
      </w:r>
      <w:r w:rsidRPr="009D1629">
        <w:rPr>
          <w:rFonts w:ascii="Times New Roman" w:hAnsi="Times New Roman"/>
          <w:sz w:val="26"/>
          <w:szCs w:val="26"/>
        </w:rPr>
        <w:t xml:space="preserve">Наименование муниципальной функции: «Осуществление муниципального контроля за обеспечением сохранности автомобильных дорог местного значения в </w:t>
      </w:r>
      <w:r>
        <w:rPr>
          <w:rFonts w:ascii="Times New Roman" w:hAnsi="Times New Roman"/>
          <w:sz w:val="26"/>
          <w:szCs w:val="26"/>
        </w:rPr>
        <w:t>Райковском сельсовете</w:t>
      </w:r>
      <w:r w:rsidRPr="009D1629">
        <w:rPr>
          <w:rFonts w:ascii="Times New Roman" w:hAnsi="Times New Roman"/>
          <w:sz w:val="26"/>
          <w:szCs w:val="26"/>
        </w:rPr>
        <w:t>» (далее – муниципальная функция).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w:t>
      </w:r>
      <w:r>
        <w:rPr>
          <w:rFonts w:ascii="Times New Roman" w:hAnsi="Times New Roman"/>
          <w:sz w:val="26"/>
          <w:szCs w:val="26"/>
        </w:rPr>
        <w:t>3</w:t>
      </w:r>
      <w:r w:rsidRPr="009D1629">
        <w:rPr>
          <w:rFonts w:ascii="Times New Roman" w:hAnsi="Times New Roman"/>
          <w:sz w:val="26"/>
          <w:szCs w:val="26"/>
        </w:rPr>
        <w:t>. Органом муниципального контроля, осуществляющим муниципальную функцию</w:t>
      </w:r>
      <w:r>
        <w:rPr>
          <w:rFonts w:ascii="Times New Roman" w:hAnsi="Times New Roman"/>
          <w:sz w:val="26"/>
          <w:szCs w:val="26"/>
        </w:rPr>
        <w:t>,</w:t>
      </w:r>
      <w:r w:rsidRPr="009D1629">
        <w:rPr>
          <w:rFonts w:ascii="Times New Roman" w:hAnsi="Times New Roman"/>
          <w:sz w:val="26"/>
          <w:szCs w:val="26"/>
        </w:rPr>
        <w:t xml:space="preserve"> является </w:t>
      </w:r>
      <w:r>
        <w:rPr>
          <w:rFonts w:ascii="Times New Roman" w:hAnsi="Times New Roman"/>
          <w:sz w:val="26"/>
          <w:szCs w:val="26"/>
        </w:rPr>
        <w:t>А</w:t>
      </w:r>
      <w:r w:rsidRPr="009D1629">
        <w:rPr>
          <w:rFonts w:ascii="Times New Roman" w:hAnsi="Times New Roman"/>
          <w:sz w:val="26"/>
          <w:szCs w:val="26"/>
        </w:rPr>
        <w:t xml:space="preserve">дминистрация </w:t>
      </w:r>
      <w:r>
        <w:rPr>
          <w:rFonts w:ascii="Times New Roman" w:hAnsi="Times New Roman"/>
          <w:sz w:val="26"/>
          <w:szCs w:val="26"/>
        </w:rPr>
        <w:t xml:space="preserve"> Райковского сельсовета </w:t>
      </w:r>
      <w:r w:rsidRPr="009D1629">
        <w:rPr>
          <w:rFonts w:ascii="Times New Roman" w:hAnsi="Times New Roman"/>
          <w:sz w:val="26"/>
          <w:szCs w:val="26"/>
        </w:rPr>
        <w:t xml:space="preserve">Республики Хакасия (далее – </w:t>
      </w:r>
      <w:r>
        <w:rPr>
          <w:rFonts w:ascii="Times New Roman" w:hAnsi="Times New Roman"/>
          <w:sz w:val="26"/>
          <w:szCs w:val="26"/>
        </w:rPr>
        <w:t>А</w:t>
      </w:r>
      <w:r w:rsidRPr="009D1629">
        <w:rPr>
          <w:rFonts w:ascii="Times New Roman" w:hAnsi="Times New Roman"/>
          <w:sz w:val="26"/>
          <w:szCs w:val="26"/>
        </w:rPr>
        <w:t xml:space="preserve">дминистрация </w:t>
      </w:r>
      <w:r>
        <w:rPr>
          <w:rFonts w:ascii="Times New Roman" w:hAnsi="Times New Roman"/>
          <w:sz w:val="26"/>
          <w:szCs w:val="26"/>
        </w:rPr>
        <w:t>поселения</w:t>
      </w:r>
      <w:r w:rsidRPr="009D1629">
        <w:rPr>
          <w:rFonts w:ascii="Times New Roman" w:hAnsi="Times New Roman"/>
          <w:sz w:val="26"/>
          <w:szCs w:val="26"/>
        </w:rPr>
        <w:t xml:space="preserve"> или орган муниципального контроля).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w:t>
      </w:r>
      <w:r>
        <w:rPr>
          <w:rFonts w:ascii="Times New Roman" w:hAnsi="Times New Roman"/>
          <w:sz w:val="26"/>
          <w:szCs w:val="26"/>
        </w:rPr>
        <w:t>4</w:t>
      </w:r>
      <w:r w:rsidRPr="009D1629">
        <w:rPr>
          <w:rFonts w:ascii="Times New Roman" w:hAnsi="Times New Roman"/>
          <w:sz w:val="26"/>
          <w:szCs w:val="26"/>
        </w:rPr>
        <w:t>. Перечень нормативных правовых актов, непосредственно регулирующих исполнение муниципальной функции:</w:t>
      </w:r>
    </w:p>
    <w:p w:rsidR="00D86554" w:rsidRPr="009D1629" w:rsidRDefault="00D86554" w:rsidP="009D1629">
      <w:pPr>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Кодекс Российской Федерации об административных правонарушениях от 30.12.2001 №</w:t>
      </w:r>
      <w:r>
        <w:rPr>
          <w:rFonts w:ascii="Times New Roman" w:hAnsi="Times New Roman"/>
          <w:sz w:val="26"/>
          <w:szCs w:val="26"/>
        </w:rPr>
        <w:t> </w:t>
      </w:r>
      <w:r w:rsidRPr="009D1629">
        <w:rPr>
          <w:rFonts w:ascii="Times New Roman" w:hAnsi="Times New Roman"/>
          <w:sz w:val="26"/>
          <w:szCs w:val="26"/>
        </w:rPr>
        <w:t>195-ФЗ («Собрание законодательства РФ», 07.01.2002, №1 (ч.1), ст.1);</w:t>
      </w:r>
    </w:p>
    <w:p w:rsidR="00D86554" w:rsidRDefault="00D86554" w:rsidP="009D1629">
      <w:pPr>
        <w:ind w:firstLine="709"/>
        <w:rPr>
          <w:rFonts w:ascii="Times New Roman" w:hAnsi="Times New Roman"/>
          <w:sz w:val="26"/>
          <w:szCs w:val="26"/>
        </w:rPr>
      </w:pPr>
      <w:r w:rsidRPr="009D1629">
        <w:rPr>
          <w:rFonts w:ascii="Times New Roman" w:hAnsi="Times New Roman"/>
          <w:sz w:val="26"/>
          <w:szCs w:val="26"/>
        </w:rPr>
        <w:t>- Фе</w:t>
      </w:r>
      <w:r>
        <w:rPr>
          <w:rFonts w:ascii="Times New Roman" w:hAnsi="Times New Roman"/>
          <w:sz w:val="26"/>
          <w:szCs w:val="26"/>
        </w:rPr>
        <w:t>деральный закон от 06.10.2003 № </w:t>
      </w:r>
      <w:r w:rsidRPr="009D1629">
        <w:rPr>
          <w:rFonts w:ascii="Times New Roman" w:hAnsi="Times New Roman"/>
          <w:sz w:val="26"/>
          <w:szCs w:val="26"/>
        </w:rPr>
        <w:t>131-ФЗ «Об общих принципах организации местного самоуправления в Российской Федерации» («Собрание законодательства РФ», 06.10.2003, № 40, ст. 3822);</w:t>
      </w:r>
    </w:p>
    <w:p w:rsidR="00D86554" w:rsidRPr="00F317C6" w:rsidRDefault="00D86554" w:rsidP="00F317C6">
      <w:pPr>
        <w:pStyle w:val="ConsPlusNormal"/>
        <w:ind w:firstLine="709"/>
        <w:jc w:val="both"/>
        <w:rPr>
          <w:rFonts w:ascii="Times New Roman" w:hAnsi="Times New Roman" w:cs="Times New Roman"/>
          <w:sz w:val="26"/>
          <w:szCs w:val="26"/>
        </w:rPr>
      </w:pPr>
      <w:r w:rsidRPr="00F317C6">
        <w:rPr>
          <w:rFonts w:ascii="Times New Roman" w:hAnsi="Times New Roman" w:cs="Times New Roman"/>
          <w:sz w:val="26"/>
          <w:szCs w:val="26"/>
        </w:rPr>
        <w:t>- Фе</w:t>
      </w:r>
      <w:r>
        <w:rPr>
          <w:rFonts w:ascii="Times New Roman" w:hAnsi="Times New Roman" w:cs="Times New Roman"/>
          <w:sz w:val="26"/>
          <w:szCs w:val="26"/>
        </w:rPr>
        <w:t>деральный закон от 08.11.2007 № </w:t>
      </w:r>
      <w:r w:rsidRPr="00F317C6">
        <w:rPr>
          <w:rFonts w:ascii="Times New Roman" w:hAnsi="Times New Roman" w:cs="Times New Roman"/>
          <w:sz w:val="26"/>
          <w:szCs w:val="26"/>
        </w:rPr>
        <w:t xml:space="preserve">257-ФЗ </w:t>
      </w:r>
      <w:r>
        <w:rPr>
          <w:rFonts w:ascii="Times New Roman" w:hAnsi="Times New Roman" w:cs="Times New Roman"/>
          <w:sz w:val="26"/>
          <w:szCs w:val="26"/>
        </w:rPr>
        <w:t>«</w:t>
      </w:r>
      <w:r w:rsidRPr="00F317C6">
        <w:rPr>
          <w:rFonts w:ascii="Times New Roman" w:hAnsi="Times New Roman" w:cs="Times New Roman"/>
          <w:sz w:val="26"/>
          <w:szCs w:val="26"/>
        </w:rPr>
        <w:t>Об автомобильных дорогах и о дорожной деятельности в Российской Федерации и о внесении изменений в отдельные законодате</w:t>
      </w:r>
      <w:r>
        <w:rPr>
          <w:rFonts w:ascii="Times New Roman" w:hAnsi="Times New Roman" w:cs="Times New Roman"/>
          <w:sz w:val="26"/>
          <w:szCs w:val="26"/>
        </w:rPr>
        <w:t>льные акты Российской Федерации» (</w:t>
      </w:r>
      <w:r w:rsidRPr="00F317C6">
        <w:rPr>
          <w:rFonts w:ascii="Times New Roman" w:hAnsi="Times New Roman" w:cs="Times New Roman"/>
          <w:sz w:val="26"/>
          <w:szCs w:val="26"/>
        </w:rPr>
        <w:t>«Собрание законодательства РФ»</w:t>
      </w:r>
      <w:r>
        <w:rPr>
          <w:rFonts w:ascii="Times New Roman" w:hAnsi="Times New Roman" w:cs="Times New Roman"/>
          <w:sz w:val="26"/>
          <w:szCs w:val="26"/>
        </w:rPr>
        <w:t>, 12.11.2007, № </w:t>
      </w:r>
      <w:r w:rsidRPr="00F317C6">
        <w:rPr>
          <w:rFonts w:ascii="Times New Roman" w:hAnsi="Times New Roman" w:cs="Times New Roman"/>
          <w:sz w:val="26"/>
          <w:szCs w:val="26"/>
        </w:rPr>
        <w:t>46, ст. 5553)</w:t>
      </w:r>
      <w:r>
        <w:rPr>
          <w:rFonts w:ascii="Times New Roman" w:hAnsi="Times New Roman" w:cs="Times New Roman"/>
          <w:sz w:val="26"/>
          <w:szCs w:val="26"/>
        </w:rPr>
        <w:t>;</w:t>
      </w:r>
    </w:p>
    <w:p w:rsidR="00D86554" w:rsidRPr="009D1629" w:rsidRDefault="00D86554" w:rsidP="009D1629">
      <w:pPr>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Федеральный закон от 26.12.2008 №</w:t>
      </w:r>
      <w:r>
        <w:rPr>
          <w:rFonts w:ascii="Times New Roman" w:hAnsi="Times New Roman"/>
          <w:sz w:val="26"/>
          <w:szCs w:val="26"/>
        </w:rPr>
        <w:t> </w:t>
      </w:r>
      <w:r w:rsidRPr="009D1629">
        <w:rPr>
          <w:rFonts w:ascii="Times New Roman" w:hAnsi="Times New Roman"/>
          <w:sz w:val="26"/>
          <w:szCs w:val="26"/>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РФ», 29.12.2008, №</w:t>
      </w:r>
      <w:r>
        <w:rPr>
          <w:rFonts w:ascii="Times New Roman" w:hAnsi="Times New Roman"/>
          <w:sz w:val="26"/>
          <w:szCs w:val="26"/>
        </w:rPr>
        <w:t> </w:t>
      </w:r>
      <w:r w:rsidRPr="009D1629">
        <w:rPr>
          <w:rFonts w:ascii="Times New Roman" w:hAnsi="Times New Roman"/>
          <w:sz w:val="26"/>
          <w:szCs w:val="26"/>
        </w:rPr>
        <w:t>52 (ч.1), ст.6249);</w:t>
      </w:r>
    </w:p>
    <w:p w:rsidR="00D86554" w:rsidRPr="009D1629" w:rsidRDefault="00D86554" w:rsidP="009D1629">
      <w:pPr>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Приказ Минэкономразвития Росси</w:t>
      </w:r>
      <w:r>
        <w:rPr>
          <w:rFonts w:ascii="Times New Roman" w:hAnsi="Times New Roman"/>
          <w:sz w:val="26"/>
          <w:szCs w:val="26"/>
        </w:rPr>
        <w:t>йской Федерации от 30.04.2009 № </w:t>
      </w:r>
      <w:r w:rsidRPr="009D1629">
        <w:rPr>
          <w:rFonts w:ascii="Times New Roman" w:hAnsi="Times New Roman"/>
          <w:sz w:val="26"/>
          <w:szCs w:val="26"/>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w:t>
      </w:r>
      <w:r>
        <w:rPr>
          <w:rFonts w:ascii="Times New Roman" w:hAnsi="Times New Roman"/>
          <w:sz w:val="26"/>
          <w:szCs w:val="26"/>
        </w:rPr>
        <w:t>нтроля» («Российская газета», № </w:t>
      </w:r>
      <w:r w:rsidRPr="009D1629">
        <w:rPr>
          <w:rFonts w:ascii="Times New Roman" w:hAnsi="Times New Roman"/>
          <w:sz w:val="26"/>
          <w:szCs w:val="26"/>
        </w:rPr>
        <w:t>85, 14.05.2009).</w:t>
      </w:r>
    </w:p>
    <w:p w:rsidR="00D86554" w:rsidRPr="009D1629" w:rsidRDefault="00D86554" w:rsidP="009D1629">
      <w:pPr>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Закон Республики Хакасия от 17.12.2008 №</w:t>
      </w:r>
      <w:r>
        <w:rPr>
          <w:rFonts w:ascii="Times New Roman" w:hAnsi="Times New Roman"/>
          <w:sz w:val="26"/>
          <w:szCs w:val="26"/>
        </w:rPr>
        <w:t> </w:t>
      </w:r>
      <w:r w:rsidRPr="009D1629">
        <w:rPr>
          <w:rFonts w:ascii="Times New Roman" w:hAnsi="Times New Roman"/>
          <w:sz w:val="26"/>
          <w:szCs w:val="26"/>
        </w:rPr>
        <w:t>91-ЗРХ «Об административных правонарушениях»; («Вестник Хакасии», №</w:t>
      </w:r>
      <w:r>
        <w:rPr>
          <w:rFonts w:ascii="Times New Roman" w:hAnsi="Times New Roman"/>
          <w:sz w:val="26"/>
          <w:szCs w:val="26"/>
        </w:rPr>
        <w:t> </w:t>
      </w:r>
      <w:r w:rsidRPr="009D1629">
        <w:rPr>
          <w:rFonts w:ascii="Times New Roman" w:hAnsi="Times New Roman"/>
          <w:sz w:val="26"/>
          <w:szCs w:val="26"/>
        </w:rPr>
        <w:t>79, 23.12.2008);</w:t>
      </w:r>
    </w:p>
    <w:p w:rsidR="00D86554" w:rsidRPr="009D1629" w:rsidRDefault="00D86554" w:rsidP="009D1629">
      <w:pPr>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постановление правительства Республики Хакасия от 13.04.2012 №</w:t>
      </w:r>
      <w:r>
        <w:rPr>
          <w:rFonts w:ascii="Times New Roman" w:hAnsi="Times New Roman"/>
          <w:sz w:val="26"/>
          <w:szCs w:val="26"/>
        </w:rPr>
        <w:t> </w:t>
      </w:r>
      <w:r w:rsidRPr="009D1629">
        <w:rPr>
          <w:rFonts w:ascii="Times New Roman" w:hAnsi="Times New Roman"/>
          <w:sz w:val="26"/>
          <w:szCs w:val="26"/>
        </w:rPr>
        <w:t>239 «О Порядке разработки и принятия органами местного самоуправления в Республике Хакасия административных регламентов исполнения муниципальных функций» («Вестник Хакасии», №</w:t>
      </w:r>
      <w:r>
        <w:rPr>
          <w:rFonts w:ascii="Times New Roman" w:hAnsi="Times New Roman"/>
          <w:sz w:val="26"/>
          <w:szCs w:val="26"/>
        </w:rPr>
        <w:t> </w:t>
      </w:r>
      <w:r w:rsidRPr="009D1629">
        <w:rPr>
          <w:rFonts w:ascii="Times New Roman" w:hAnsi="Times New Roman"/>
          <w:sz w:val="26"/>
          <w:szCs w:val="26"/>
        </w:rPr>
        <w:t>40 24.04.2012);</w:t>
      </w:r>
    </w:p>
    <w:p w:rsidR="00D86554" w:rsidRPr="009D1629" w:rsidRDefault="00D86554" w:rsidP="009D1629">
      <w:pPr>
        <w:autoSpaceDE w:val="0"/>
        <w:autoSpaceDN w:val="0"/>
        <w:adjustRightInd w:val="0"/>
        <w:ind w:firstLine="709"/>
        <w:rPr>
          <w:rFonts w:ascii="Times New Roman" w:hAnsi="Times New Roman"/>
          <w:sz w:val="26"/>
          <w:szCs w:val="26"/>
        </w:rPr>
      </w:pPr>
      <w:r>
        <w:rPr>
          <w:rFonts w:ascii="Times New Roman" w:hAnsi="Times New Roman"/>
          <w:sz w:val="26"/>
          <w:szCs w:val="26"/>
        </w:rPr>
        <w:t>- </w:t>
      </w:r>
      <w:r w:rsidRPr="009D1629">
        <w:rPr>
          <w:rFonts w:ascii="Times New Roman" w:hAnsi="Times New Roman"/>
          <w:sz w:val="26"/>
          <w:szCs w:val="26"/>
        </w:rPr>
        <w:t>У</w:t>
      </w:r>
      <w:r>
        <w:rPr>
          <w:rFonts w:ascii="Times New Roman" w:hAnsi="Times New Roman"/>
          <w:sz w:val="26"/>
          <w:szCs w:val="26"/>
        </w:rPr>
        <w:t>став муниципального образования Райковского сельсовета</w:t>
      </w:r>
      <w:r w:rsidRPr="009D1629">
        <w:rPr>
          <w:rFonts w:ascii="Times New Roman" w:hAnsi="Times New Roman"/>
          <w:sz w:val="26"/>
          <w:szCs w:val="26"/>
        </w:rPr>
        <w:t>;</w:t>
      </w:r>
    </w:p>
    <w:p w:rsidR="00D86554" w:rsidRPr="009D1629" w:rsidRDefault="00D86554" w:rsidP="009D1629">
      <w:pPr>
        <w:autoSpaceDE w:val="0"/>
        <w:autoSpaceDN w:val="0"/>
        <w:adjustRightInd w:val="0"/>
        <w:ind w:firstLine="709"/>
        <w:rPr>
          <w:rFonts w:ascii="Times New Roman" w:hAnsi="Times New Roman"/>
          <w:b/>
          <w:bCs/>
          <w:sz w:val="26"/>
          <w:szCs w:val="26"/>
        </w:rPr>
      </w:pPr>
      <w:r>
        <w:rPr>
          <w:rFonts w:ascii="Times New Roman" w:hAnsi="Times New Roman"/>
          <w:sz w:val="26"/>
          <w:szCs w:val="26"/>
        </w:rPr>
        <w:t>- </w:t>
      </w:r>
      <w:r w:rsidRPr="009D1629">
        <w:rPr>
          <w:rFonts w:ascii="Times New Roman" w:hAnsi="Times New Roman"/>
          <w:sz w:val="26"/>
          <w:szCs w:val="26"/>
        </w:rPr>
        <w:t>и иные нормативные правовые акты.</w:t>
      </w:r>
    </w:p>
    <w:p w:rsidR="00D86554" w:rsidRDefault="00D86554" w:rsidP="0006079C">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1.</w:t>
      </w:r>
      <w:r>
        <w:rPr>
          <w:rFonts w:ascii="Times New Roman" w:hAnsi="Times New Roman"/>
          <w:sz w:val="26"/>
          <w:szCs w:val="26"/>
        </w:rPr>
        <w:t>5</w:t>
      </w:r>
      <w:r w:rsidRPr="009D1629">
        <w:rPr>
          <w:rFonts w:ascii="Times New Roman" w:hAnsi="Times New Roman"/>
          <w:sz w:val="26"/>
          <w:szCs w:val="26"/>
        </w:rPr>
        <w:t>.</w:t>
      </w:r>
      <w:r>
        <w:rPr>
          <w:rFonts w:ascii="Times New Roman" w:hAnsi="Times New Roman"/>
          <w:sz w:val="26"/>
          <w:szCs w:val="26"/>
        </w:rPr>
        <w:t xml:space="preserve"> </w:t>
      </w:r>
      <w:r w:rsidRPr="009D1629">
        <w:rPr>
          <w:rFonts w:ascii="Times New Roman" w:hAnsi="Times New Roman"/>
          <w:sz w:val="26"/>
          <w:szCs w:val="26"/>
        </w:rPr>
        <w:t xml:space="preserve">Предметом муниципального контроля за обеспечением сохранности автомобильных дорог местного значения является </w:t>
      </w:r>
      <w:r w:rsidRPr="0006079C">
        <w:rPr>
          <w:rFonts w:ascii="Times New Roman" w:hAnsi="Times New Roman"/>
          <w:sz w:val="26"/>
          <w:szCs w:val="26"/>
        </w:rPr>
        <w:t>соблюдение юридическим лицом, индивидуальным предпринимателем в процессе осуществления деятельности обязательных требований</w:t>
      </w:r>
      <w:r>
        <w:rPr>
          <w:rFonts w:ascii="Times New Roman" w:hAnsi="Times New Roman"/>
          <w:sz w:val="26"/>
          <w:szCs w:val="26"/>
        </w:rPr>
        <w:t>,</w:t>
      </w:r>
      <w:r w:rsidRPr="0006079C">
        <w:rPr>
          <w:rFonts w:ascii="Times New Roman" w:hAnsi="Times New Roman"/>
          <w:sz w:val="26"/>
          <w:szCs w:val="26"/>
        </w:rPr>
        <w:t xml:space="preserve"> </w:t>
      </w:r>
      <w:r>
        <w:rPr>
          <w:rFonts w:ascii="Times New Roman" w:hAnsi="Times New Roman"/>
          <w:sz w:val="26"/>
          <w:szCs w:val="26"/>
        </w:rPr>
        <w:t>установленных в отношении автомобильных дорог местного значения нормативными правовыми актами Российской Федерации, Республики Хакасия, а также муниципальными правовыми актами.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w:t>
      </w:r>
      <w:r>
        <w:rPr>
          <w:rFonts w:ascii="Times New Roman" w:hAnsi="Times New Roman"/>
          <w:sz w:val="26"/>
          <w:szCs w:val="26"/>
        </w:rPr>
        <w:t>6</w:t>
      </w:r>
      <w:r w:rsidRPr="009D1629">
        <w:rPr>
          <w:rFonts w:ascii="Times New Roman" w:hAnsi="Times New Roman"/>
          <w:sz w:val="26"/>
          <w:szCs w:val="26"/>
        </w:rPr>
        <w:t xml:space="preserve">. Проверки проводятся должностным лицом </w:t>
      </w:r>
      <w:r>
        <w:rPr>
          <w:rFonts w:ascii="Times New Roman" w:hAnsi="Times New Roman"/>
          <w:sz w:val="26"/>
          <w:szCs w:val="26"/>
        </w:rPr>
        <w:t>А</w:t>
      </w:r>
      <w:r w:rsidRPr="009D1629">
        <w:rPr>
          <w:rFonts w:ascii="Times New Roman" w:hAnsi="Times New Roman"/>
          <w:sz w:val="26"/>
          <w:szCs w:val="26"/>
        </w:rPr>
        <w:t xml:space="preserve">дминистрации </w:t>
      </w:r>
      <w:r>
        <w:rPr>
          <w:rFonts w:ascii="Times New Roman" w:hAnsi="Times New Roman"/>
          <w:sz w:val="26"/>
          <w:szCs w:val="26"/>
        </w:rPr>
        <w:t>поселения</w:t>
      </w:r>
      <w:r w:rsidRPr="009D1629">
        <w:rPr>
          <w:rFonts w:ascii="Times New Roman" w:hAnsi="Times New Roman"/>
          <w:sz w:val="26"/>
          <w:szCs w:val="26"/>
        </w:rPr>
        <w:t>, уполномоченным на осуществление муниципального контроля за обеспечением сохранности автомобильных дорог местного значения (далее – муниципальный инспектор).</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w:t>
      </w:r>
      <w:r>
        <w:rPr>
          <w:rFonts w:ascii="Times New Roman" w:hAnsi="Times New Roman"/>
          <w:sz w:val="26"/>
          <w:szCs w:val="26"/>
        </w:rPr>
        <w:t>7</w:t>
      </w:r>
      <w:r w:rsidRPr="009D1629">
        <w:rPr>
          <w:rFonts w:ascii="Times New Roman" w:hAnsi="Times New Roman"/>
          <w:sz w:val="26"/>
          <w:szCs w:val="26"/>
        </w:rPr>
        <w:t>. Муниципальный инспектор имеет право:</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1) осуществлять муниципальный контроль за обеспечением сохранности автомобильных дорог местного значения в соответствии с федеральными законами, законами Республики Хакасия и принятыми в соответствии с ними муниципальными правовыми актами;</w:t>
      </w:r>
    </w:p>
    <w:p w:rsidR="00D86554" w:rsidRPr="009D1629" w:rsidRDefault="00D86554" w:rsidP="009D1629">
      <w:pPr>
        <w:shd w:val="clear" w:color="auto" w:fill="FFFFFF"/>
        <w:ind w:firstLine="709"/>
        <w:rPr>
          <w:rFonts w:ascii="Times New Roman" w:hAnsi="Times New Roman"/>
          <w:sz w:val="26"/>
          <w:szCs w:val="26"/>
        </w:rPr>
      </w:pPr>
      <w:r w:rsidRPr="009D1629">
        <w:rPr>
          <w:rFonts w:ascii="Times New Roman" w:hAnsi="Times New Roman"/>
          <w:sz w:val="26"/>
          <w:szCs w:val="26"/>
        </w:rPr>
        <w:t>2) в соответствии со своей компетенцией запрашивать и безвозмездно получать от органов исполнительной власти, органов местного самоуправления, организаций и граждан необходимые для осуществления муниципального контроля сведения и материалы, относящиеся к предмету проверки:</w:t>
      </w:r>
    </w:p>
    <w:p w:rsidR="00D86554" w:rsidRPr="009D1629" w:rsidRDefault="00D86554" w:rsidP="009D1629">
      <w:pPr>
        <w:numPr>
          <w:ilvl w:val="0"/>
          <w:numId w:val="1"/>
        </w:numPr>
        <w:shd w:val="clear" w:color="auto" w:fill="FFFFFF"/>
        <w:ind w:left="0" w:firstLine="709"/>
        <w:rPr>
          <w:rFonts w:ascii="Times New Roman" w:hAnsi="Times New Roman"/>
          <w:sz w:val="26"/>
          <w:szCs w:val="26"/>
        </w:rPr>
      </w:pPr>
      <w:r w:rsidRPr="009D1629">
        <w:rPr>
          <w:rFonts w:ascii="Times New Roman" w:hAnsi="Times New Roman"/>
          <w:sz w:val="26"/>
          <w:szCs w:val="26"/>
        </w:rPr>
        <w:t>об использовании автомобильных дорог местного значения;</w:t>
      </w:r>
    </w:p>
    <w:p w:rsidR="00D86554" w:rsidRPr="009D1629" w:rsidRDefault="00D86554" w:rsidP="009D1629">
      <w:pPr>
        <w:numPr>
          <w:ilvl w:val="0"/>
          <w:numId w:val="1"/>
        </w:numPr>
        <w:shd w:val="clear" w:color="auto" w:fill="FFFFFF"/>
        <w:ind w:left="0" w:firstLine="709"/>
        <w:rPr>
          <w:rFonts w:ascii="Times New Roman" w:hAnsi="Times New Roman"/>
          <w:sz w:val="26"/>
          <w:szCs w:val="26"/>
        </w:rPr>
      </w:pPr>
      <w:r w:rsidRPr="009D1629">
        <w:rPr>
          <w:rFonts w:ascii="Times New Roman" w:hAnsi="Times New Roman"/>
          <w:sz w:val="26"/>
          <w:szCs w:val="26"/>
        </w:rPr>
        <w:t>о лицах, осуществляющих деятельность в сфере использования автомобильных дорог местного значения, в отношении которых проводится проверка;</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3) посещать при предъявлении служебного удостоверения организации, индивидуальных предпринимателей, граждан и объекты, обследовать автомобильные дороги, находящиеся в собственности, владении, пользовании и аренде для проведения проверки;</w:t>
      </w:r>
    </w:p>
    <w:p w:rsidR="00D86554" w:rsidRPr="009D1629" w:rsidRDefault="00D86554" w:rsidP="009D1629">
      <w:pPr>
        <w:shd w:val="clear" w:color="auto" w:fill="FFFFFF"/>
        <w:ind w:firstLine="709"/>
        <w:rPr>
          <w:rFonts w:ascii="Times New Roman" w:hAnsi="Times New Roman"/>
          <w:sz w:val="26"/>
          <w:szCs w:val="26"/>
        </w:rPr>
      </w:pPr>
      <w:r w:rsidRPr="009D1629">
        <w:rPr>
          <w:rFonts w:ascii="Times New Roman" w:hAnsi="Times New Roman"/>
          <w:sz w:val="26"/>
          <w:szCs w:val="26"/>
        </w:rPr>
        <w:t>4) давать обязательные для исполнения предписания по вопросам соблюдения требований, установленных муниципальными правовыми актами в сфере использования автомобильных дорог местного значения, об устранении выявленных в ходе проверок нарушений, указанных требований;</w:t>
      </w:r>
    </w:p>
    <w:p w:rsidR="00D86554" w:rsidRPr="009D1629" w:rsidRDefault="00D86554" w:rsidP="009D1629">
      <w:pPr>
        <w:shd w:val="clear" w:color="auto" w:fill="FFFFFF"/>
        <w:ind w:firstLine="709"/>
        <w:rPr>
          <w:rFonts w:ascii="Times New Roman" w:hAnsi="Times New Roman"/>
          <w:sz w:val="26"/>
          <w:szCs w:val="26"/>
        </w:rPr>
      </w:pPr>
      <w:r w:rsidRPr="009D1629">
        <w:rPr>
          <w:rFonts w:ascii="Times New Roman" w:hAnsi="Times New Roman"/>
          <w:sz w:val="26"/>
          <w:szCs w:val="26"/>
        </w:rPr>
        <w:t>5) направлять документы о проверках в соответствующие органы для возбуждения дел об административных правонарушениях с целью привлечения виновных лиц к административной ответственности;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6) обращаться в органы внутренних дел и прокуратуры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установленных муниципальными правовыми актами.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bCs/>
          <w:sz w:val="26"/>
          <w:szCs w:val="26"/>
        </w:rPr>
        <w:t xml:space="preserve">1.7. </w:t>
      </w:r>
      <w:r w:rsidRPr="009D1629">
        <w:rPr>
          <w:rFonts w:ascii="Times New Roman" w:hAnsi="Times New Roman"/>
          <w:sz w:val="26"/>
          <w:szCs w:val="26"/>
        </w:rPr>
        <w:t>Муниципальный инспектор обязан:</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w:t>
      </w:r>
      <w:hyperlink r:id="rId10" w:history="1">
        <w:r w:rsidRPr="009D1629">
          <w:rPr>
            <w:rFonts w:ascii="Times New Roman" w:hAnsi="Times New Roman"/>
            <w:sz w:val="26"/>
            <w:szCs w:val="26"/>
          </w:rPr>
          <w:t>частью 5 статьи 10</w:t>
        </w:r>
      </w:hyperlink>
      <w:r w:rsidRPr="009D1629">
        <w:rPr>
          <w:rFonts w:ascii="Times New Roman" w:hAnsi="Times New Roman"/>
          <w:sz w:val="26"/>
          <w:szCs w:val="26"/>
        </w:rPr>
        <w:t xml:space="preserve"> Федерального закона от 26.12.2008 №</w:t>
      </w:r>
      <w:r>
        <w:rPr>
          <w:rFonts w:ascii="Times New Roman" w:hAnsi="Times New Roman"/>
          <w:sz w:val="26"/>
          <w:szCs w:val="26"/>
        </w:rPr>
        <w:t> </w:t>
      </w:r>
      <w:r w:rsidRPr="009D1629">
        <w:rPr>
          <w:rFonts w:ascii="Times New Roman" w:hAnsi="Times New Roman"/>
          <w:sz w:val="26"/>
          <w:szCs w:val="26"/>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10) соблюдать сроки проведения проверки, установленные Федеральным законом от 26.12.2008 №</w:t>
      </w:r>
      <w:r>
        <w:rPr>
          <w:rFonts w:ascii="Times New Roman" w:hAnsi="Times New Roman"/>
          <w:sz w:val="26"/>
          <w:szCs w:val="26"/>
        </w:rPr>
        <w:t> </w:t>
      </w:r>
      <w:r w:rsidRPr="009D1629">
        <w:rPr>
          <w:rFonts w:ascii="Times New Roman" w:hAnsi="Times New Roman"/>
          <w:sz w:val="26"/>
          <w:szCs w:val="26"/>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13) осуществлять запись о проведенной проверке в журнале учета проверок.</w:t>
      </w:r>
    </w:p>
    <w:p w:rsidR="00D86554" w:rsidRPr="009D1629" w:rsidRDefault="00D86554" w:rsidP="009D1629">
      <w:pPr>
        <w:autoSpaceDE w:val="0"/>
        <w:autoSpaceDN w:val="0"/>
        <w:adjustRightInd w:val="0"/>
        <w:ind w:firstLine="709"/>
        <w:rPr>
          <w:rFonts w:ascii="Times New Roman" w:hAnsi="Times New Roman"/>
          <w:bCs/>
          <w:sz w:val="26"/>
          <w:szCs w:val="26"/>
        </w:rPr>
      </w:pPr>
      <w:r w:rsidRPr="009D1629">
        <w:rPr>
          <w:rFonts w:ascii="Times New Roman" w:hAnsi="Times New Roman"/>
          <w:bCs/>
          <w:sz w:val="26"/>
          <w:szCs w:val="26"/>
        </w:rPr>
        <w:t>1.8.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D86554" w:rsidRPr="009D1629" w:rsidRDefault="00D86554" w:rsidP="009D1629">
      <w:pPr>
        <w:autoSpaceDE w:val="0"/>
        <w:autoSpaceDN w:val="0"/>
        <w:adjustRightInd w:val="0"/>
        <w:ind w:firstLine="709"/>
        <w:rPr>
          <w:rFonts w:ascii="Times New Roman" w:hAnsi="Times New Roman"/>
          <w:bCs/>
          <w:sz w:val="26"/>
          <w:szCs w:val="26"/>
        </w:rPr>
      </w:pPr>
      <w:r w:rsidRPr="009D1629">
        <w:rPr>
          <w:rFonts w:ascii="Times New Roman" w:hAnsi="Times New Roman"/>
          <w:bCs/>
          <w:sz w:val="26"/>
          <w:szCs w:val="26"/>
        </w:rPr>
        <w:t>1) непосредственно присутствовать при проведении проверки, давать объяснения по вопросам, относящимся к предмету проверки;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bCs/>
          <w:sz w:val="26"/>
          <w:szCs w:val="26"/>
        </w:rPr>
        <w:t xml:space="preserve">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w:t>
      </w:r>
      <w:r w:rsidRPr="009D1629">
        <w:rPr>
          <w:rFonts w:ascii="Times New Roman" w:hAnsi="Times New Roman"/>
          <w:sz w:val="26"/>
          <w:szCs w:val="26"/>
        </w:rPr>
        <w:t>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6554" w:rsidRPr="009D1629" w:rsidRDefault="00D86554" w:rsidP="009D1629">
      <w:pPr>
        <w:autoSpaceDE w:val="0"/>
        <w:autoSpaceDN w:val="0"/>
        <w:adjustRightInd w:val="0"/>
        <w:ind w:firstLine="709"/>
        <w:rPr>
          <w:rFonts w:ascii="Times New Roman" w:hAnsi="Times New Roman"/>
          <w:bCs/>
          <w:sz w:val="26"/>
          <w:szCs w:val="26"/>
        </w:rPr>
      </w:pPr>
      <w:r w:rsidRPr="009D1629">
        <w:rPr>
          <w:rFonts w:ascii="Times New Roman" w:hAnsi="Times New Roman"/>
          <w:bCs/>
          <w:sz w:val="26"/>
          <w:szCs w:val="26"/>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D86554" w:rsidRDefault="00D86554" w:rsidP="009D1629">
      <w:pPr>
        <w:autoSpaceDE w:val="0"/>
        <w:autoSpaceDN w:val="0"/>
        <w:adjustRightInd w:val="0"/>
        <w:ind w:firstLine="709"/>
        <w:rPr>
          <w:rFonts w:ascii="Times New Roman" w:hAnsi="Times New Roman"/>
          <w:bCs/>
          <w:sz w:val="26"/>
          <w:szCs w:val="26"/>
        </w:rPr>
      </w:pPr>
      <w:r w:rsidRPr="009D1629">
        <w:rPr>
          <w:rFonts w:ascii="Times New Roman" w:hAnsi="Times New Roman"/>
          <w:bCs/>
          <w:sz w:val="26"/>
          <w:szCs w:val="26"/>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D86554" w:rsidRPr="009D1629" w:rsidRDefault="00D86554" w:rsidP="009D1629">
      <w:pPr>
        <w:autoSpaceDE w:val="0"/>
        <w:autoSpaceDN w:val="0"/>
        <w:adjustRightInd w:val="0"/>
        <w:ind w:firstLine="709"/>
        <w:rPr>
          <w:rFonts w:ascii="Times New Roman" w:hAnsi="Times New Roman"/>
          <w:bCs/>
          <w:sz w:val="26"/>
          <w:szCs w:val="26"/>
        </w:rPr>
      </w:pPr>
      <w:r>
        <w:rPr>
          <w:rFonts w:ascii="Times New Roman" w:hAnsi="Times New Roman"/>
          <w:bCs/>
          <w:sz w:val="26"/>
          <w:szCs w:val="26"/>
        </w:rPr>
        <w:t xml:space="preserve">5) </w:t>
      </w:r>
      <w:r w:rsidRPr="0006079C">
        <w:rPr>
          <w:rFonts w:ascii="Times New Roman" w:hAnsi="Times New Roman"/>
          <w:bCs/>
          <w:sz w:val="26"/>
          <w:szCs w:val="26"/>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bCs/>
          <w:sz w:val="26"/>
          <w:szCs w:val="26"/>
        </w:rPr>
        <w:t xml:space="preserve">1.8.1. </w:t>
      </w:r>
      <w:r w:rsidRPr="009D1629">
        <w:rPr>
          <w:rFonts w:ascii="Times New Roman" w:hAnsi="Times New Roman"/>
          <w:sz w:val="26"/>
          <w:szCs w:val="26"/>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По запросу органа муниципального контроля юридическое лицо, индивидуальный предприниматель обязаны направить в Администрацию поселения документы, указанные в запросе, в течение десяти рабочих дней со дня его получения.</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Юридические лица, индивидуальные предприниматели обязаны вести журнал учета проверок по </w:t>
      </w:r>
      <w:hyperlink r:id="rId11" w:history="1">
        <w:r w:rsidRPr="009D1629">
          <w:rPr>
            <w:rFonts w:ascii="Times New Roman" w:hAnsi="Times New Roman"/>
            <w:sz w:val="26"/>
            <w:szCs w:val="26"/>
          </w:rPr>
          <w:t>типовой форме</w:t>
        </w:r>
      </w:hyperlink>
      <w:r w:rsidRPr="009D1629">
        <w:rPr>
          <w:rFonts w:ascii="Times New Roman" w:hAnsi="Times New Roman"/>
          <w:sz w:val="26"/>
          <w:szCs w:val="26"/>
        </w:rPr>
        <w:t>, установленной приказом Минэкономразвития России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6554" w:rsidRPr="009D1629" w:rsidRDefault="00D86554" w:rsidP="009D1629">
      <w:pPr>
        <w:ind w:firstLine="709"/>
        <w:rPr>
          <w:rFonts w:ascii="Times New Roman" w:hAnsi="Times New Roman"/>
          <w:sz w:val="26"/>
          <w:szCs w:val="26"/>
        </w:rPr>
      </w:pPr>
      <w:r w:rsidRPr="009D1629">
        <w:rPr>
          <w:rFonts w:ascii="Times New Roman" w:hAnsi="Times New Roman"/>
          <w:bCs/>
          <w:sz w:val="26"/>
          <w:szCs w:val="26"/>
        </w:rPr>
        <w:t>1.9.</w:t>
      </w:r>
      <w:r>
        <w:rPr>
          <w:rFonts w:ascii="Times New Roman" w:hAnsi="Times New Roman"/>
          <w:bCs/>
          <w:sz w:val="26"/>
          <w:szCs w:val="26"/>
        </w:rPr>
        <w:t xml:space="preserve"> </w:t>
      </w:r>
      <w:r w:rsidRPr="009D1629">
        <w:rPr>
          <w:rFonts w:ascii="Times New Roman" w:hAnsi="Times New Roman"/>
          <w:sz w:val="26"/>
          <w:szCs w:val="26"/>
        </w:rPr>
        <w:t xml:space="preserve">Результатом исполнения муниципальной функции является установление факта соблюдения (несоблюдения) юридическими лицами, индивидуальными предпринимателями обязательных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в </w:t>
      </w:r>
      <w:r w:rsidRPr="007A7452">
        <w:rPr>
          <w:rFonts w:ascii="Times New Roman" w:hAnsi="Times New Roman"/>
          <w:sz w:val="26"/>
          <w:szCs w:val="26"/>
        </w:rPr>
        <w:t xml:space="preserve">области использования автомобильных дорог </w:t>
      </w:r>
      <w:r w:rsidRPr="009D1629">
        <w:rPr>
          <w:rFonts w:ascii="Times New Roman" w:hAnsi="Times New Roman"/>
          <w:sz w:val="26"/>
          <w:szCs w:val="26"/>
        </w:rPr>
        <w:t>местного значения</w:t>
      </w:r>
      <w:r w:rsidRPr="007A7452">
        <w:rPr>
          <w:rFonts w:ascii="Times New Roman" w:hAnsi="Times New Roman"/>
          <w:sz w:val="26"/>
          <w:szCs w:val="26"/>
        </w:rPr>
        <w:t xml:space="preserve"> и осуществления дорожной деятельности</w:t>
      </w:r>
      <w:r w:rsidRPr="009D1629">
        <w:rPr>
          <w:rFonts w:ascii="Times New Roman" w:hAnsi="Times New Roman"/>
          <w:sz w:val="26"/>
          <w:szCs w:val="26"/>
        </w:rPr>
        <w:t>.</w:t>
      </w:r>
    </w:p>
    <w:p w:rsidR="00D86554" w:rsidRPr="009D1629" w:rsidRDefault="00D86554" w:rsidP="009D1629">
      <w:pPr>
        <w:shd w:val="clear" w:color="auto" w:fill="FFFFFF"/>
        <w:ind w:firstLine="709"/>
        <w:rPr>
          <w:rFonts w:ascii="Times New Roman" w:hAnsi="Times New Roman"/>
          <w:sz w:val="26"/>
          <w:szCs w:val="26"/>
        </w:rPr>
      </w:pPr>
      <w:r w:rsidRPr="009D1629">
        <w:rPr>
          <w:rFonts w:ascii="Times New Roman" w:hAnsi="Times New Roman"/>
          <w:sz w:val="26"/>
          <w:szCs w:val="26"/>
        </w:rPr>
        <w:t>1.9.1. Конечными результатами проведения проверок при осуществлении муниципального контроля являются:</w:t>
      </w:r>
    </w:p>
    <w:p w:rsidR="00D86554" w:rsidRPr="009D1629" w:rsidRDefault="00D86554" w:rsidP="009D1629">
      <w:pPr>
        <w:numPr>
          <w:ilvl w:val="0"/>
          <w:numId w:val="2"/>
        </w:numPr>
        <w:shd w:val="clear" w:color="auto" w:fill="FFFFFF"/>
        <w:ind w:left="0" w:firstLine="709"/>
        <w:rPr>
          <w:rFonts w:ascii="Times New Roman" w:hAnsi="Times New Roman"/>
          <w:sz w:val="26"/>
          <w:szCs w:val="26"/>
        </w:rPr>
      </w:pPr>
      <w:r w:rsidRPr="009D1629">
        <w:rPr>
          <w:rFonts w:ascii="Times New Roman" w:hAnsi="Times New Roman"/>
          <w:sz w:val="26"/>
          <w:szCs w:val="26"/>
        </w:rPr>
        <w:t>выявление и принятие мер по устранению нарушений требований, установленных муниципальными правовыми актами, установление отсутствия состава правонарушений;</w:t>
      </w:r>
    </w:p>
    <w:p w:rsidR="00D86554" w:rsidRPr="009D1629" w:rsidRDefault="00D86554" w:rsidP="009D1629">
      <w:pPr>
        <w:numPr>
          <w:ilvl w:val="0"/>
          <w:numId w:val="2"/>
        </w:numPr>
        <w:shd w:val="clear" w:color="auto" w:fill="FFFFFF"/>
        <w:ind w:left="0" w:firstLine="709"/>
        <w:rPr>
          <w:rFonts w:ascii="Times New Roman" w:hAnsi="Times New Roman"/>
          <w:sz w:val="26"/>
          <w:szCs w:val="26"/>
        </w:rPr>
      </w:pPr>
      <w:r w:rsidRPr="009D1629">
        <w:rPr>
          <w:rFonts w:ascii="Times New Roman" w:hAnsi="Times New Roman"/>
          <w:sz w:val="26"/>
          <w:szCs w:val="26"/>
        </w:rPr>
        <w:t>исполнение нарушителями требований, установленных муниципальными правовыми актами, предписаний об устранении нарушений;</w:t>
      </w:r>
    </w:p>
    <w:p w:rsidR="00D86554" w:rsidRPr="009D1629" w:rsidRDefault="00D86554" w:rsidP="009D1629">
      <w:pPr>
        <w:numPr>
          <w:ilvl w:val="0"/>
          <w:numId w:val="2"/>
        </w:numPr>
        <w:shd w:val="clear" w:color="auto" w:fill="FFFFFF"/>
        <w:ind w:left="0" w:firstLine="709"/>
        <w:rPr>
          <w:rFonts w:ascii="Times New Roman" w:hAnsi="Times New Roman"/>
          <w:sz w:val="26"/>
          <w:szCs w:val="26"/>
        </w:rPr>
      </w:pPr>
      <w:r w:rsidRPr="009D1629">
        <w:rPr>
          <w:rFonts w:ascii="Times New Roman" w:hAnsi="Times New Roman"/>
          <w:sz w:val="26"/>
          <w:szCs w:val="26"/>
        </w:rPr>
        <w:t>привлечение виновных лиц к административной ответственности.</w:t>
      </w:r>
    </w:p>
    <w:p w:rsidR="00D86554" w:rsidRPr="009D1629" w:rsidRDefault="00D86554" w:rsidP="009D1629">
      <w:pPr>
        <w:pStyle w:val="ConsPlusNormal"/>
        <w:ind w:firstLine="709"/>
        <w:jc w:val="both"/>
        <w:rPr>
          <w:rFonts w:ascii="Times New Roman" w:hAnsi="Times New Roman" w:cs="Times New Roman"/>
          <w:sz w:val="26"/>
          <w:szCs w:val="26"/>
        </w:rPr>
      </w:pPr>
      <w:r w:rsidRPr="009D1629">
        <w:rPr>
          <w:rFonts w:ascii="Times New Roman" w:hAnsi="Times New Roman" w:cs="Times New Roman"/>
          <w:sz w:val="26"/>
          <w:szCs w:val="26"/>
        </w:rPr>
        <w:t>1.9.2.</w:t>
      </w:r>
      <w:r>
        <w:rPr>
          <w:rFonts w:ascii="Times New Roman" w:hAnsi="Times New Roman" w:cs="Times New Roman"/>
          <w:sz w:val="26"/>
          <w:szCs w:val="26"/>
        </w:rPr>
        <w:t xml:space="preserve"> </w:t>
      </w:r>
      <w:r w:rsidRPr="009D1629">
        <w:rPr>
          <w:rFonts w:ascii="Times New Roman" w:hAnsi="Times New Roman" w:cs="Times New Roman"/>
          <w:sz w:val="26"/>
          <w:szCs w:val="26"/>
        </w:rPr>
        <w:t xml:space="preserve">В случае выявления при осуществлении муниципального контроля нарушений требований законодательства Российской Федерации, контроль за соблюдением которых не входит в компетенцию Администрации </w:t>
      </w:r>
      <w:r>
        <w:rPr>
          <w:rFonts w:ascii="Times New Roman" w:hAnsi="Times New Roman" w:cs="Times New Roman"/>
          <w:sz w:val="26"/>
          <w:szCs w:val="26"/>
        </w:rPr>
        <w:t>поселения</w:t>
      </w:r>
      <w:r w:rsidRPr="009D1629">
        <w:rPr>
          <w:rFonts w:ascii="Times New Roman" w:hAnsi="Times New Roman" w:cs="Times New Roman"/>
          <w:sz w:val="26"/>
          <w:szCs w:val="26"/>
        </w:rPr>
        <w:t xml:space="preserve">, в срок не позднее пяти рабочих дней Администрация </w:t>
      </w:r>
      <w:r>
        <w:rPr>
          <w:rFonts w:ascii="Times New Roman" w:hAnsi="Times New Roman" w:cs="Times New Roman"/>
          <w:sz w:val="26"/>
          <w:szCs w:val="26"/>
        </w:rPr>
        <w:t>поселения</w:t>
      </w:r>
      <w:r w:rsidRPr="009D1629">
        <w:rPr>
          <w:rFonts w:ascii="Times New Roman" w:hAnsi="Times New Roman" w:cs="Times New Roman"/>
          <w:sz w:val="26"/>
          <w:szCs w:val="26"/>
        </w:rPr>
        <w:t xml:space="preserve"> сообщает о выявленных нарушениях в соответствующие контрольно-надзорные или правоохранительные органы (направляет документы, свидетельствующие о нарушениях).</w:t>
      </w:r>
    </w:p>
    <w:p w:rsidR="00D86554" w:rsidRPr="009D1629" w:rsidRDefault="00D86554" w:rsidP="009D1629">
      <w:pPr>
        <w:shd w:val="clear" w:color="auto" w:fill="FFFFFF"/>
        <w:ind w:firstLine="709"/>
        <w:rPr>
          <w:rFonts w:ascii="Times New Roman" w:hAnsi="Times New Roman"/>
          <w:sz w:val="26"/>
          <w:szCs w:val="26"/>
        </w:rPr>
      </w:pPr>
      <w:r w:rsidRPr="009D1629">
        <w:rPr>
          <w:rFonts w:ascii="Times New Roman" w:hAnsi="Times New Roman"/>
          <w:sz w:val="26"/>
          <w:szCs w:val="26"/>
        </w:rPr>
        <w:t>1.9.3.</w:t>
      </w:r>
      <w:r>
        <w:rPr>
          <w:rFonts w:ascii="Times New Roman" w:hAnsi="Times New Roman"/>
          <w:sz w:val="26"/>
          <w:szCs w:val="26"/>
        </w:rPr>
        <w:t xml:space="preserve"> </w:t>
      </w:r>
      <w:r w:rsidRPr="009D1629">
        <w:rPr>
          <w:rFonts w:ascii="Times New Roman" w:hAnsi="Times New Roman"/>
          <w:sz w:val="26"/>
          <w:szCs w:val="26"/>
        </w:rPr>
        <w:t>Юридическими фактами завершения действий при осуществлении муниципального контроля являются:</w:t>
      </w:r>
    </w:p>
    <w:p w:rsidR="00D86554" w:rsidRPr="009D1629" w:rsidRDefault="00D86554" w:rsidP="009D1629">
      <w:pPr>
        <w:numPr>
          <w:ilvl w:val="0"/>
          <w:numId w:val="3"/>
        </w:numPr>
        <w:shd w:val="clear" w:color="auto" w:fill="FFFFFF"/>
        <w:ind w:left="0" w:firstLine="709"/>
        <w:rPr>
          <w:rFonts w:ascii="Times New Roman" w:hAnsi="Times New Roman"/>
          <w:sz w:val="26"/>
          <w:szCs w:val="26"/>
        </w:rPr>
      </w:pPr>
      <w:r w:rsidRPr="009D1629">
        <w:rPr>
          <w:rFonts w:ascii="Times New Roman" w:hAnsi="Times New Roman"/>
          <w:sz w:val="26"/>
          <w:szCs w:val="26"/>
        </w:rPr>
        <w:t>составление акта проверки;</w:t>
      </w:r>
    </w:p>
    <w:p w:rsidR="00D86554" w:rsidRPr="009D1629" w:rsidRDefault="00D86554" w:rsidP="009D1629">
      <w:pPr>
        <w:numPr>
          <w:ilvl w:val="0"/>
          <w:numId w:val="3"/>
        </w:numPr>
        <w:shd w:val="clear" w:color="auto" w:fill="FFFFFF"/>
        <w:ind w:left="0" w:firstLine="709"/>
        <w:rPr>
          <w:rFonts w:ascii="Times New Roman" w:hAnsi="Times New Roman"/>
          <w:sz w:val="26"/>
          <w:szCs w:val="26"/>
        </w:rPr>
      </w:pPr>
      <w:r w:rsidRPr="009D1629">
        <w:rPr>
          <w:rFonts w:ascii="Times New Roman" w:hAnsi="Times New Roman"/>
          <w:sz w:val="26"/>
          <w:szCs w:val="26"/>
        </w:rPr>
        <w:t>выдача предписания об устранении нарушений;</w:t>
      </w:r>
    </w:p>
    <w:p w:rsidR="00D86554" w:rsidRPr="009D1629" w:rsidRDefault="00D86554" w:rsidP="009D1629">
      <w:pPr>
        <w:numPr>
          <w:ilvl w:val="0"/>
          <w:numId w:val="3"/>
        </w:numPr>
        <w:shd w:val="clear" w:color="auto" w:fill="FFFFFF"/>
        <w:ind w:left="0" w:firstLine="709"/>
        <w:rPr>
          <w:rFonts w:ascii="Times New Roman" w:hAnsi="Times New Roman"/>
          <w:sz w:val="26"/>
          <w:szCs w:val="26"/>
        </w:rPr>
      </w:pPr>
      <w:r w:rsidRPr="009D1629">
        <w:rPr>
          <w:rFonts w:ascii="Times New Roman" w:hAnsi="Times New Roman"/>
          <w:sz w:val="26"/>
          <w:szCs w:val="26"/>
        </w:rPr>
        <w:t>подготовка и направление материалов проверки в органы, уполномоченные составлять протоколы об административных правонарушениях, предусмотренных Кодексом Российской Федерации об административных правонарушениях.</w:t>
      </w:r>
    </w:p>
    <w:p w:rsidR="00D86554" w:rsidRPr="009D1629" w:rsidRDefault="00D86554" w:rsidP="009D1629">
      <w:pPr>
        <w:pStyle w:val="ConsPlusNormal"/>
        <w:ind w:firstLine="709"/>
        <w:jc w:val="both"/>
        <w:rPr>
          <w:rFonts w:ascii="Times New Roman" w:hAnsi="Times New Roman" w:cs="Times New Roman"/>
          <w:sz w:val="26"/>
          <w:szCs w:val="26"/>
        </w:rPr>
      </w:pP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iCs/>
          <w:sz w:val="26"/>
          <w:szCs w:val="26"/>
        </w:rPr>
        <w:t>2. ТРЕБОВАНИЯ К ПОРЯДКУ ИСПОЛНЕНИЯ МУНИЦИПАЛЬНОЙ ФУНКЦИИ</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2.1. Муниципальную функцию осуществляют должностные лица </w:t>
      </w:r>
      <w:r>
        <w:rPr>
          <w:rFonts w:ascii="Times New Roman" w:hAnsi="Times New Roman"/>
          <w:sz w:val="26"/>
          <w:szCs w:val="26"/>
        </w:rPr>
        <w:t>А</w:t>
      </w:r>
      <w:r w:rsidRPr="009D1629">
        <w:rPr>
          <w:rFonts w:ascii="Times New Roman" w:hAnsi="Times New Roman"/>
          <w:sz w:val="26"/>
          <w:szCs w:val="26"/>
        </w:rPr>
        <w:t xml:space="preserve">дминистрации </w:t>
      </w:r>
      <w:r>
        <w:rPr>
          <w:rFonts w:ascii="Times New Roman" w:hAnsi="Times New Roman"/>
          <w:sz w:val="26"/>
          <w:szCs w:val="26"/>
        </w:rPr>
        <w:t xml:space="preserve"> Райковского сельсовета</w:t>
      </w:r>
      <w:r w:rsidRPr="009D1629">
        <w:rPr>
          <w:rFonts w:ascii="Times New Roman" w:hAnsi="Times New Roman"/>
          <w:sz w:val="26"/>
          <w:szCs w:val="26"/>
        </w:rPr>
        <w:t>.</w:t>
      </w:r>
    </w:p>
    <w:p w:rsidR="00D86554" w:rsidRDefault="00D86554" w:rsidP="009D1629">
      <w:pPr>
        <w:ind w:firstLine="709"/>
        <w:rPr>
          <w:rFonts w:ascii="Times New Roman" w:hAnsi="Times New Roman"/>
          <w:sz w:val="26"/>
          <w:szCs w:val="26"/>
        </w:rPr>
      </w:pPr>
      <w:r w:rsidRPr="009D1629">
        <w:rPr>
          <w:rFonts w:ascii="Times New Roman" w:hAnsi="Times New Roman"/>
          <w:sz w:val="26"/>
          <w:szCs w:val="26"/>
        </w:rPr>
        <w:t xml:space="preserve">Адрес </w:t>
      </w:r>
      <w:r>
        <w:rPr>
          <w:rFonts w:ascii="Times New Roman" w:hAnsi="Times New Roman"/>
          <w:sz w:val="26"/>
          <w:szCs w:val="26"/>
        </w:rPr>
        <w:t>А</w:t>
      </w:r>
      <w:r w:rsidRPr="009D1629">
        <w:rPr>
          <w:rFonts w:ascii="Times New Roman" w:hAnsi="Times New Roman"/>
          <w:sz w:val="26"/>
          <w:szCs w:val="26"/>
        </w:rPr>
        <w:t xml:space="preserve">дминистрации </w:t>
      </w:r>
      <w:r>
        <w:rPr>
          <w:rFonts w:ascii="Times New Roman" w:hAnsi="Times New Roman"/>
          <w:sz w:val="26"/>
          <w:szCs w:val="26"/>
        </w:rPr>
        <w:t>поселения</w:t>
      </w:r>
      <w:r w:rsidRPr="009D1629">
        <w:rPr>
          <w:rFonts w:ascii="Times New Roman" w:hAnsi="Times New Roman"/>
          <w:sz w:val="26"/>
          <w:szCs w:val="26"/>
        </w:rPr>
        <w:t xml:space="preserve">: </w:t>
      </w:r>
      <w:r>
        <w:rPr>
          <w:rFonts w:ascii="Times New Roman" w:hAnsi="Times New Roman"/>
          <w:sz w:val="26"/>
          <w:szCs w:val="26"/>
        </w:rPr>
        <w:t xml:space="preserve"> РХ, Усть-Абаканский район, аал Райков,ул.Ленина,34</w:t>
      </w:r>
    </w:p>
    <w:p w:rsidR="00D86554" w:rsidRDefault="00D86554" w:rsidP="0006079C">
      <w:pPr>
        <w:ind w:firstLine="709"/>
        <w:rPr>
          <w:rFonts w:ascii="Times New Roman" w:hAnsi="Times New Roman"/>
          <w:sz w:val="26"/>
          <w:szCs w:val="26"/>
        </w:rPr>
      </w:pPr>
      <w:r w:rsidRPr="009D1629">
        <w:rPr>
          <w:rFonts w:ascii="Times New Roman" w:hAnsi="Times New Roman"/>
          <w:sz w:val="26"/>
          <w:szCs w:val="26"/>
        </w:rPr>
        <w:t>График (режим) работы:</w:t>
      </w:r>
      <w:r>
        <w:rPr>
          <w:rFonts w:ascii="Times New Roman" w:hAnsi="Times New Roman"/>
          <w:sz w:val="26"/>
          <w:szCs w:val="26"/>
        </w:rPr>
        <w:t xml:space="preserve"> с 8.00 до 17.00. перерыв на обед с 12.00-12.48</w:t>
      </w:r>
    </w:p>
    <w:p w:rsidR="00D86554" w:rsidRDefault="00D86554" w:rsidP="009D1629">
      <w:pPr>
        <w:ind w:firstLine="709"/>
        <w:rPr>
          <w:rFonts w:ascii="Times New Roman" w:hAnsi="Times New Roman"/>
          <w:sz w:val="26"/>
          <w:szCs w:val="26"/>
        </w:rPr>
      </w:pPr>
      <w:r w:rsidRPr="009D1629">
        <w:rPr>
          <w:rFonts w:ascii="Times New Roman" w:hAnsi="Times New Roman"/>
          <w:sz w:val="26"/>
          <w:szCs w:val="26"/>
        </w:rPr>
        <w:t xml:space="preserve">Справочные телефоны: </w:t>
      </w:r>
      <w:r>
        <w:rPr>
          <w:rFonts w:ascii="Times New Roman" w:hAnsi="Times New Roman"/>
          <w:sz w:val="26"/>
          <w:szCs w:val="26"/>
        </w:rPr>
        <w:t>8-(390 32)- 2-61-40;2-61-38;2-61-15.</w:t>
      </w:r>
    </w:p>
    <w:p w:rsidR="00D86554" w:rsidRDefault="00D86554" w:rsidP="009D1629">
      <w:pPr>
        <w:ind w:firstLine="709"/>
        <w:rPr>
          <w:rFonts w:ascii="Times New Roman" w:hAnsi="Times New Roman"/>
          <w:sz w:val="26"/>
          <w:szCs w:val="26"/>
        </w:rPr>
      </w:pPr>
      <w:r w:rsidRPr="009D1629">
        <w:rPr>
          <w:rFonts w:ascii="Times New Roman" w:hAnsi="Times New Roman"/>
          <w:sz w:val="26"/>
          <w:szCs w:val="26"/>
        </w:rPr>
        <w:t xml:space="preserve">Факс: </w:t>
      </w:r>
      <w:r>
        <w:rPr>
          <w:rFonts w:ascii="Times New Roman" w:hAnsi="Times New Roman"/>
          <w:sz w:val="26"/>
          <w:szCs w:val="26"/>
        </w:rPr>
        <w:t xml:space="preserve"> 8 390-32 -2-61-23.</w:t>
      </w:r>
    </w:p>
    <w:p w:rsidR="00D86554" w:rsidRPr="000260A6" w:rsidRDefault="00D86554" w:rsidP="009D1629">
      <w:pPr>
        <w:ind w:firstLine="709"/>
        <w:rPr>
          <w:rFonts w:ascii="Times New Roman" w:hAnsi="Times New Roman"/>
          <w:sz w:val="26"/>
          <w:szCs w:val="26"/>
        </w:rPr>
      </w:pPr>
      <w:r w:rsidRPr="009D1629">
        <w:rPr>
          <w:rFonts w:ascii="Times New Roman" w:hAnsi="Times New Roman"/>
          <w:sz w:val="26"/>
          <w:szCs w:val="26"/>
        </w:rPr>
        <w:t xml:space="preserve">Электронный адрес для обращений: </w:t>
      </w:r>
      <w:r>
        <w:rPr>
          <w:rFonts w:ascii="Times New Roman" w:hAnsi="Times New Roman"/>
          <w:sz w:val="26"/>
          <w:szCs w:val="26"/>
          <w:lang w:val="en-US"/>
        </w:rPr>
        <w:t>rayikov</w:t>
      </w:r>
      <w:r w:rsidRPr="0032010C">
        <w:rPr>
          <w:rFonts w:ascii="Times New Roman" w:hAnsi="Times New Roman"/>
          <w:sz w:val="26"/>
          <w:szCs w:val="26"/>
        </w:rPr>
        <w:t>@</w:t>
      </w:r>
      <w:r>
        <w:rPr>
          <w:rFonts w:ascii="Times New Roman" w:hAnsi="Times New Roman"/>
          <w:sz w:val="26"/>
          <w:szCs w:val="26"/>
          <w:lang w:val="en-US"/>
        </w:rPr>
        <w:t>list</w:t>
      </w:r>
      <w:r w:rsidRPr="0032010C">
        <w:rPr>
          <w:rFonts w:ascii="Times New Roman" w:hAnsi="Times New Roman"/>
          <w:sz w:val="26"/>
          <w:szCs w:val="26"/>
        </w:rPr>
        <w:t>.</w:t>
      </w:r>
      <w:r>
        <w:rPr>
          <w:rFonts w:ascii="Times New Roman" w:hAnsi="Times New Roman"/>
          <w:sz w:val="26"/>
          <w:szCs w:val="26"/>
          <w:lang w:val="en-US"/>
        </w:rPr>
        <w:t>ru</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Официальный сайт в сети Интернет: </w:t>
      </w:r>
      <w:r w:rsidRPr="0032010C">
        <w:rPr>
          <w:rFonts w:ascii="Times New Roman" w:hAnsi="Times New Roman"/>
          <w:sz w:val="26"/>
          <w:szCs w:val="26"/>
        </w:rPr>
        <w:t xml:space="preserve">http://raikovskij.ru </w:t>
      </w:r>
    </w:p>
    <w:p w:rsidR="00D86554" w:rsidRPr="007A7452" w:rsidRDefault="00D86554" w:rsidP="009D1629">
      <w:pPr>
        <w:ind w:firstLine="709"/>
        <w:rPr>
          <w:rFonts w:ascii="Times New Roman" w:hAnsi="Times New Roman"/>
          <w:sz w:val="26"/>
          <w:szCs w:val="26"/>
        </w:rPr>
      </w:pPr>
      <w:r w:rsidRPr="009D1629">
        <w:rPr>
          <w:rFonts w:ascii="Times New Roman" w:hAnsi="Times New Roman"/>
          <w:sz w:val="26"/>
          <w:szCs w:val="26"/>
        </w:rPr>
        <w:t xml:space="preserve">2.2. </w:t>
      </w:r>
      <w:r w:rsidRPr="007A7452">
        <w:rPr>
          <w:rFonts w:ascii="Times New Roman" w:hAnsi="Times New Roman"/>
          <w:sz w:val="26"/>
          <w:szCs w:val="26"/>
        </w:rPr>
        <w:t>Информирование о порядке муниципального исполнения муниципальной функции: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 с использованием средств телефонной и факсимильной связи, электронной техники (по электронной почте);</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2) посредством размещения информации в сети Интернет;</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3) с использованием информационных стендов в помещение </w:t>
      </w:r>
      <w:r>
        <w:rPr>
          <w:rFonts w:ascii="Times New Roman" w:hAnsi="Times New Roman"/>
          <w:sz w:val="26"/>
          <w:szCs w:val="26"/>
        </w:rPr>
        <w:t>А</w:t>
      </w:r>
      <w:r w:rsidRPr="009D1629">
        <w:rPr>
          <w:rFonts w:ascii="Times New Roman" w:hAnsi="Times New Roman"/>
          <w:sz w:val="26"/>
          <w:szCs w:val="26"/>
        </w:rPr>
        <w:t>дминистрации поселения.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2.3. Консультации по вопросам осуществления контроля предоставляются: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 при личном обращении (устные обращения);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2) по телефону;</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 по письменным обращениям.</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На информационных стендах в помещении, а также в сети Интернет размещается следующая информация: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выписки из нормативных правовых актов, содержащих нормы, регулирующие деятельность по исполнению муниципальной функции;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текст Административного регламента с приложениями;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ежегодный план проведения проверок;</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график (режим) работы.</w:t>
      </w:r>
    </w:p>
    <w:p w:rsidR="00D86554" w:rsidRPr="00CD7AF0" w:rsidRDefault="00D86554" w:rsidP="009D1629">
      <w:pPr>
        <w:ind w:firstLine="709"/>
        <w:rPr>
          <w:rFonts w:ascii="Times New Roman" w:hAnsi="Times New Roman"/>
          <w:bCs/>
          <w:sz w:val="26"/>
          <w:szCs w:val="26"/>
        </w:rPr>
      </w:pPr>
      <w:r w:rsidRPr="009D1629">
        <w:rPr>
          <w:rFonts w:ascii="Times New Roman" w:hAnsi="Times New Roman"/>
          <w:sz w:val="26"/>
          <w:szCs w:val="26"/>
        </w:rPr>
        <w:t>2.</w:t>
      </w:r>
      <w:r>
        <w:rPr>
          <w:rFonts w:ascii="Times New Roman" w:hAnsi="Times New Roman"/>
          <w:sz w:val="26"/>
          <w:szCs w:val="26"/>
        </w:rPr>
        <w:t>4</w:t>
      </w:r>
      <w:r w:rsidRPr="009D1629">
        <w:rPr>
          <w:rFonts w:ascii="Times New Roman" w:hAnsi="Times New Roman"/>
          <w:sz w:val="26"/>
          <w:szCs w:val="26"/>
        </w:rPr>
        <w:t>.</w:t>
      </w:r>
      <w:r>
        <w:rPr>
          <w:rFonts w:ascii="Times New Roman" w:hAnsi="Times New Roman"/>
          <w:sz w:val="26"/>
          <w:szCs w:val="26"/>
        </w:rPr>
        <w:t xml:space="preserve"> </w:t>
      </w:r>
      <w:r w:rsidRPr="00CD7AF0">
        <w:rPr>
          <w:rFonts w:ascii="Times New Roman" w:hAnsi="Times New Roman"/>
          <w:bCs/>
          <w:sz w:val="26"/>
          <w:szCs w:val="26"/>
        </w:rPr>
        <w:t>Срок исполнения муниципальной функции</w:t>
      </w:r>
      <w:r>
        <w:rPr>
          <w:rFonts w:ascii="Times New Roman" w:hAnsi="Times New Roman"/>
          <w:bCs/>
          <w:sz w:val="26"/>
          <w:szCs w:val="26"/>
        </w:rPr>
        <w:t>.</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Плановые проверки в отношении юридических лиц и индивидуальных предпринимателей </w:t>
      </w:r>
      <w:r w:rsidRPr="0006079C">
        <w:rPr>
          <w:rFonts w:ascii="Times New Roman" w:hAnsi="Times New Roman"/>
          <w:sz w:val="26"/>
          <w:szCs w:val="26"/>
        </w:rPr>
        <w:t>проводятся не чаще чем один раз в три года</w:t>
      </w:r>
      <w:r w:rsidRPr="009D1629">
        <w:rPr>
          <w:rFonts w:ascii="Times New Roman" w:hAnsi="Times New Roman"/>
          <w:sz w:val="26"/>
          <w:szCs w:val="26"/>
        </w:rPr>
        <w:t>.</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2.</w:t>
      </w:r>
      <w:r>
        <w:rPr>
          <w:rFonts w:ascii="Times New Roman" w:hAnsi="Times New Roman"/>
          <w:sz w:val="26"/>
          <w:szCs w:val="26"/>
        </w:rPr>
        <w:t>5</w:t>
      </w:r>
      <w:r w:rsidRPr="009D1629">
        <w:rPr>
          <w:rFonts w:ascii="Times New Roman" w:hAnsi="Times New Roman"/>
          <w:sz w:val="26"/>
          <w:szCs w:val="26"/>
        </w:rPr>
        <w:t>. Общий срок проведения проверок не может превышать двадцать рабочих дней.</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2.</w:t>
      </w:r>
      <w:r>
        <w:rPr>
          <w:rFonts w:ascii="Times New Roman" w:hAnsi="Times New Roman"/>
          <w:sz w:val="26"/>
          <w:szCs w:val="26"/>
        </w:rPr>
        <w:t>6</w:t>
      </w:r>
      <w:r w:rsidRPr="009D1629">
        <w:rPr>
          <w:rFonts w:ascii="Times New Roman" w:hAnsi="Times New Roman"/>
          <w:sz w:val="26"/>
          <w:szCs w:val="26"/>
        </w:rPr>
        <w:t>.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главой муниципального образования, но не более чем на двадцать рабочих дней, в отношении малых предприятий, микропредприятий не более чем на пятнадцать часов.</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2.</w:t>
      </w:r>
      <w:r>
        <w:rPr>
          <w:rFonts w:ascii="Times New Roman" w:hAnsi="Times New Roman"/>
          <w:sz w:val="26"/>
          <w:szCs w:val="26"/>
        </w:rPr>
        <w:t>7</w:t>
      </w:r>
      <w:r w:rsidRPr="009D1629">
        <w:rPr>
          <w:rFonts w:ascii="Times New Roman" w:hAnsi="Times New Roman"/>
          <w:sz w:val="26"/>
          <w:szCs w:val="26"/>
        </w:rPr>
        <w:t>. Проверяемое лицо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jc w:val="center"/>
        <w:rPr>
          <w:rFonts w:ascii="Times New Roman" w:hAnsi="Times New Roman"/>
          <w:b/>
          <w:sz w:val="26"/>
          <w:szCs w:val="26"/>
        </w:rPr>
      </w:pPr>
      <w:r w:rsidRPr="009D1629">
        <w:rPr>
          <w:rFonts w:ascii="Times New Roman" w:hAnsi="Times New Roman"/>
          <w:b/>
          <w:bCs/>
          <w:iCs/>
          <w:sz w:val="26"/>
          <w:szCs w:val="26"/>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86554" w:rsidRPr="009D1629" w:rsidRDefault="00D86554" w:rsidP="009D1629">
      <w:pPr>
        <w:ind w:firstLine="709"/>
        <w:rPr>
          <w:rFonts w:ascii="Times New Roman" w:hAnsi="Times New Roman"/>
          <w:b/>
          <w:sz w:val="26"/>
          <w:szCs w:val="26"/>
        </w:rPr>
      </w:pP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sz w:val="26"/>
          <w:szCs w:val="26"/>
        </w:rPr>
        <w:t xml:space="preserve">Последовательность действий при исполнении муниципальной функции </w:t>
      </w:r>
      <w:r w:rsidRPr="009D1629">
        <w:rPr>
          <w:rFonts w:ascii="Times New Roman" w:hAnsi="Times New Roman"/>
          <w:b/>
          <w:sz w:val="26"/>
          <w:szCs w:val="26"/>
        </w:rPr>
        <w:t>по осуществлению муниципального контроля за обеспечением сохранности автомобильных дорог местного значения</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3.1. Исполнение муниципальной функции по осуществлению муниципального контроля за обеспечением сохранности автомобильных дорог местного значения (далее - мероприятия) включает в себя в себя следующие административные процедуры:</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планирование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подготовка к проведению и проведение проверок (плановых, внеплановых);</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оформление результатов проверок, в том числе выдача предписаний об устранении выявленных нарушений;</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контроль за исполнением выданных предписаний и принятие мер по результатам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3.2. Блок-схема исполнения муниципальной функции приведена в </w:t>
      </w:r>
      <w:hyperlink r:id="rId12" w:history="1">
        <w:r w:rsidRPr="007A666C">
          <w:rPr>
            <w:rStyle w:val="Hyperlink"/>
            <w:rFonts w:ascii="Times New Roman" w:hAnsi="Times New Roman"/>
            <w:color w:val="auto"/>
            <w:sz w:val="26"/>
            <w:szCs w:val="26"/>
          </w:rPr>
          <w:t>приложениях 1</w:t>
        </w:r>
      </w:hyperlink>
      <w:r w:rsidRPr="007A666C">
        <w:rPr>
          <w:rFonts w:ascii="Times New Roman" w:hAnsi="Times New Roman"/>
          <w:sz w:val="26"/>
          <w:szCs w:val="26"/>
        </w:rPr>
        <w:t xml:space="preserve">, </w:t>
      </w:r>
      <w:hyperlink r:id="rId13" w:history="1">
        <w:r w:rsidRPr="007A666C">
          <w:rPr>
            <w:rStyle w:val="Hyperlink"/>
            <w:rFonts w:ascii="Times New Roman" w:hAnsi="Times New Roman"/>
            <w:color w:val="auto"/>
            <w:sz w:val="26"/>
            <w:szCs w:val="26"/>
          </w:rPr>
          <w:t>2</w:t>
        </w:r>
      </w:hyperlink>
      <w:r w:rsidRPr="009D1629">
        <w:rPr>
          <w:rFonts w:ascii="Times New Roman" w:hAnsi="Times New Roman"/>
          <w:sz w:val="26"/>
          <w:szCs w:val="26"/>
        </w:rPr>
        <w:t xml:space="preserve"> к настоящему Административному регламенту.</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sz w:val="26"/>
          <w:szCs w:val="26"/>
        </w:rPr>
        <w:t>Планирование проверок</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3.3. Плановые проверки проводятся на основании разрабатываемых </w:t>
      </w:r>
      <w:r>
        <w:rPr>
          <w:rFonts w:ascii="Times New Roman" w:hAnsi="Times New Roman"/>
          <w:sz w:val="26"/>
          <w:szCs w:val="26"/>
        </w:rPr>
        <w:t>А</w:t>
      </w:r>
      <w:r w:rsidRPr="009D1629">
        <w:rPr>
          <w:rFonts w:ascii="Times New Roman" w:hAnsi="Times New Roman"/>
          <w:sz w:val="26"/>
          <w:szCs w:val="26"/>
        </w:rPr>
        <w:t>дминистрацией поселения ежегодных планов проверок.</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2) цель и основания проведения каждой плановой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 дата начала и сроки проведения каждой плановой проверки;</w:t>
      </w:r>
    </w:p>
    <w:p w:rsidR="00D86554" w:rsidRPr="009D1629" w:rsidRDefault="00D86554" w:rsidP="009D1629">
      <w:pPr>
        <w:ind w:firstLine="709"/>
        <w:rPr>
          <w:rFonts w:ascii="Times New Roman" w:hAnsi="Times New Roman"/>
          <w:sz w:val="26"/>
          <w:szCs w:val="26"/>
        </w:rPr>
      </w:pPr>
      <w:r>
        <w:rPr>
          <w:rFonts w:ascii="Times New Roman" w:hAnsi="Times New Roman"/>
          <w:sz w:val="26"/>
          <w:szCs w:val="26"/>
        </w:rPr>
        <w:t>4) наименование А</w:t>
      </w:r>
      <w:r w:rsidRPr="009D1629">
        <w:rPr>
          <w:rFonts w:ascii="Times New Roman" w:hAnsi="Times New Roman"/>
          <w:sz w:val="26"/>
          <w:szCs w:val="26"/>
        </w:rPr>
        <w:t>дминистрации поселения. При проведении плановой проверки администрацией поселения совместно с иными органами указываются наименования всех участвующих в такой проверке органов.</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3.4. В срок до 1 сентября года, предшествующего году проведения плановых проверок, </w:t>
      </w:r>
      <w:r>
        <w:rPr>
          <w:rFonts w:ascii="Times New Roman" w:hAnsi="Times New Roman"/>
          <w:sz w:val="26"/>
          <w:szCs w:val="26"/>
        </w:rPr>
        <w:t>А</w:t>
      </w:r>
      <w:r w:rsidRPr="009D1629">
        <w:rPr>
          <w:rFonts w:ascii="Times New Roman" w:hAnsi="Times New Roman"/>
          <w:sz w:val="26"/>
          <w:szCs w:val="26"/>
        </w:rPr>
        <w:t>дминистрация поселения направляет проект ежегодного плана проведения плановых проверок в органы прокуратуры.</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Администрация поселения рассматривает поступившие предложения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проведения плановых проверок.</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Утвержденный главой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ежегодный план проведения плановых проверок доводится до сведения заинтересованных лиц посредством его размещения </w:t>
      </w:r>
      <w:r>
        <w:rPr>
          <w:rFonts w:ascii="Times New Roman" w:hAnsi="Times New Roman"/>
          <w:sz w:val="26"/>
          <w:szCs w:val="26"/>
        </w:rPr>
        <w:t xml:space="preserve">на официальном сайте муниципального образования </w:t>
      </w:r>
      <w:r w:rsidRPr="009D1629">
        <w:rPr>
          <w:rFonts w:ascii="Times New Roman" w:hAnsi="Times New Roman"/>
          <w:sz w:val="26"/>
          <w:szCs w:val="26"/>
        </w:rPr>
        <w:t>в сети Интернет.</w:t>
      </w:r>
    </w:p>
    <w:p w:rsidR="00D86554" w:rsidRPr="00BD69C2" w:rsidRDefault="00D86554" w:rsidP="00BD69C2">
      <w:pPr>
        <w:ind w:firstLine="709"/>
        <w:rPr>
          <w:rFonts w:ascii="Times New Roman" w:hAnsi="Times New Roman"/>
          <w:sz w:val="26"/>
          <w:szCs w:val="26"/>
        </w:rPr>
      </w:pPr>
      <w:r w:rsidRPr="009D1629">
        <w:rPr>
          <w:rFonts w:ascii="Times New Roman" w:hAnsi="Times New Roman"/>
          <w:sz w:val="26"/>
          <w:szCs w:val="26"/>
        </w:rPr>
        <w:t xml:space="preserve">3.5. Основанием для включения плановой проверки в ежегодный план проведения плановых проверок является истечение </w:t>
      </w:r>
      <w:r w:rsidRPr="00BD69C2">
        <w:rPr>
          <w:rFonts w:ascii="Times New Roman" w:hAnsi="Times New Roman"/>
          <w:sz w:val="26"/>
          <w:szCs w:val="26"/>
        </w:rPr>
        <w:t>трех лет со дня:</w:t>
      </w:r>
    </w:p>
    <w:p w:rsidR="00D86554" w:rsidRPr="00BD69C2" w:rsidRDefault="00D86554" w:rsidP="00BD69C2">
      <w:pPr>
        <w:ind w:firstLine="709"/>
        <w:rPr>
          <w:rFonts w:ascii="Times New Roman" w:hAnsi="Times New Roman"/>
          <w:sz w:val="26"/>
          <w:szCs w:val="26"/>
        </w:rPr>
      </w:pPr>
      <w:r w:rsidRPr="00BD69C2">
        <w:rPr>
          <w:rFonts w:ascii="Times New Roman" w:hAnsi="Times New Roman"/>
          <w:sz w:val="26"/>
          <w:szCs w:val="26"/>
        </w:rPr>
        <w:t>1) государственной регистрации юридического лица, индивидуального предпринимателя;</w:t>
      </w:r>
    </w:p>
    <w:p w:rsidR="00D86554" w:rsidRDefault="00D86554" w:rsidP="00BD69C2">
      <w:pPr>
        <w:ind w:firstLine="709"/>
        <w:rPr>
          <w:rFonts w:ascii="Times New Roman" w:hAnsi="Times New Roman"/>
          <w:sz w:val="26"/>
          <w:szCs w:val="26"/>
        </w:rPr>
      </w:pPr>
      <w:r w:rsidRPr="00BD69C2">
        <w:rPr>
          <w:rFonts w:ascii="Times New Roman" w:hAnsi="Times New Roman"/>
          <w:sz w:val="26"/>
          <w:szCs w:val="26"/>
        </w:rPr>
        <w:t>2) окончания проведения последней плановой проверки юридического лица, индивидуального предпринимателя</w:t>
      </w:r>
      <w:r>
        <w:rPr>
          <w:rFonts w:ascii="Times New Roman" w:hAnsi="Times New Roman"/>
          <w:sz w:val="26"/>
          <w:szCs w:val="26"/>
        </w:rPr>
        <w:t>;</w:t>
      </w:r>
    </w:p>
    <w:p w:rsidR="00D86554" w:rsidRPr="00361ED5" w:rsidRDefault="00D86554" w:rsidP="000C1F9C">
      <w:pPr>
        <w:pStyle w:val="ConsPlusNormal"/>
        <w:ind w:firstLine="709"/>
        <w:jc w:val="both"/>
        <w:rPr>
          <w:rFonts w:ascii="Times New Roman" w:hAnsi="Times New Roman" w:cs="Times New Roman"/>
          <w:sz w:val="26"/>
          <w:szCs w:val="26"/>
        </w:rPr>
      </w:pPr>
      <w:r w:rsidRPr="00361ED5">
        <w:rPr>
          <w:rFonts w:ascii="Times New Roman" w:hAnsi="Times New Roman" w:cs="Times New Roman"/>
          <w:sz w:val="26"/>
          <w:szCs w:val="26"/>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3.6. Предметом проверки является соблюдение юридическими лицами, индивидуальными предпринимателями обязательных требований и требований, установленных муниципальными правовыми актами.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3.7. Ответственными лиц</w:t>
      </w:r>
      <w:r>
        <w:rPr>
          <w:rFonts w:ascii="Times New Roman" w:hAnsi="Times New Roman"/>
          <w:sz w:val="26"/>
          <w:szCs w:val="26"/>
        </w:rPr>
        <w:t>ом</w:t>
      </w:r>
      <w:r w:rsidRPr="009D1629">
        <w:rPr>
          <w:rFonts w:ascii="Times New Roman" w:hAnsi="Times New Roman"/>
          <w:sz w:val="26"/>
          <w:szCs w:val="26"/>
        </w:rPr>
        <w:t xml:space="preserve"> за формирование плана проверок явля</w:t>
      </w:r>
      <w:r>
        <w:rPr>
          <w:rFonts w:ascii="Times New Roman" w:hAnsi="Times New Roman"/>
          <w:sz w:val="26"/>
          <w:szCs w:val="26"/>
        </w:rPr>
        <w:t>е</w:t>
      </w:r>
      <w:r w:rsidRPr="009D1629">
        <w:rPr>
          <w:rFonts w:ascii="Times New Roman" w:hAnsi="Times New Roman"/>
          <w:sz w:val="26"/>
          <w:szCs w:val="26"/>
        </w:rPr>
        <w:t xml:space="preserve">тся  </w:t>
      </w:r>
      <w:r>
        <w:rPr>
          <w:rFonts w:ascii="Times New Roman" w:hAnsi="Times New Roman"/>
          <w:sz w:val="26"/>
          <w:szCs w:val="26"/>
        </w:rPr>
        <w:t>муниципальный служащий А</w:t>
      </w:r>
      <w:r w:rsidRPr="009D1629">
        <w:rPr>
          <w:rFonts w:ascii="Times New Roman" w:hAnsi="Times New Roman"/>
          <w:sz w:val="26"/>
          <w:szCs w:val="26"/>
        </w:rPr>
        <w:t xml:space="preserve">дминистрации поселения, </w:t>
      </w:r>
      <w:r>
        <w:rPr>
          <w:rFonts w:ascii="Times New Roman" w:hAnsi="Times New Roman"/>
          <w:sz w:val="26"/>
          <w:szCs w:val="26"/>
        </w:rPr>
        <w:t xml:space="preserve">исполняющий свои обязанности </w:t>
      </w:r>
      <w:r w:rsidRPr="009D1629">
        <w:rPr>
          <w:rFonts w:ascii="Times New Roman" w:hAnsi="Times New Roman"/>
          <w:sz w:val="26"/>
          <w:szCs w:val="26"/>
        </w:rPr>
        <w:t>в соответствии с должностным регламентом.</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Результатом планирования проверок является утверждение главой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w:t>
      </w:r>
      <w:r>
        <w:rPr>
          <w:rFonts w:ascii="Times New Roman" w:hAnsi="Times New Roman"/>
          <w:sz w:val="26"/>
          <w:szCs w:val="26"/>
        </w:rPr>
        <w:t xml:space="preserve">ежегодного </w:t>
      </w:r>
      <w:r w:rsidRPr="009D1629">
        <w:rPr>
          <w:rFonts w:ascii="Times New Roman" w:hAnsi="Times New Roman"/>
          <w:sz w:val="26"/>
          <w:szCs w:val="26"/>
        </w:rPr>
        <w:t xml:space="preserve">плана проведения </w:t>
      </w:r>
      <w:r>
        <w:rPr>
          <w:rFonts w:ascii="Times New Roman" w:hAnsi="Times New Roman"/>
          <w:sz w:val="26"/>
          <w:szCs w:val="26"/>
        </w:rPr>
        <w:t xml:space="preserve">плановых </w:t>
      </w:r>
      <w:r w:rsidRPr="009D1629">
        <w:rPr>
          <w:rFonts w:ascii="Times New Roman" w:hAnsi="Times New Roman"/>
          <w:sz w:val="26"/>
          <w:szCs w:val="26"/>
        </w:rPr>
        <w:t>проверок и доведение его до сведения заинтересованных лиц.</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sz w:val="26"/>
          <w:szCs w:val="26"/>
        </w:rPr>
        <w:t>Подготовка к проведению и проведение проверок</w:t>
      </w: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sz w:val="26"/>
          <w:szCs w:val="26"/>
        </w:rPr>
        <w:t>Подготовка к проведению плановых проверок</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3.8. Основаниями для начала административной процедуры, связанной с подготовкой проведения плановой проверки, является утвержденный главой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ежегодный план проведения проверок.</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Ответственным за подготовку проведения плановой проверки явля</w:t>
      </w:r>
      <w:r>
        <w:rPr>
          <w:rFonts w:ascii="Times New Roman" w:hAnsi="Times New Roman"/>
          <w:sz w:val="26"/>
          <w:szCs w:val="26"/>
        </w:rPr>
        <w:t>ются должностные лица А</w:t>
      </w:r>
      <w:r w:rsidRPr="009D1629">
        <w:rPr>
          <w:rFonts w:ascii="Times New Roman" w:hAnsi="Times New Roman"/>
          <w:sz w:val="26"/>
          <w:szCs w:val="26"/>
        </w:rPr>
        <w:t xml:space="preserve">дминистрации поселения, определенные распоряжением главы </w:t>
      </w:r>
      <w:r>
        <w:rPr>
          <w:rFonts w:ascii="Times New Roman" w:hAnsi="Times New Roman"/>
          <w:sz w:val="26"/>
          <w:szCs w:val="26"/>
        </w:rPr>
        <w:t>муниципального образования</w:t>
      </w:r>
      <w:r w:rsidRPr="009D1629">
        <w:rPr>
          <w:rFonts w:ascii="Times New Roman" w:hAnsi="Times New Roman"/>
          <w:sz w:val="26"/>
          <w:szCs w:val="26"/>
        </w:rPr>
        <w:t>.</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3.9. Проверка проводится на основании распоряжения главы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Форма распоряжения должна соответствовать типовой </w:t>
      </w:r>
      <w:hyperlink r:id="rId14" w:history="1">
        <w:r w:rsidRPr="00F80579">
          <w:rPr>
            <w:rStyle w:val="Hyperlink"/>
            <w:rFonts w:ascii="Times New Roman" w:hAnsi="Times New Roman"/>
            <w:color w:val="auto"/>
            <w:sz w:val="26"/>
            <w:szCs w:val="26"/>
          </w:rPr>
          <w:t>форме</w:t>
        </w:r>
      </w:hyperlink>
      <w:r w:rsidRPr="009D1629">
        <w:rPr>
          <w:rFonts w:ascii="Times New Roman" w:hAnsi="Times New Roman"/>
          <w:sz w:val="26"/>
          <w:szCs w:val="26"/>
        </w:rPr>
        <w:t>, установленной приказом Минэк</w:t>
      </w:r>
      <w:r>
        <w:rPr>
          <w:rFonts w:ascii="Times New Roman" w:hAnsi="Times New Roman"/>
          <w:sz w:val="26"/>
          <w:szCs w:val="26"/>
        </w:rPr>
        <w:t>ономразвития РФ от 30.04.2009 № </w:t>
      </w:r>
      <w:r w:rsidRPr="009D1629">
        <w:rPr>
          <w:rFonts w:ascii="Times New Roman" w:hAnsi="Times New Roman"/>
          <w:sz w:val="26"/>
          <w:szCs w:val="26"/>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О проведении плановой проверки лица, в отношении которых проводятся мероприятия по надзору, уведомляются не позднее чем в течение трех рабочих дней до начала ее проведения посредством направления копии распоряжения главы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о начале проведения плановой проверки заказным почтовым отправлением с уведомлением о вручении или иным доступным способом.</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В распоряжении о проведении проверки указываются: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 наименование органа муниципального контроля;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4) цели, задачи, предмет проверки и срок ее проведения;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6) сроки проведения и перечень мероприятий по контролю, необходимых для достижения целей и задач проведения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7) перечень административных регламентов по осуществлению муниципального контроля;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9) даты начала и окончания проведения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3.10. Информация о распоряжении главы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заносится ответственным специалистом в </w:t>
      </w:r>
      <w:hyperlink r:id="rId15" w:history="1">
        <w:r w:rsidRPr="00DD257A">
          <w:rPr>
            <w:rStyle w:val="Hyperlink"/>
            <w:rFonts w:ascii="Times New Roman" w:hAnsi="Times New Roman"/>
            <w:color w:val="auto"/>
            <w:sz w:val="26"/>
            <w:szCs w:val="26"/>
          </w:rPr>
          <w:t>журнал</w:t>
        </w:r>
      </w:hyperlink>
      <w:r w:rsidRPr="009D1629">
        <w:rPr>
          <w:rFonts w:ascii="Times New Roman" w:hAnsi="Times New Roman"/>
          <w:sz w:val="26"/>
          <w:szCs w:val="26"/>
        </w:rPr>
        <w:t xml:space="preserve"> учета распоряжений об исполнении муниципальной функции по форме, приведенной в приложении 3 к Административному регламенту.</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Результатом административной процедуры является подготовка распоряжения о проведении плановой проверки, его регистрация и уведомление юридического лица, индивидуального предпринимателя о проведении плановой проверки.</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sz w:val="26"/>
          <w:szCs w:val="26"/>
        </w:rPr>
        <w:t>Проведение плановой проверки</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3.11. Основанием для начала административной процедуры является наступление даты проведения плановой проверки, установленной в распоряжении о проведении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Плановые проверки проводятся в форме документарной и (или) выездной проверки.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3.12.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Основанием для проведения документарной проверки является распоряжение о проведении проверки.</w:t>
      </w:r>
    </w:p>
    <w:p w:rsidR="00D86554" w:rsidRDefault="00D86554" w:rsidP="009D1629">
      <w:pPr>
        <w:ind w:firstLine="709"/>
        <w:rPr>
          <w:rFonts w:ascii="Times New Roman" w:hAnsi="Times New Roman"/>
          <w:sz w:val="26"/>
          <w:szCs w:val="26"/>
        </w:rPr>
      </w:pPr>
      <w:r w:rsidRPr="009D1629">
        <w:rPr>
          <w:rFonts w:ascii="Times New Roman" w:hAnsi="Times New Roman"/>
          <w:sz w:val="26"/>
          <w:szCs w:val="26"/>
        </w:rPr>
        <w:t>Документарная проверка провод</w:t>
      </w:r>
      <w:r>
        <w:rPr>
          <w:rFonts w:ascii="Times New Roman" w:hAnsi="Times New Roman"/>
          <w:sz w:val="26"/>
          <w:szCs w:val="26"/>
        </w:rPr>
        <w:t>ится по месту нахождения А</w:t>
      </w:r>
      <w:r w:rsidRPr="009D1629">
        <w:rPr>
          <w:rFonts w:ascii="Times New Roman" w:hAnsi="Times New Roman"/>
          <w:sz w:val="26"/>
          <w:szCs w:val="26"/>
        </w:rPr>
        <w:t>дминистрации поселения.</w:t>
      </w:r>
    </w:p>
    <w:p w:rsidR="00D86554" w:rsidRPr="009D1629" w:rsidRDefault="00D86554" w:rsidP="009D1629">
      <w:pPr>
        <w:ind w:firstLine="709"/>
        <w:rPr>
          <w:rFonts w:ascii="Times New Roman" w:hAnsi="Times New Roman"/>
          <w:sz w:val="26"/>
          <w:szCs w:val="26"/>
        </w:rPr>
      </w:pPr>
      <w:r w:rsidRPr="00BD69C2">
        <w:rPr>
          <w:rFonts w:ascii="Times New Roman" w:hAnsi="Times New Roman"/>
          <w:sz w:val="26"/>
          <w:szCs w:val="26"/>
        </w:rPr>
        <w:t xml:space="preserve">Заверенные печатью копии распоряжения </w:t>
      </w:r>
      <w:r>
        <w:rPr>
          <w:rFonts w:ascii="Times New Roman" w:hAnsi="Times New Roman"/>
          <w:sz w:val="26"/>
          <w:szCs w:val="26"/>
        </w:rPr>
        <w:t>главы муниципального образования о проведении проверки</w:t>
      </w:r>
      <w:r w:rsidRPr="00BD69C2">
        <w:rPr>
          <w:rFonts w:ascii="Times New Roman" w:hAnsi="Times New Roman"/>
          <w:sz w:val="26"/>
          <w:szCs w:val="26"/>
        </w:rPr>
        <w:t xml:space="preserve">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Уполномоченные на проведение документарной проверки должностные лица проводят изучение имеющихся </w:t>
      </w:r>
      <w:r>
        <w:rPr>
          <w:rFonts w:ascii="Times New Roman" w:hAnsi="Times New Roman"/>
          <w:sz w:val="26"/>
          <w:szCs w:val="26"/>
        </w:rPr>
        <w:t>в А</w:t>
      </w:r>
      <w:r w:rsidRPr="009D1629">
        <w:rPr>
          <w:rFonts w:ascii="Times New Roman" w:hAnsi="Times New Roman"/>
          <w:sz w:val="26"/>
          <w:szCs w:val="26"/>
        </w:rPr>
        <w:t>дминистрации поселения документов, касающихся субъекта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3.13. В случае если достоверность сведений, содержащ</w:t>
      </w:r>
      <w:r>
        <w:rPr>
          <w:rFonts w:ascii="Times New Roman" w:hAnsi="Times New Roman"/>
          <w:sz w:val="26"/>
          <w:szCs w:val="26"/>
        </w:rPr>
        <w:t>ихся в документах, имеющихся в А</w:t>
      </w:r>
      <w:r w:rsidRPr="009D1629">
        <w:rPr>
          <w:rFonts w:ascii="Times New Roman" w:hAnsi="Times New Roman"/>
          <w:sz w:val="26"/>
          <w:szCs w:val="26"/>
        </w:rPr>
        <w:t>дминистрации поселения,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направляет в адрес юридического лица, индивидуального предпринимателя мотивированный запрос с требованием представить иные необходимые для проведения документарной проверки документы.</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К запросу прилагается заверенная печатью копия распоряжения главы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о проведении документарной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Не допускается требовать нотариального удостоверения копий документов, представляемых в администрацию поселения, если иное не предусмотрено законодательством Российской Федерации.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3.14. Если в ходе документарной проверки в документах, представленных юридическим лицом, индивидуальным предпринимателем, выявлены ошибки и (или) противоречия либо несоответствие сведений, содержащихся </w:t>
      </w:r>
      <w:r>
        <w:rPr>
          <w:rFonts w:ascii="Times New Roman" w:hAnsi="Times New Roman"/>
          <w:sz w:val="26"/>
          <w:szCs w:val="26"/>
        </w:rPr>
        <w:t>в этих документах, имеющихся в А</w:t>
      </w:r>
      <w:r w:rsidRPr="009D1629">
        <w:rPr>
          <w:rFonts w:ascii="Times New Roman" w:hAnsi="Times New Roman"/>
          <w:sz w:val="26"/>
          <w:szCs w:val="26"/>
        </w:rPr>
        <w:t>дминистрации поселения и (или) полученных в ходе исполнения администрацией поселения муниципальной функции, то информацию об этом уполномоченное должностное лицо направляет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3.15. Уполномоченные должностные лица, проводящие документарную проверку, обязаны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При проведении документарной проверки, уполномоченные должностные лица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поселения от иных органов государственного или муниципального контроля (надзора).</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3.16. Выездная проверка проводится по месту нахождения юридического лица, по месту осуществления деятельности индивидуального предпринимателя и (или) по месту фактического осуществления их деятельности.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Основанием для проведения выездной проверки является распоряжение о назначении выездной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3.17. Выездная проверка проводится в случае, если при документарной проверке не представляется возможным:</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 удостовериться в полноте и достоверности сведений, содержащихся в </w:t>
      </w:r>
      <w:hyperlink r:id="rId16" w:history="1">
        <w:r w:rsidRPr="009D1629">
          <w:rPr>
            <w:rFonts w:ascii="Times New Roman" w:hAnsi="Times New Roman"/>
            <w:sz w:val="26"/>
            <w:szCs w:val="26"/>
          </w:rPr>
          <w:t>уведомлении</w:t>
        </w:r>
      </w:hyperlink>
      <w:r w:rsidRPr="009D1629">
        <w:rPr>
          <w:rFonts w:ascii="Times New Roman" w:hAnsi="Times New Roman"/>
          <w:sz w:val="26"/>
          <w:szCs w:val="26"/>
        </w:rP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Выездная проверка может проводиться только уполномоченными должностными лицами, которые указаны в распоряжении о проведении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Выездная проверка начинается с предъявления служебного удо</w:t>
      </w:r>
      <w:r>
        <w:rPr>
          <w:rFonts w:ascii="Times New Roman" w:hAnsi="Times New Roman"/>
          <w:sz w:val="26"/>
          <w:szCs w:val="26"/>
        </w:rPr>
        <w:t>стоверения должностными лицами А</w:t>
      </w:r>
      <w:r w:rsidRPr="009D1629">
        <w:rPr>
          <w:rFonts w:ascii="Times New Roman" w:hAnsi="Times New Roman"/>
          <w:sz w:val="26"/>
          <w:szCs w:val="26"/>
        </w:rPr>
        <w:t xml:space="preserve">дминистрации поселения, обязательного ознакомления руководителя юридического лица, индивидуального предпринимателя, его уполномоченного представителя </w:t>
      </w:r>
      <w:r>
        <w:rPr>
          <w:rFonts w:ascii="Times New Roman" w:hAnsi="Times New Roman"/>
          <w:sz w:val="26"/>
          <w:szCs w:val="26"/>
        </w:rPr>
        <w:t>с распоряжением Г</w:t>
      </w:r>
      <w:r w:rsidRPr="009D1629">
        <w:rPr>
          <w:rFonts w:ascii="Times New Roman" w:hAnsi="Times New Roman"/>
          <w:sz w:val="26"/>
          <w:szCs w:val="26"/>
        </w:rPr>
        <w:t xml:space="preserve">лавы </w:t>
      </w:r>
      <w:r w:rsidRPr="0032010C">
        <w:rPr>
          <w:rFonts w:ascii="Times New Roman" w:hAnsi="Times New Roman"/>
          <w:sz w:val="26"/>
          <w:szCs w:val="26"/>
        </w:rPr>
        <w:t xml:space="preserve"> </w:t>
      </w:r>
      <w:r>
        <w:rPr>
          <w:rFonts w:ascii="Times New Roman" w:hAnsi="Times New Roman"/>
          <w:sz w:val="26"/>
          <w:szCs w:val="26"/>
        </w:rPr>
        <w:t>Райковского сельсовета</w:t>
      </w:r>
      <w:r w:rsidRPr="009D1629">
        <w:rPr>
          <w:rFonts w:ascii="Times New Roman" w:hAnsi="Times New Roman"/>
          <w:sz w:val="26"/>
          <w:szCs w:val="26"/>
        </w:rPr>
        <w:t xml:space="preserve"> о назначении выездной проверки и с полномочиями проводящих выездную проверку лиц, а также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 ее проведения.</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sz w:val="26"/>
          <w:szCs w:val="26"/>
        </w:rPr>
        <w:t>Организация и проведение внеплановой проверки</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3.18.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3.19. Основанием для проведения внеплановой проверки является: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2) поступление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86554" w:rsidRPr="00CD7AF0" w:rsidRDefault="00D86554" w:rsidP="009D1629">
      <w:pPr>
        <w:ind w:firstLine="709"/>
        <w:rPr>
          <w:rFonts w:ascii="Times New Roman" w:hAnsi="Times New Roman"/>
          <w:sz w:val="26"/>
          <w:szCs w:val="26"/>
        </w:rPr>
      </w:pPr>
      <w:r w:rsidRPr="009D1629">
        <w:rPr>
          <w:rFonts w:ascii="Times New Roman" w:hAnsi="Times New Roman"/>
          <w:sz w:val="26"/>
          <w:szCs w:val="26"/>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7" w:history="1">
        <w:r w:rsidRPr="00CD7AF0">
          <w:rPr>
            <w:rStyle w:val="Hyperlink"/>
            <w:rFonts w:ascii="Times New Roman" w:hAnsi="Times New Roman"/>
            <w:color w:val="auto"/>
            <w:sz w:val="26"/>
            <w:szCs w:val="26"/>
          </w:rPr>
          <w:t>чрезвычайных</w:t>
        </w:r>
      </w:hyperlink>
      <w:r w:rsidRPr="00CD7AF0">
        <w:rPr>
          <w:rFonts w:ascii="Times New Roman" w:hAnsi="Times New Roman"/>
          <w:sz w:val="26"/>
          <w:szCs w:val="26"/>
        </w:rPr>
        <w:t xml:space="preserve"> ситуаций природного и </w:t>
      </w:r>
      <w:hyperlink r:id="rId18" w:history="1">
        <w:r w:rsidRPr="00CD7AF0">
          <w:rPr>
            <w:rStyle w:val="Hyperlink"/>
            <w:rFonts w:ascii="Times New Roman" w:hAnsi="Times New Roman"/>
            <w:color w:val="auto"/>
            <w:sz w:val="26"/>
            <w:szCs w:val="26"/>
          </w:rPr>
          <w:t>техногенного</w:t>
        </w:r>
      </w:hyperlink>
      <w:r w:rsidRPr="00CD7AF0">
        <w:rPr>
          <w:rFonts w:ascii="Times New Roman" w:hAnsi="Times New Roman"/>
          <w:sz w:val="26"/>
          <w:szCs w:val="26"/>
        </w:rPr>
        <w:t xml:space="preserve"> характера;</w:t>
      </w:r>
    </w:p>
    <w:p w:rsidR="00D86554" w:rsidRPr="00CD7AF0" w:rsidRDefault="00D86554" w:rsidP="009D1629">
      <w:pPr>
        <w:ind w:firstLine="709"/>
        <w:rPr>
          <w:rFonts w:ascii="Times New Roman" w:hAnsi="Times New Roman"/>
          <w:sz w:val="26"/>
          <w:szCs w:val="26"/>
        </w:rPr>
      </w:pPr>
      <w:r w:rsidRPr="00CD7AF0">
        <w:rPr>
          <w:rFonts w:ascii="Times New Roman" w:hAnsi="Times New Roman"/>
          <w:sz w:val="26"/>
          <w:szCs w:val="26"/>
        </w:rPr>
        <w:t xml:space="preserve">б) причинение вреда жизни, здоровью граждан, вреда животным, растениям, </w:t>
      </w:r>
      <w:hyperlink r:id="rId19" w:history="1">
        <w:r w:rsidRPr="00CD7AF0">
          <w:rPr>
            <w:rStyle w:val="Hyperlink"/>
            <w:rFonts w:ascii="Times New Roman" w:hAnsi="Times New Roman"/>
            <w:color w:val="auto"/>
            <w:sz w:val="26"/>
            <w:szCs w:val="26"/>
          </w:rPr>
          <w:t>окружающей среде</w:t>
        </w:r>
      </w:hyperlink>
      <w:r w:rsidRPr="00CD7AF0">
        <w:rPr>
          <w:rFonts w:ascii="Times New Roman" w:hAnsi="Times New Roman"/>
          <w:sz w:val="26"/>
          <w:szCs w:val="26"/>
        </w:rPr>
        <w:t xml:space="preserve">, </w:t>
      </w:r>
      <w:hyperlink r:id="rId20" w:history="1">
        <w:r w:rsidRPr="00CD7AF0">
          <w:rPr>
            <w:rStyle w:val="Hyperlink"/>
            <w:rFonts w:ascii="Times New Roman" w:hAnsi="Times New Roman"/>
            <w:color w:val="auto"/>
            <w:sz w:val="26"/>
            <w:szCs w:val="26"/>
          </w:rPr>
          <w:t>объектам культурного наследия</w:t>
        </w:r>
      </w:hyperlink>
      <w:r w:rsidRPr="00CD7AF0">
        <w:rPr>
          <w:rFonts w:ascii="Times New Roman" w:hAnsi="Times New Roman"/>
          <w:sz w:val="26"/>
          <w:szCs w:val="26"/>
        </w:rPr>
        <w:t xml:space="preserve"> </w:t>
      </w:r>
      <w:hyperlink r:id="rId21" w:history="1">
        <w:r w:rsidRPr="00CD7AF0">
          <w:rPr>
            <w:rStyle w:val="Hyperlink"/>
            <w:rFonts w:ascii="Times New Roman" w:hAnsi="Times New Roman"/>
            <w:color w:val="auto"/>
            <w:sz w:val="26"/>
            <w:szCs w:val="26"/>
          </w:rPr>
          <w:t>(памятникам истории и культуры)</w:t>
        </w:r>
      </w:hyperlink>
      <w:r w:rsidRPr="00CD7AF0">
        <w:rPr>
          <w:rFonts w:ascii="Times New Roman" w:hAnsi="Times New Roman"/>
          <w:sz w:val="26"/>
          <w:szCs w:val="26"/>
        </w:rPr>
        <w:t xml:space="preserve"> народов Российской Федерации, безопасности государства, а также возникновение </w:t>
      </w:r>
      <w:hyperlink r:id="rId22" w:history="1">
        <w:r w:rsidRPr="00CD7AF0">
          <w:rPr>
            <w:rStyle w:val="Hyperlink"/>
            <w:rFonts w:ascii="Times New Roman" w:hAnsi="Times New Roman"/>
            <w:color w:val="auto"/>
            <w:sz w:val="26"/>
            <w:szCs w:val="26"/>
          </w:rPr>
          <w:t>чрезвычайных</w:t>
        </w:r>
      </w:hyperlink>
      <w:r w:rsidRPr="00CD7AF0">
        <w:rPr>
          <w:rFonts w:ascii="Times New Roman" w:hAnsi="Times New Roman"/>
          <w:sz w:val="26"/>
          <w:szCs w:val="26"/>
        </w:rPr>
        <w:t xml:space="preserve"> ситуаций природного и </w:t>
      </w:r>
      <w:hyperlink r:id="rId23" w:history="1">
        <w:r w:rsidRPr="00CD7AF0">
          <w:rPr>
            <w:rStyle w:val="Hyperlink"/>
            <w:rFonts w:ascii="Times New Roman" w:hAnsi="Times New Roman"/>
            <w:color w:val="auto"/>
            <w:sz w:val="26"/>
            <w:szCs w:val="26"/>
          </w:rPr>
          <w:t>техногенного</w:t>
        </w:r>
      </w:hyperlink>
      <w:r w:rsidRPr="00CD7AF0">
        <w:rPr>
          <w:rFonts w:ascii="Times New Roman" w:hAnsi="Times New Roman"/>
          <w:sz w:val="26"/>
          <w:szCs w:val="26"/>
        </w:rPr>
        <w:t xml:space="preserve"> характера;</w:t>
      </w:r>
    </w:p>
    <w:p w:rsidR="00D86554" w:rsidRDefault="00D86554" w:rsidP="009D1629">
      <w:pPr>
        <w:ind w:firstLine="709"/>
        <w:rPr>
          <w:rFonts w:ascii="Times New Roman" w:hAnsi="Times New Roman"/>
          <w:sz w:val="26"/>
          <w:szCs w:val="26"/>
        </w:rPr>
      </w:pPr>
      <w:r w:rsidRPr="00CD7AF0">
        <w:rPr>
          <w:rFonts w:ascii="Times New Roman" w:hAnsi="Times New Roman"/>
          <w:sz w:val="26"/>
          <w:szCs w:val="26"/>
        </w:rPr>
        <w:t>в) нарушение прав потребителей (в случае обращения г</w:t>
      </w:r>
      <w:r>
        <w:rPr>
          <w:rFonts w:ascii="Times New Roman" w:hAnsi="Times New Roman"/>
          <w:sz w:val="26"/>
          <w:szCs w:val="26"/>
        </w:rPr>
        <w:t>раждан, права которых нарушены);</w:t>
      </w:r>
    </w:p>
    <w:p w:rsidR="00D86554" w:rsidRPr="00AC06FA" w:rsidRDefault="00D86554" w:rsidP="00AC06FA">
      <w:pPr>
        <w:pStyle w:val="ConsPlusNormal"/>
        <w:ind w:firstLine="709"/>
        <w:jc w:val="both"/>
        <w:rPr>
          <w:rFonts w:ascii="Times New Roman" w:hAnsi="Times New Roman" w:cs="Times New Roman"/>
          <w:sz w:val="26"/>
          <w:szCs w:val="26"/>
        </w:rPr>
      </w:pPr>
      <w:r w:rsidRPr="00AC06FA">
        <w:rPr>
          <w:rFonts w:ascii="Times New Roman" w:hAnsi="Times New Roman" w:cs="Times New Roman"/>
          <w:sz w:val="26"/>
          <w:szCs w:val="26"/>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86554" w:rsidRPr="00CD7AF0" w:rsidRDefault="00D86554" w:rsidP="009D1629">
      <w:pPr>
        <w:autoSpaceDE w:val="0"/>
        <w:autoSpaceDN w:val="0"/>
        <w:adjustRightInd w:val="0"/>
        <w:ind w:firstLine="709"/>
        <w:rPr>
          <w:rFonts w:ascii="Times New Roman" w:hAnsi="Times New Roman"/>
          <w:sz w:val="26"/>
          <w:szCs w:val="26"/>
        </w:rPr>
      </w:pPr>
      <w:r w:rsidRPr="00CD7AF0">
        <w:rPr>
          <w:rFonts w:ascii="Times New Roman" w:hAnsi="Times New Roman"/>
          <w:sz w:val="26"/>
          <w:szCs w:val="26"/>
        </w:rPr>
        <w:t xml:space="preserve">3.20. Обращения и заявления, не позволяющие установить лицо, обратившееся в администрацию поселения, а также обращения и заявления, не содержащие информацию о фактах, указанных в </w:t>
      </w:r>
      <w:hyperlink r:id="rId24" w:history="1">
        <w:r w:rsidRPr="00CD7AF0">
          <w:rPr>
            <w:rFonts w:ascii="Times New Roman" w:hAnsi="Times New Roman"/>
            <w:sz w:val="26"/>
            <w:szCs w:val="26"/>
          </w:rPr>
          <w:t>пункте 3</w:t>
        </w:r>
      </w:hyperlink>
      <w:r w:rsidRPr="00CD7AF0">
        <w:rPr>
          <w:rFonts w:ascii="Times New Roman" w:hAnsi="Times New Roman"/>
          <w:sz w:val="26"/>
          <w:szCs w:val="26"/>
        </w:rPr>
        <w:t>.19 настоящего Административного регламента, не могут служить основанием для проведения внеплановой проверки.</w:t>
      </w:r>
    </w:p>
    <w:p w:rsidR="00D86554" w:rsidRPr="009D1629" w:rsidRDefault="00D86554" w:rsidP="009D1629">
      <w:pPr>
        <w:ind w:firstLine="709"/>
        <w:rPr>
          <w:rFonts w:ascii="Times New Roman" w:hAnsi="Times New Roman"/>
          <w:sz w:val="26"/>
          <w:szCs w:val="26"/>
        </w:rPr>
      </w:pPr>
      <w:r w:rsidRPr="00CD7AF0">
        <w:rPr>
          <w:rFonts w:ascii="Times New Roman" w:hAnsi="Times New Roman"/>
          <w:sz w:val="26"/>
          <w:szCs w:val="26"/>
        </w:rPr>
        <w:t xml:space="preserve">3.21. Внеплановая проверка проводится в форме документарной и (или) выездной проверки в порядке, установленном </w:t>
      </w:r>
      <w:hyperlink r:id="rId25" w:history="1">
        <w:r w:rsidRPr="00CD7AF0">
          <w:rPr>
            <w:rStyle w:val="Hyperlink"/>
            <w:rFonts w:ascii="Times New Roman" w:hAnsi="Times New Roman"/>
            <w:color w:val="auto"/>
            <w:sz w:val="26"/>
            <w:szCs w:val="26"/>
          </w:rPr>
          <w:t>статьями 11</w:t>
        </w:r>
      </w:hyperlink>
      <w:r w:rsidRPr="00CD7AF0">
        <w:rPr>
          <w:rFonts w:ascii="Times New Roman" w:hAnsi="Times New Roman"/>
          <w:sz w:val="26"/>
          <w:szCs w:val="26"/>
        </w:rPr>
        <w:t xml:space="preserve"> и </w:t>
      </w:r>
      <w:hyperlink r:id="rId26" w:history="1">
        <w:r w:rsidRPr="00CD7AF0">
          <w:rPr>
            <w:rStyle w:val="Hyperlink"/>
            <w:rFonts w:ascii="Times New Roman" w:hAnsi="Times New Roman"/>
            <w:color w:val="auto"/>
            <w:sz w:val="26"/>
            <w:szCs w:val="26"/>
          </w:rPr>
          <w:t>12</w:t>
        </w:r>
      </w:hyperlink>
      <w:r w:rsidRPr="00CD7AF0">
        <w:rPr>
          <w:rFonts w:ascii="Times New Roman" w:hAnsi="Times New Roman"/>
          <w:sz w:val="26"/>
          <w:szCs w:val="26"/>
        </w:rPr>
        <w:t xml:space="preserve"> Фе</w:t>
      </w:r>
      <w:r w:rsidRPr="009D1629">
        <w:rPr>
          <w:rFonts w:ascii="Times New Roman" w:hAnsi="Times New Roman"/>
          <w:sz w:val="26"/>
          <w:szCs w:val="26"/>
        </w:rPr>
        <w:t>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Внеплановая проверка юридических лиц, индивидуальных предпринимателей может быть проведена по основаниям, указанным в </w:t>
      </w:r>
      <w:hyperlink r:id="rId27" w:history="1">
        <w:r w:rsidRPr="009D1629">
          <w:rPr>
            <w:rStyle w:val="Hyperlink"/>
            <w:rFonts w:ascii="Times New Roman" w:hAnsi="Times New Roman"/>
            <w:sz w:val="26"/>
            <w:szCs w:val="26"/>
          </w:rPr>
          <w:t>абзацах «а»</w:t>
        </w:r>
      </w:hyperlink>
      <w:r w:rsidRPr="009D1629">
        <w:rPr>
          <w:rFonts w:ascii="Times New Roman" w:hAnsi="Times New Roman"/>
          <w:sz w:val="26"/>
          <w:szCs w:val="26"/>
        </w:rPr>
        <w:t xml:space="preserve">, </w:t>
      </w:r>
      <w:hyperlink r:id="rId28" w:history="1">
        <w:r w:rsidRPr="009D1629">
          <w:rPr>
            <w:rStyle w:val="Hyperlink"/>
            <w:rFonts w:ascii="Times New Roman" w:hAnsi="Times New Roman"/>
            <w:sz w:val="26"/>
            <w:szCs w:val="26"/>
          </w:rPr>
          <w:t>«б» подпункта 2 пункта 3.1</w:t>
        </w:r>
      </w:hyperlink>
      <w:r w:rsidRPr="009D1629">
        <w:rPr>
          <w:rFonts w:ascii="Times New Roman" w:hAnsi="Times New Roman"/>
          <w:sz w:val="26"/>
          <w:szCs w:val="26"/>
        </w:rPr>
        <w:t>9 настоящего Административного регламента после согласования с органом прокуратуры по месту осуществления деятельности таких юридических лиц, индивидуальных предпринимателей.</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3.22. Заявление о согласовании администрацией поселения с органами прокуратуры проведения внеплановой выездной проверки юридического лица, индивидуального предпринимателя составляется в соответствии с типовой формой, установленной уполномоченным Правительством Российской Федерации федеральным органом исполнительной власти.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Согласование администрацией поселения с органом прокуратуры проведения внеплановой выездной проверки юридического лица, индивидуального предпринимателя осуществляется в порядке, установленном приказом Генерального прокурора Российской Федерации.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3.23. В день подписания распоряжения главой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о проведении внеплановой выездной проверки юридического лица, индивидуального предпринимателя в це</w:t>
      </w:r>
      <w:r>
        <w:rPr>
          <w:rFonts w:ascii="Times New Roman" w:hAnsi="Times New Roman"/>
          <w:sz w:val="26"/>
          <w:szCs w:val="26"/>
        </w:rPr>
        <w:t>лях согласования ее проведения А</w:t>
      </w:r>
      <w:r w:rsidRPr="009D1629">
        <w:rPr>
          <w:rFonts w:ascii="Times New Roman" w:hAnsi="Times New Roman"/>
          <w:sz w:val="26"/>
          <w:szCs w:val="26"/>
        </w:rPr>
        <w:t xml:space="preserve">дминистрация поселения представляет либо направляет заказным почтовым отправлением с уведомлением о вручении или в форме электронного документа, подписанного </w:t>
      </w:r>
      <w:r>
        <w:rPr>
          <w:rFonts w:ascii="Times New Roman" w:hAnsi="Times New Roman"/>
          <w:sz w:val="26"/>
          <w:szCs w:val="26"/>
        </w:rPr>
        <w:t xml:space="preserve">усиленной квалифицированной </w:t>
      </w:r>
      <w:r w:rsidRPr="009D1629">
        <w:rPr>
          <w:rFonts w:ascii="Times New Roman" w:hAnsi="Times New Roman"/>
          <w:sz w:val="26"/>
          <w:szCs w:val="26"/>
        </w:rPr>
        <w:t xml:space="preserve">электронной цифровой подписью, в органы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главы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о проведении внеплановой выездной проверке и документы, которые содержат сведения, послужившие основанием ее проведения.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3.24. Если основанием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w:t>
      </w:r>
      <w:r>
        <w:rPr>
          <w:rFonts w:ascii="Times New Roman" w:hAnsi="Times New Roman"/>
          <w:sz w:val="26"/>
          <w:szCs w:val="26"/>
        </w:rPr>
        <w:t>мостью принятия неотложных мер А</w:t>
      </w:r>
      <w:r w:rsidRPr="009D1629">
        <w:rPr>
          <w:rFonts w:ascii="Times New Roman" w:hAnsi="Times New Roman"/>
          <w:sz w:val="26"/>
          <w:szCs w:val="26"/>
        </w:rPr>
        <w:t xml:space="preserve">дминистрация поселения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29" w:history="1">
        <w:r w:rsidRPr="009D1629">
          <w:rPr>
            <w:rStyle w:val="Hyperlink"/>
            <w:rFonts w:ascii="Times New Roman" w:hAnsi="Times New Roman"/>
            <w:sz w:val="26"/>
            <w:szCs w:val="26"/>
          </w:rPr>
          <w:t>частями 6</w:t>
        </w:r>
      </w:hyperlink>
      <w:r w:rsidRPr="009D1629">
        <w:rPr>
          <w:rFonts w:ascii="Times New Roman" w:hAnsi="Times New Roman"/>
          <w:sz w:val="26"/>
          <w:szCs w:val="26"/>
        </w:rPr>
        <w:t xml:space="preserve"> и </w:t>
      </w:r>
      <w:hyperlink r:id="rId30" w:history="1">
        <w:r w:rsidRPr="009D1629">
          <w:rPr>
            <w:rStyle w:val="Hyperlink"/>
            <w:rFonts w:ascii="Times New Roman" w:hAnsi="Times New Roman"/>
            <w:sz w:val="26"/>
            <w:szCs w:val="26"/>
          </w:rPr>
          <w:t>7 статьи 10</w:t>
        </w:r>
      </w:hyperlink>
      <w:r w:rsidRPr="009D1629">
        <w:rPr>
          <w:rFonts w:ascii="Times New Roman" w:hAnsi="Times New Roman"/>
          <w:sz w:val="26"/>
          <w:szCs w:val="26"/>
        </w:rPr>
        <w:t xml:space="preserve"> Феде</w:t>
      </w:r>
      <w:r>
        <w:rPr>
          <w:rFonts w:ascii="Times New Roman" w:hAnsi="Times New Roman"/>
          <w:sz w:val="26"/>
          <w:szCs w:val="26"/>
        </w:rPr>
        <w:t>рального закона от 26.12.2008 № </w:t>
      </w:r>
      <w:r w:rsidRPr="009D1629">
        <w:rPr>
          <w:rFonts w:ascii="Times New Roman" w:hAnsi="Times New Roman"/>
          <w:sz w:val="26"/>
          <w:szCs w:val="26"/>
        </w:rPr>
        <w:t xml:space="preserve">294-ФЗ </w:t>
      </w:r>
      <w:r>
        <w:rPr>
          <w:rFonts w:ascii="Times New Roman" w:hAnsi="Times New Roman"/>
          <w:sz w:val="26"/>
          <w:szCs w:val="26"/>
        </w:rPr>
        <w:t>«</w:t>
      </w:r>
      <w:r w:rsidRPr="009D1629">
        <w:rPr>
          <w:rFonts w:ascii="Times New Roman" w:hAnsi="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6"/>
          <w:szCs w:val="26"/>
        </w:rPr>
        <w:t>»</w:t>
      </w:r>
      <w:r w:rsidRPr="009D1629">
        <w:rPr>
          <w:rFonts w:ascii="Times New Roman" w:hAnsi="Times New Roman"/>
          <w:sz w:val="26"/>
          <w:szCs w:val="26"/>
        </w:rPr>
        <w:t>, в органы прокуратуры в течение двадцати четырех часов.</w:t>
      </w:r>
    </w:p>
    <w:p w:rsidR="00D86554" w:rsidRDefault="00D86554" w:rsidP="009D1629">
      <w:pPr>
        <w:ind w:firstLine="709"/>
        <w:rPr>
          <w:rFonts w:ascii="Times New Roman" w:hAnsi="Times New Roman"/>
          <w:sz w:val="26"/>
          <w:szCs w:val="26"/>
        </w:rPr>
      </w:pPr>
      <w:r w:rsidRPr="009D1629">
        <w:rPr>
          <w:rFonts w:ascii="Times New Roman" w:hAnsi="Times New Roman"/>
          <w:sz w:val="26"/>
          <w:szCs w:val="26"/>
        </w:rPr>
        <w:t>3.25. О проведении внеплановой выездной проверки юридическое лицо, индивидуальный предприниматель уведомляются администрацией поселения не менее чем за двадцать четыре часа до начала ее проведения любым доступным способом за исключением внеплановой выездной проверки, основания проведения которой указаны в под</w:t>
      </w:r>
      <w:hyperlink r:id="rId31" w:history="1">
        <w:r w:rsidRPr="009D1629">
          <w:rPr>
            <w:rFonts w:ascii="Times New Roman" w:hAnsi="Times New Roman"/>
            <w:sz w:val="26"/>
            <w:szCs w:val="26"/>
          </w:rPr>
          <w:t>пункте 2 пункта</w:t>
        </w:r>
      </w:hyperlink>
      <w:r w:rsidRPr="009D1629">
        <w:rPr>
          <w:rFonts w:ascii="Times New Roman" w:hAnsi="Times New Roman"/>
          <w:sz w:val="26"/>
          <w:szCs w:val="26"/>
        </w:rPr>
        <w:t xml:space="preserve"> 3.19 настоящего Административного регламента.</w:t>
      </w:r>
    </w:p>
    <w:p w:rsidR="00D86554" w:rsidRDefault="00D86554" w:rsidP="009D1629">
      <w:pPr>
        <w:ind w:firstLine="709"/>
        <w:rPr>
          <w:rFonts w:ascii="Times New Roman" w:hAnsi="Times New Roman"/>
          <w:sz w:val="26"/>
          <w:szCs w:val="26"/>
        </w:rPr>
      </w:pPr>
      <w:r w:rsidRPr="00BD69C2">
        <w:rPr>
          <w:rFonts w:ascii="Times New Roman" w:hAnsi="Times New Roman"/>
          <w:sz w:val="26"/>
          <w:szCs w:val="26"/>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86554" w:rsidRDefault="00D86554" w:rsidP="00BD69C2">
      <w:pPr>
        <w:ind w:firstLine="709"/>
        <w:rPr>
          <w:rFonts w:ascii="Times New Roman" w:hAnsi="Times New Roman"/>
          <w:sz w:val="26"/>
          <w:szCs w:val="26"/>
        </w:rPr>
      </w:pPr>
      <w:r>
        <w:rPr>
          <w:rFonts w:ascii="Times New Roman" w:hAnsi="Times New Roman"/>
          <w:sz w:val="26"/>
          <w:szCs w:val="26"/>
        </w:rPr>
        <w:t>3.26. Возможность приостановления муниципальной функции законодательством Российской Федерации не предусмотрена.</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sz w:val="26"/>
          <w:szCs w:val="26"/>
        </w:rPr>
        <w:t>Оформление результатов проверки, в том числе выдача предписаний об устранении выявленных нарушений в случае их выявления</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w:t>
      </w:r>
      <w:r>
        <w:rPr>
          <w:rFonts w:ascii="Times New Roman" w:hAnsi="Times New Roman"/>
          <w:sz w:val="26"/>
          <w:szCs w:val="26"/>
        </w:rPr>
        <w:t>27</w:t>
      </w:r>
      <w:r w:rsidRPr="009D1629">
        <w:rPr>
          <w:rFonts w:ascii="Times New Roman" w:hAnsi="Times New Roman"/>
          <w:sz w:val="26"/>
          <w:szCs w:val="26"/>
        </w:rPr>
        <w:t xml:space="preserve">. Результатом проверки является составление акта в соответствии с типовой </w:t>
      </w:r>
      <w:hyperlink r:id="rId32" w:history="1">
        <w:r w:rsidRPr="00CD7AF0">
          <w:rPr>
            <w:rStyle w:val="Hyperlink"/>
            <w:rFonts w:ascii="Times New Roman" w:hAnsi="Times New Roman"/>
            <w:color w:val="auto"/>
            <w:sz w:val="26"/>
            <w:szCs w:val="26"/>
          </w:rPr>
          <w:t>формой</w:t>
        </w:r>
      </w:hyperlink>
      <w:r w:rsidRPr="009D1629">
        <w:rPr>
          <w:rFonts w:ascii="Times New Roman" w:hAnsi="Times New Roman"/>
          <w:sz w:val="26"/>
          <w:szCs w:val="26"/>
        </w:rPr>
        <w:t>, установленной приказом Минэкономразвития РФ от 30.04.2009 №</w:t>
      </w:r>
      <w:r>
        <w:rPr>
          <w:rFonts w:ascii="Times New Roman" w:hAnsi="Times New Roman"/>
          <w:sz w:val="26"/>
          <w:szCs w:val="26"/>
        </w:rPr>
        <w:t> </w:t>
      </w:r>
      <w:r w:rsidRPr="009D1629">
        <w:rPr>
          <w:rFonts w:ascii="Times New Roman" w:hAnsi="Times New Roman"/>
          <w:sz w:val="26"/>
          <w:szCs w:val="26"/>
        </w:rPr>
        <w:t>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В акте проверки указываются: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 дата, время и место составления акта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2) наименование органа муниципального контроля;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 дата и номер распоряжения о проведении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4) фамилия, имя, отчество должностного лица или должностных лиц, проводивших проверку;</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6) дата, время, продолжительность и место проведения проверки;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присутствовавших при проведении проверки, индивидуального предпринимателя или уполномоченного представителя индивидуального предпринимателя,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или индивидуального предпринимателя указанного журнала;</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9) подписи должностного лица или должностных лиц, проводивших проверку.</w:t>
      </w:r>
    </w:p>
    <w:p w:rsidR="00D86554" w:rsidRPr="009D1629" w:rsidRDefault="00D86554" w:rsidP="009D1629">
      <w:pPr>
        <w:pStyle w:val="ConsPlusNormal"/>
        <w:ind w:firstLine="709"/>
        <w:jc w:val="both"/>
        <w:rPr>
          <w:rFonts w:ascii="Times New Roman" w:hAnsi="Times New Roman" w:cs="Times New Roman"/>
          <w:sz w:val="26"/>
          <w:szCs w:val="26"/>
        </w:rPr>
      </w:pPr>
      <w:r w:rsidRPr="009D1629">
        <w:rPr>
          <w:rFonts w:ascii="Times New Roman" w:hAnsi="Times New Roman" w:cs="Times New Roman"/>
          <w:sz w:val="26"/>
          <w:szCs w:val="26"/>
        </w:rPr>
        <w:t>3.2</w:t>
      </w:r>
      <w:r>
        <w:rPr>
          <w:rFonts w:ascii="Times New Roman" w:hAnsi="Times New Roman" w:cs="Times New Roman"/>
          <w:sz w:val="26"/>
          <w:szCs w:val="26"/>
        </w:rPr>
        <w:t>8</w:t>
      </w:r>
      <w:r w:rsidRPr="009D1629">
        <w:rPr>
          <w:rFonts w:ascii="Times New Roman" w:hAnsi="Times New Roman" w:cs="Times New Roman"/>
          <w:sz w:val="26"/>
          <w:szCs w:val="26"/>
        </w:rPr>
        <w:t>.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D86554" w:rsidRPr="009D1629" w:rsidRDefault="00D86554" w:rsidP="009D1629">
      <w:pPr>
        <w:pStyle w:val="ConsPlusNormal"/>
        <w:ind w:firstLine="709"/>
        <w:jc w:val="both"/>
        <w:rPr>
          <w:rFonts w:ascii="Times New Roman" w:hAnsi="Times New Roman" w:cs="Times New Roman"/>
          <w:sz w:val="26"/>
          <w:szCs w:val="26"/>
        </w:rPr>
      </w:pPr>
      <w:r w:rsidRPr="009D1629">
        <w:rPr>
          <w:rFonts w:ascii="Times New Roman" w:hAnsi="Times New Roman" w:cs="Times New Roman"/>
          <w:sz w:val="26"/>
          <w:szCs w:val="26"/>
        </w:rPr>
        <w:t>3.2</w:t>
      </w:r>
      <w:r>
        <w:rPr>
          <w:rFonts w:ascii="Times New Roman" w:hAnsi="Times New Roman" w:cs="Times New Roman"/>
          <w:sz w:val="26"/>
          <w:szCs w:val="26"/>
        </w:rPr>
        <w:t>9</w:t>
      </w:r>
      <w:r w:rsidRPr="009D1629">
        <w:rPr>
          <w:rFonts w:ascii="Times New Roman" w:hAnsi="Times New Roman" w:cs="Times New Roman"/>
          <w:sz w:val="26"/>
          <w:szCs w:val="26"/>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w:t>
      </w:r>
      <w:r>
        <w:rPr>
          <w:rFonts w:ascii="Times New Roman" w:hAnsi="Times New Roman"/>
          <w:sz w:val="26"/>
          <w:szCs w:val="26"/>
        </w:rPr>
        <w:t>30</w:t>
      </w:r>
      <w:r w:rsidRPr="009D1629">
        <w:rPr>
          <w:rFonts w:ascii="Times New Roman" w:hAnsi="Times New Roman"/>
          <w:sz w:val="26"/>
          <w:szCs w:val="26"/>
        </w:rPr>
        <w:t>.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организации, индивидуальному предпринимателю под расписку либо направляется заказным почтовым отправлением с уведомлением о вручении, которое приобщается к экземпляру акт</w:t>
      </w:r>
      <w:r>
        <w:rPr>
          <w:rFonts w:ascii="Times New Roman" w:hAnsi="Times New Roman"/>
          <w:sz w:val="26"/>
          <w:szCs w:val="26"/>
        </w:rPr>
        <w:t>а проверки, хранящемуся в деле А</w:t>
      </w:r>
      <w:r w:rsidRPr="009D1629">
        <w:rPr>
          <w:rFonts w:ascii="Times New Roman" w:hAnsi="Times New Roman"/>
          <w:sz w:val="26"/>
          <w:szCs w:val="26"/>
        </w:rPr>
        <w:t>дминистрации поселения.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1</w:t>
      </w:r>
      <w:r w:rsidRPr="009D1629">
        <w:rPr>
          <w:rFonts w:ascii="Times New Roman" w:hAnsi="Times New Roman"/>
          <w:sz w:val="26"/>
          <w:szCs w:val="26"/>
        </w:rPr>
        <w:t>.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w:t>
      </w:r>
    </w:p>
    <w:p w:rsidR="00D86554" w:rsidRPr="009D1629" w:rsidRDefault="00D86554"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2</w:t>
      </w:r>
      <w:r w:rsidRPr="009D1629">
        <w:rPr>
          <w:rFonts w:ascii="Times New Roman" w:hAnsi="Times New Roman"/>
          <w:sz w:val="26"/>
          <w:szCs w:val="26"/>
        </w:rPr>
        <w:t>.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D86554" w:rsidRPr="009D1629" w:rsidRDefault="00D86554" w:rsidP="009D1629">
      <w:pPr>
        <w:widowControl w:val="0"/>
        <w:autoSpaceDE w:val="0"/>
        <w:autoSpaceDN w:val="0"/>
        <w:adjustRightInd w:val="0"/>
        <w:ind w:firstLine="709"/>
        <w:rPr>
          <w:rFonts w:ascii="Times New Roman" w:hAnsi="Times New Roman"/>
          <w:b/>
          <w:sz w:val="26"/>
          <w:szCs w:val="26"/>
        </w:rPr>
      </w:pPr>
      <w:r w:rsidRPr="009D1629">
        <w:rPr>
          <w:rFonts w:ascii="Times New Roman" w:hAnsi="Times New Roman"/>
          <w:sz w:val="26"/>
          <w:szCs w:val="26"/>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w:t>
      </w:r>
      <w:hyperlink r:id="rId33" w:history="1">
        <w:r w:rsidRPr="009D1629">
          <w:rPr>
            <w:rFonts w:ascii="Times New Roman" w:hAnsi="Times New Roman"/>
            <w:sz w:val="26"/>
            <w:szCs w:val="26"/>
          </w:rPr>
          <w:t>техногенного</w:t>
        </w:r>
      </w:hyperlink>
      <w:r w:rsidRPr="009D1629">
        <w:rPr>
          <w:rFonts w:ascii="Times New Roman" w:hAnsi="Times New Roman"/>
          <w:sz w:val="26"/>
          <w:szCs w:val="26"/>
        </w:rPr>
        <w:t xml:space="preserve"> характера, а также меры по привлечению лиц, допустивших выявленные нарушения, к ответственности.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34" w:history="1">
        <w:r w:rsidRPr="009D1629">
          <w:rPr>
            <w:rFonts w:ascii="Times New Roman" w:hAnsi="Times New Roman"/>
            <w:sz w:val="26"/>
            <w:szCs w:val="26"/>
          </w:rPr>
          <w:t>Кодексом</w:t>
        </w:r>
      </w:hyperlink>
      <w:r w:rsidRPr="009D1629">
        <w:rPr>
          <w:rFonts w:ascii="Times New Roman" w:hAnsi="Times New Roman"/>
          <w:sz w:val="26"/>
          <w:szCs w:val="26"/>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sz w:val="26"/>
          <w:szCs w:val="26"/>
        </w:rPr>
        <w:t>Контроль за исполнением выданных предписаний и принятие мер по результатам проверки</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3</w:t>
      </w:r>
      <w:r w:rsidRPr="009D1629">
        <w:rPr>
          <w:rFonts w:ascii="Times New Roman" w:hAnsi="Times New Roman"/>
          <w:sz w:val="26"/>
          <w:szCs w:val="26"/>
        </w:rPr>
        <w:t>. У</w:t>
      </w:r>
      <w:r>
        <w:rPr>
          <w:rFonts w:ascii="Times New Roman" w:hAnsi="Times New Roman"/>
          <w:sz w:val="26"/>
          <w:szCs w:val="26"/>
        </w:rPr>
        <w:t>полномоченное должностное лицо А</w:t>
      </w:r>
      <w:r w:rsidRPr="009D1629">
        <w:rPr>
          <w:rFonts w:ascii="Times New Roman" w:hAnsi="Times New Roman"/>
          <w:sz w:val="26"/>
          <w:szCs w:val="26"/>
        </w:rPr>
        <w:t>дминистрации поселения вносит в журнал актов проверок информацию о вынесенном предписании и осуществляет контроль за исполнением предписания.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4. Должностное лицо А</w:t>
      </w:r>
      <w:r w:rsidRPr="009D1629">
        <w:rPr>
          <w:rFonts w:ascii="Times New Roman" w:hAnsi="Times New Roman"/>
          <w:sz w:val="26"/>
          <w:szCs w:val="26"/>
        </w:rPr>
        <w:t>дминистрации поселения рассматривает в течение 3 (трех) рабочих дней поступившие документы во исполнение предписания.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5</w:t>
      </w:r>
      <w:r w:rsidRPr="009D1629">
        <w:rPr>
          <w:rFonts w:ascii="Times New Roman" w:hAnsi="Times New Roman"/>
          <w:sz w:val="26"/>
          <w:szCs w:val="26"/>
        </w:rPr>
        <w:t xml:space="preserve">. В случае если по истечении срока устранения нарушения, указанного в предписании, нарушения </w:t>
      </w:r>
      <w:r>
        <w:rPr>
          <w:rFonts w:ascii="Times New Roman" w:hAnsi="Times New Roman"/>
          <w:sz w:val="26"/>
          <w:szCs w:val="26"/>
        </w:rPr>
        <w:t>не устранены, должностное лицо А</w:t>
      </w:r>
      <w:r w:rsidRPr="009D1629">
        <w:rPr>
          <w:rFonts w:ascii="Times New Roman" w:hAnsi="Times New Roman"/>
          <w:sz w:val="26"/>
          <w:szCs w:val="26"/>
        </w:rPr>
        <w:t>дминистрации поселения в течение 3 (трех) рабочих дней подготавливает служебную записку о необходимости проведения внеплановой проверки на предмет исполнения предписания, которая на</w:t>
      </w:r>
      <w:r>
        <w:rPr>
          <w:rFonts w:ascii="Times New Roman" w:hAnsi="Times New Roman"/>
          <w:sz w:val="26"/>
          <w:szCs w:val="26"/>
        </w:rPr>
        <w:t>правляется на подписание главе А</w:t>
      </w:r>
      <w:r w:rsidRPr="009D1629">
        <w:rPr>
          <w:rFonts w:ascii="Times New Roman" w:hAnsi="Times New Roman"/>
          <w:sz w:val="26"/>
          <w:szCs w:val="26"/>
        </w:rPr>
        <w:t>дминистрации поселения.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3.3</w:t>
      </w:r>
      <w:r>
        <w:rPr>
          <w:rFonts w:ascii="Times New Roman" w:hAnsi="Times New Roman"/>
          <w:sz w:val="26"/>
          <w:szCs w:val="26"/>
        </w:rPr>
        <w:t>6</w:t>
      </w:r>
      <w:r w:rsidRPr="009D1629">
        <w:rPr>
          <w:rFonts w:ascii="Times New Roman" w:hAnsi="Times New Roman"/>
          <w:sz w:val="26"/>
          <w:szCs w:val="26"/>
        </w:rPr>
        <w:t>. В случае выявления в ходе проверки нарушений, за которые установлена административная или уголовная ответственность, копия акта проверки направляется в орган, к компетенции которого отнесено составление протокола по делу об административном правонарушении или возбуждение уголовного дела.</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iCs/>
          <w:sz w:val="26"/>
          <w:szCs w:val="26"/>
        </w:rPr>
        <w:t>4. ПОРЯДОК И ФОРМЫ КОНТРОЛЯ ЗА ИСПОЛНЕНИЕМ МУНИЦИПАЛЬНОЙ ФУНКЦИИ</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Pr>
          <w:rFonts w:ascii="Times New Roman" w:hAnsi="Times New Roman"/>
          <w:sz w:val="26"/>
          <w:szCs w:val="26"/>
        </w:rPr>
        <w:t>4.1. Должностные лица А</w:t>
      </w:r>
      <w:r w:rsidRPr="009D1629">
        <w:rPr>
          <w:rFonts w:ascii="Times New Roman" w:hAnsi="Times New Roman"/>
          <w:sz w:val="26"/>
          <w:szCs w:val="26"/>
        </w:rPr>
        <w:t>дминистрации поселения, участвующие в исполнении муниципальной функции, несут персональную ответственность за результаты исполнения муниципальной функции в соответствии с их должностными регламентами.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4.2. Контроль исполнения муниципальной функции осуществляется посредством проведения проверок.</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4.3. Текущий контроль за в</w:t>
      </w:r>
      <w:r>
        <w:rPr>
          <w:rFonts w:ascii="Times New Roman" w:hAnsi="Times New Roman"/>
          <w:sz w:val="26"/>
          <w:szCs w:val="26"/>
        </w:rPr>
        <w:t>ыполнением должностными лицами А</w:t>
      </w:r>
      <w:r w:rsidRPr="009D1629">
        <w:rPr>
          <w:rFonts w:ascii="Times New Roman" w:hAnsi="Times New Roman"/>
          <w:sz w:val="26"/>
          <w:szCs w:val="26"/>
        </w:rPr>
        <w:t xml:space="preserve">дминистрации поселения действий, установленных настоящим Административным регламентом, осуществляется главой </w:t>
      </w:r>
      <w:r>
        <w:rPr>
          <w:rFonts w:ascii="Times New Roman" w:hAnsi="Times New Roman"/>
          <w:sz w:val="26"/>
          <w:szCs w:val="26"/>
        </w:rPr>
        <w:t>муниципального образования</w:t>
      </w:r>
      <w:r w:rsidRPr="009D1629">
        <w:rPr>
          <w:rFonts w:ascii="Times New Roman" w:hAnsi="Times New Roman"/>
          <w:sz w:val="26"/>
          <w:szCs w:val="26"/>
        </w:rPr>
        <w:t>.</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По результатам проверки даются указания по устранению выявленных нарушений и осуществляется контроль за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4.4. При проверке рассматриваются все вопросы, связанные с исполнением муниципальной функции, или вопросы, связанные с исполнением административных процедур. Проверки также могут проводиться по обращению (жалобе) заинтересованных лиц.</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4.5. Проверки могут быть плановыми (осуществляться на основании полугод</w:t>
      </w:r>
      <w:r>
        <w:rPr>
          <w:rFonts w:ascii="Times New Roman" w:hAnsi="Times New Roman"/>
          <w:sz w:val="26"/>
          <w:szCs w:val="26"/>
        </w:rPr>
        <w:t>овых или годовых планов работы А</w:t>
      </w:r>
      <w:r w:rsidRPr="009D1629">
        <w:rPr>
          <w:rFonts w:ascii="Times New Roman" w:hAnsi="Times New Roman"/>
          <w:sz w:val="26"/>
          <w:szCs w:val="26"/>
        </w:rPr>
        <w:t>дминистрации поселения) и внеплановыми (по конкретному обращению заявителя).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4.6. По результатам проверки готовится соответствующее заключение.</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4.7.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D86554" w:rsidRPr="009D1629" w:rsidRDefault="00D86554" w:rsidP="009D1629">
      <w:pPr>
        <w:pStyle w:val="Default"/>
        <w:ind w:firstLine="709"/>
        <w:jc w:val="both"/>
        <w:rPr>
          <w:color w:val="auto"/>
          <w:sz w:val="26"/>
          <w:szCs w:val="26"/>
        </w:rPr>
      </w:pPr>
      <w:r w:rsidRPr="009D1629">
        <w:rPr>
          <w:color w:val="auto"/>
          <w:sz w:val="26"/>
          <w:szCs w:val="26"/>
        </w:rPr>
        <w:t>4.8. Контроль за исполнением муниципальной функции со стороны граждан, их объединений и организаций осуществляется путем получения информации, предусмотренной настоящим Административным регламентом, а также путем обжалования действий (бездействия) должностного лица, принимаемого им решения при осуществлении муниципального контроля.</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jc w:val="center"/>
        <w:rPr>
          <w:rFonts w:ascii="Times New Roman" w:hAnsi="Times New Roman"/>
          <w:b/>
          <w:bCs/>
          <w:sz w:val="26"/>
          <w:szCs w:val="26"/>
        </w:rPr>
      </w:pPr>
      <w:r w:rsidRPr="009D1629">
        <w:rPr>
          <w:rFonts w:ascii="Times New Roman" w:hAnsi="Times New Roman"/>
          <w:b/>
          <w:bCs/>
          <w:iCs/>
          <w:sz w:val="26"/>
          <w:szCs w:val="26"/>
        </w:rPr>
        <w:t xml:space="preserve">Раздел 5. ДОСУДЕБНЫЙ (ВНЕСУДЕБНЫЙ) ПОРЯДОК ОБЖАЛОВАНИЯ РЕШЕНИЙ И ДЕЙСТВИЙ (БЕЗДЕЙСТВИЯ) АДМИНИСТРАЦИИ </w:t>
      </w:r>
      <w:r>
        <w:rPr>
          <w:rFonts w:ascii="Times New Roman" w:hAnsi="Times New Roman"/>
          <w:b/>
          <w:bCs/>
          <w:iCs/>
          <w:sz w:val="26"/>
          <w:szCs w:val="26"/>
        </w:rPr>
        <w:t>ПОСЕЛЕНИЯ</w:t>
      </w:r>
      <w:r w:rsidRPr="009D1629">
        <w:rPr>
          <w:rFonts w:ascii="Times New Roman" w:hAnsi="Times New Roman"/>
          <w:b/>
          <w:bCs/>
          <w:iCs/>
          <w:sz w:val="26"/>
          <w:szCs w:val="26"/>
        </w:rPr>
        <w:t>, А ТАКЖЕ ЕГО ДОЛЖНОСТНЫХ ЛИЦ</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5.1. Заявитель вправе обжаловать в досудебном (внесудебном) порядке действия (бездейс</w:t>
      </w:r>
      <w:r>
        <w:rPr>
          <w:rFonts w:ascii="Times New Roman" w:hAnsi="Times New Roman"/>
          <w:sz w:val="26"/>
          <w:szCs w:val="26"/>
        </w:rPr>
        <w:t>твие), решения должностных лиц А</w:t>
      </w:r>
      <w:r w:rsidRPr="009D1629">
        <w:rPr>
          <w:rFonts w:ascii="Times New Roman" w:hAnsi="Times New Roman"/>
          <w:sz w:val="26"/>
          <w:szCs w:val="26"/>
        </w:rPr>
        <w:t xml:space="preserve">дминистрации поселения, совершенные (принятые) ими при исполнении муниципальной функции и которыми, по мнению заявителя, были нарушены его права, </w:t>
      </w:r>
      <w:r>
        <w:rPr>
          <w:rFonts w:ascii="Times New Roman" w:hAnsi="Times New Roman"/>
          <w:sz w:val="26"/>
          <w:szCs w:val="26"/>
        </w:rPr>
        <w:t>свободы или законные интересы, Г</w:t>
      </w:r>
      <w:r w:rsidRPr="009D1629">
        <w:rPr>
          <w:rFonts w:ascii="Times New Roman" w:hAnsi="Times New Roman"/>
          <w:sz w:val="26"/>
          <w:szCs w:val="26"/>
        </w:rPr>
        <w:t xml:space="preserve">лаве </w:t>
      </w:r>
      <w:r>
        <w:rPr>
          <w:rFonts w:ascii="Times New Roman" w:hAnsi="Times New Roman"/>
          <w:sz w:val="26"/>
          <w:szCs w:val="26"/>
        </w:rPr>
        <w:t xml:space="preserve"> Райковского сельсовета</w:t>
      </w:r>
      <w:r w:rsidRPr="009D1629">
        <w:rPr>
          <w:rFonts w:ascii="Times New Roman" w:hAnsi="Times New Roman"/>
          <w:sz w:val="26"/>
          <w:szCs w:val="26"/>
        </w:rPr>
        <w:t>.</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5.2. Заявитель может обратиться с жалобой, в том числе в следующих случаях:</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1) нарушение срока исполнения муниципальной функции;</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2) требование документов, не предусмотренных нормативными правовыми актами Российской Федерации, нормативными правовыми актами Республики Хакасия, для исполнения муниципальной функции;</w:t>
      </w:r>
    </w:p>
    <w:p w:rsidR="00D86554" w:rsidRPr="009D1629" w:rsidRDefault="00D86554" w:rsidP="009D1629">
      <w:pPr>
        <w:ind w:firstLine="709"/>
        <w:rPr>
          <w:rFonts w:ascii="Times New Roman" w:hAnsi="Times New Roman"/>
          <w:sz w:val="26"/>
          <w:szCs w:val="26"/>
        </w:rPr>
      </w:pPr>
      <w:r>
        <w:rPr>
          <w:rFonts w:ascii="Times New Roman" w:hAnsi="Times New Roman"/>
          <w:sz w:val="26"/>
          <w:szCs w:val="26"/>
        </w:rPr>
        <w:t>3) отказ А</w:t>
      </w:r>
      <w:r w:rsidRPr="009D1629">
        <w:rPr>
          <w:rFonts w:ascii="Times New Roman" w:hAnsi="Times New Roman"/>
          <w:sz w:val="26"/>
          <w:szCs w:val="26"/>
        </w:rPr>
        <w:t>дминистрации поселения в исправлении допущенных опечаток и ошибок в результате исполнения муниципальной функции в документах либо нарушение установленного срока таких исправлений.</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5.3. Гражданин в своем письменном обращении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В случае необходимости в подтверждение своих доводов гражданин прилагает к письменному обращению документы и материалы либо их копии.</w:t>
      </w:r>
    </w:p>
    <w:p w:rsidR="00D86554" w:rsidRPr="009D1629" w:rsidRDefault="00D86554" w:rsidP="009D1629">
      <w:pPr>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При рассмотрении жалобы органом местного самоуправления или должностным лицом гражданин имеет право обращаться с просьбой об их истребовании, в том числе в электронной форме.</w:t>
      </w:r>
    </w:p>
    <w:p w:rsidR="00D86554" w:rsidRPr="009D1629" w:rsidRDefault="00D86554"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Обращение, поступившее в орган местного самоуправления или должностному лицу в форме электронного документа, подлежит рассмотрению в </w:t>
      </w:r>
      <w:hyperlink r:id="rId35" w:history="1">
        <w:r w:rsidRPr="009D1629">
          <w:rPr>
            <w:rFonts w:ascii="Times New Roman" w:hAnsi="Times New Roman"/>
            <w:sz w:val="26"/>
            <w:szCs w:val="26"/>
          </w:rPr>
          <w:t>порядке</w:t>
        </w:r>
      </w:hyperlink>
      <w:r w:rsidRPr="009D1629">
        <w:rPr>
          <w:rFonts w:ascii="Times New Roman" w:hAnsi="Times New Roman"/>
          <w:sz w:val="26"/>
          <w:szCs w:val="26"/>
        </w:rPr>
        <w:t xml:space="preserve">, установленном </w:t>
      </w:r>
      <w:hyperlink r:id="rId36" w:history="1">
        <w:r w:rsidRPr="009D1629">
          <w:rPr>
            <w:rFonts w:ascii="Times New Roman" w:hAnsi="Times New Roman"/>
            <w:iCs/>
            <w:sz w:val="26"/>
            <w:szCs w:val="26"/>
          </w:rPr>
          <w:t>ст. 10 Федерального закона от 02.05.2006 №</w:t>
        </w:r>
        <w:r>
          <w:rPr>
            <w:rFonts w:ascii="Times New Roman" w:hAnsi="Times New Roman"/>
            <w:iCs/>
            <w:sz w:val="26"/>
            <w:szCs w:val="26"/>
          </w:rPr>
          <w:t> </w:t>
        </w:r>
        <w:r w:rsidRPr="009D1629">
          <w:rPr>
            <w:rFonts w:ascii="Times New Roman" w:hAnsi="Times New Roman"/>
            <w:iCs/>
            <w:sz w:val="26"/>
            <w:szCs w:val="26"/>
          </w:rPr>
          <w:t>59-ФЗ «О порядке рассмотрения обращений граждан Российской Федерации»</w:t>
        </w:r>
      </w:hyperlink>
      <w:r w:rsidRPr="009D1629">
        <w:rPr>
          <w:rFonts w:ascii="Times New Roman" w:hAnsi="Times New Roman"/>
          <w:sz w:val="26"/>
          <w:szCs w:val="26"/>
        </w:rPr>
        <w:t>. 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5.4. Жалоба подается в письменной форме на бумажном носителе, в электронной ф</w:t>
      </w:r>
      <w:r>
        <w:rPr>
          <w:rFonts w:ascii="Times New Roman" w:hAnsi="Times New Roman"/>
          <w:sz w:val="26"/>
          <w:szCs w:val="26"/>
        </w:rPr>
        <w:t>орме Главе  Райковского сельсовета</w:t>
      </w:r>
      <w:r w:rsidRPr="009D1629">
        <w:rPr>
          <w:rFonts w:ascii="Times New Roman" w:hAnsi="Times New Roman"/>
          <w:sz w:val="26"/>
          <w:szCs w:val="26"/>
        </w:rPr>
        <w:t>.</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5.5. Жалоба может быть направлена по почте, с использованием информационно-телекоммуникационной сети Интернет, а также может быть принята при личном приеме заявителя.</w:t>
      </w:r>
    </w:p>
    <w:p w:rsidR="00D86554" w:rsidRPr="009D1629" w:rsidRDefault="00D86554" w:rsidP="009D1629">
      <w:pPr>
        <w:widowControl w:val="0"/>
        <w:autoSpaceDE w:val="0"/>
        <w:autoSpaceDN w:val="0"/>
        <w:adjustRightInd w:val="0"/>
        <w:ind w:firstLine="709"/>
        <w:outlineLvl w:val="0"/>
        <w:rPr>
          <w:rFonts w:ascii="Times New Roman" w:hAnsi="Times New Roman"/>
          <w:sz w:val="26"/>
          <w:szCs w:val="26"/>
        </w:rPr>
      </w:pPr>
      <w:r w:rsidRPr="009D1629">
        <w:rPr>
          <w:rFonts w:ascii="Times New Roman" w:hAnsi="Times New Roman"/>
          <w:sz w:val="26"/>
          <w:szCs w:val="26"/>
        </w:rPr>
        <w:t>5.6. В случае,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D86554" w:rsidRPr="009D1629" w:rsidRDefault="00D86554"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Обращение, в котором обжалуется судебное решение, в течение семи дней со дня регистрации возвращается гражданину, направившему обращение, с разъяснением </w:t>
      </w:r>
      <w:hyperlink r:id="rId37" w:history="1">
        <w:r w:rsidRPr="009D1629">
          <w:rPr>
            <w:rFonts w:ascii="Times New Roman" w:hAnsi="Times New Roman"/>
            <w:sz w:val="26"/>
            <w:szCs w:val="26"/>
          </w:rPr>
          <w:t>порядка</w:t>
        </w:r>
      </w:hyperlink>
      <w:r w:rsidRPr="009D1629">
        <w:rPr>
          <w:rFonts w:ascii="Times New Roman" w:hAnsi="Times New Roman"/>
          <w:sz w:val="26"/>
          <w:szCs w:val="26"/>
        </w:rPr>
        <w:t xml:space="preserve"> обжалования данного судебного решения.</w:t>
      </w:r>
    </w:p>
    <w:p w:rsidR="00D86554" w:rsidRPr="009D1629" w:rsidRDefault="00D86554"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На письменные обращения, в которых содержатся нецензурные либо оскорбительные выражения, угрозы жизни, здоровью и имуществу должностного лица, а также членов его семьи, ответа по существу поставленных в нем вопросов не дается и сообщается гражданину, направившему обращение, о недопустимости злоупотребления правом.</w:t>
      </w:r>
    </w:p>
    <w:p w:rsidR="00D86554" w:rsidRPr="009D1629" w:rsidRDefault="00D86554"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86554" w:rsidRPr="009D1629" w:rsidRDefault="00D86554"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D86554" w:rsidRPr="009D1629" w:rsidRDefault="00D86554" w:rsidP="009D1629">
      <w:pPr>
        <w:widowControl w:val="0"/>
        <w:autoSpaceDE w:val="0"/>
        <w:autoSpaceDN w:val="0"/>
        <w:adjustRightInd w:val="0"/>
        <w:ind w:firstLine="709"/>
        <w:rPr>
          <w:rFonts w:ascii="Times New Roman" w:hAnsi="Times New Roman"/>
          <w:sz w:val="26"/>
          <w:szCs w:val="26"/>
        </w:rPr>
      </w:pPr>
      <w:r w:rsidRPr="009D1629">
        <w:rPr>
          <w:rFonts w:ascii="Times New Roman" w:hAnsi="Times New Roman"/>
          <w:sz w:val="26"/>
          <w:szCs w:val="26"/>
        </w:rPr>
        <w:t xml:space="preserve">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38" w:history="1">
        <w:r w:rsidRPr="009D1629">
          <w:rPr>
            <w:rFonts w:ascii="Times New Roman" w:hAnsi="Times New Roman"/>
            <w:sz w:val="26"/>
            <w:szCs w:val="26"/>
          </w:rPr>
          <w:t>тайну</w:t>
        </w:r>
      </w:hyperlink>
      <w:r w:rsidRPr="009D1629">
        <w:rPr>
          <w:rFonts w:ascii="Times New Roman" w:hAnsi="Times New Roman"/>
          <w:sz w:val="26"/>
          <w:szCs w:val="26"/>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5.7. Основанием для начала процедуры досудебного (внесудебного) обжалования является жалоба, </w:t>
      </w:r>
      <w:r>
        <w:rPr>
          <w:rFonts w:ascii="Times New Roman" w:hAnsi="Times New Roman"/>
          <w:sz w:val="26"/>
          <w:szCs w:val="26"/>
        </w:rPr>
        <w:t>направленная заявителем на имя Г</w:t>
      </w:r>
      <w:r w:rsidRPr="009D1629">
        <w:rPr>
          <w:rFonts w:ascii="Times New Roman" w:hAnsi="Times New Roman"/>
          <w:sz w:val="26"/>
          <w:szCs w:val="26"/>
        </w:rPr>
        <w:t xml:space="preserve">лавы </w:t>
      </w:r>
      <w:r>
        <w:rPr>
          <w:rFonts w:ascii="Times New Roman" w:hAnsi="Times New Roman"/>
          <w:sz w:val="26"/>
          <w:szCs w:val="26"/>
        </w:rPr>
        <w:t xml:space="preserve"> Райковского сельсовета</w:t>
      </w:r>
      <w:r w:rsidRPr="009D1629">
        <w:rPr>
          <w:rFonts w:ascii="Times New Roman" w:hAnsi="Times New Roman"/>
          <w:sz w:val="26"/>
          <w:szCs w:val="26"/>
        </w:rPr>
        <w:t>.</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Основания для приостановления рассмотрения жалобы не предусмотрены.</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5.8. Заявитель имеет право на получение информации и документов, необходимых для обоснования и рассмотрения жалобы.</w:t>
      </w:r>
    </w:p>
    <w:p w:rsidR="00D86554" w:rsidRPr="009D1629" w:rsidRDefault="00D86554" w:rsidP="009D1629">
      <w:pPr>
        <w:autoSpaceDE w:val="0"/>
        <w:autoSpaceDN w:val="0"/>
        <w:adjustRightInd w:val="0"/>
        <w:ind w:firstLine="709"/>
        <w:outlineLvl w:val="0"/>
        <w:rPr>
          <w:rFonts w:ascii="Times New Roman" w:hAnsi="Times New Roman"/>
          <w:sz w:val="26"/>
          <w:szCs w:val="26"/>
        </w:rPr>
      </w:pPr>
      <w:r w:rsidRPr="009D1629">
        <w:rPr>
          <w:rFonts w:ascii="Times New Roman" w:hAnsi="Times New Roman"/>
          <w:sz w:val="26"/>
          <w:szCs w:val="26"/>
        </w:rPr>
        <w:t>5.9. Письменное обращение, поступившее в орган местного самоуправления или должностному лицу в соответствии с их компетенцией, рассматривается в течение 30 дней со дня регистрации письменного обращения.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В исключительных случаях, а также в случае направления запроса, предусмотренного частью 2 </w:t>
      </w:r>
      <w:hyperlink r:id="rId39" w:history="1">
        <w:r w:rsidRPr="009D1629">
          <w:rPr>
            <w:rFonts w:ascii="Times New Roman" w:hAnsi="Times New Roman"/>
            <w:sz w:val="26"/>
            <w:szCs w:val="26"/>
          </w:rPr>
          <w:t>статьи 10</w:t>
        </w:r>
      </w:hyperlink>
      <w:r w:rsidRPr="009D1629">
        <w:rPr>
          <w:rFonts w:ascii="Times New Roman" w:hAnsi="Times New Roman"/>
          <w:sz w:val="26"/>
          <w:szCs w:val="26"/>
        </w:rPr>
        <w:t xml:space="preserve"> Фед</w:t>
      </w:r>
      <w:r>
        <w:rPr>
          <w:rFonts w:ascii="Times New Roman" w:hAnsi="Times New Roman"/>
          <w:sz w:val="26"/>
          <w:szCs w:val="26"/>
        </w:rPr>
        <w:t>ерального закона от 02.05.2006 № </w:t>
      </w:r>
      <w:r w:rsidRPr="009D1629">
        <w:rPr>
          <w:rFonts w:ascii="Times New Roman" w:hAnsi="Times New Roman"/>
          <w:sz w:val="26"/>
          <w:szCs w:val="26"/>
        </w:rPr>
        <w:t xml:space="preserve">59-ФЗ </w:t>
      </w:r>
      <w:r>
        <w:rPr>
          <w:rFonts w:ascii="Times New Roman" w:hAnsi="Times New Roman"/>
          <w:sz w:val="26"/>
          <w:szCs w:val="26"/>
        </w:rPr>
        <w:t>«</w:t>
      </w:r>
      <w:r w:rsidRPr="009D1629">
        <w:rPr>
          <w:rFonts w:ascii="Times New Roman" w:hAnsi="Times New Roman"/>
          <w:sz w:val="26"/>
          <w:szCs w:val="26"/>
        </w:rPr>
        <w:t>О порядке рассмотрения обращений граждан Российской Федерации</w:t>
      </w:r>
      <w:r>
        <w:rPr>
          <w:rFonts w:ascii="Times New Roman" w:hAnsi="Times New Roman"/>
          <w:sz w:val="26"/>
          <w:szCs w:val="26"/>
        </w:rPr>
        <w:t>»</w:t>
      </w:r>
      <w:r w:rsidRPr="009D1629">
        <w:rPr>
          <w:rFonts w:ascii="Times New Roman" w:hAnsi="Times New Roman"/>
          <w:sz w:val="26"/>
          <w:szCs w:val="26"/>
        </w:rPr>
        <w:t>,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5.10. По результатам рассмотрения жалобы глава </w:t>
      </w:r>
      <w:r>
        <w:rPr>
          <w:rFonts w:ascii="Times New Roman" w:hAnsi="Times New Roman"/>
          <w:sz w:val="26"/>
          <w:szCs w:val="26"/>
        </w:rPr>
        <w:t>муниципального образования</w:t>
      </w:r>
      <w:r w:rsidRPr="009D1629">
        <w:rPr>
          <w:rFonts w:ascii="Times New Roman" w:hAnsi="Times New Roman"/>
          <w:sz w:val="26"/>
          <w:szCs w:val="26"/>
        </w:rPr>
        <w:t xml:space="preserve"> дает письменный ответ по существу жалобы, а именно:</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признает жалобу обоснованной;</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признает жалобу необоснованной.</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 xml:space="preserve">Если в результате рассмотрения жалоба признана обоснованной, то </w:t>
      </w:r>
      <w:r>
        <w:rPr>
          <w:rFonts w:ascii="Times New Roman" w:hAnsi="Times New Roman"/>
          <w:sz w:val="26"/>
          <w:szCs w:val="26"/>
        </w:rPr>
        <w:t>глава муниципального образования</w:t>
      </w:r>
      <w:r w:rsidRPr="009D1629">
        <w:rPr>
          <w:rFonts w:ascii="Times New Roman" w:hAnsi="Times New Roman"/>
          <w:sz w:val="26"/>
          <w:szCs w:val="26"/>
        </w:rPr>
        <w:t xml:space="preserve"> принимается меры, направленные на восстановление или защиту нарушенных прав, свобод и законных интересов заявителя, а так же рассматривается вопрос о применении мер дисциплинарной ответственности к специалисту, ответственному за действия (бездействие) и решения, совершенные (принятые) ими в ходе осуществления муниципальной функции на основании настоящего Административного регламента и повлекшие за собой жалобу заявителя.</w:t>
      </w:r>
    </w:p>
    <w:p w:rsidR="00D86554" w:rsidRPr="009D1629" w:rsidRDefault="00D86554" w:rsidP="009D1629">
      <w:pPr>
        <w:ind w:firstLine="709"/>
        <w:rPr>
          <w:rFonts w:ascii="Times New Roman" w:hAnsi="Times New Roman"/>
          <w:sz w:val="26"/>
          <w:szCs w:val="26"/>
        </w:rPr>
      </w:pPr>
      <w:r w:rsidRPr="009D1629">
        <w:rPr>
          <w:rFonts w:ascii="Times New Roman" w:hAnsi="Times New Roman"/>
          <w:sz w:val="26"/>
          <w:szCs w:val="26"/>
        </w:rPr>
        <w:t>Решение по жалобе выносится на основе всех материалов и доказательств в их совокупности в письменной форме. Оно должно содержать указание на порядок дальнейшего обжалования принятого решения.</w:t>
      </w:r>
    </w:p>
    <w:p w:rsidR="00D86554" w:rsidRPr="009D1629" w:rsidRDefault="00D86554" w:rsidP="009D1629">
      <w:pPr>
        <w:ind w:firstLine="709"/>
        <w:rPr>
          <w:rFonts w:ascii="Times New Roman" w:hAnsi="Times New Roman"/>
          <w:sz w:val="26"/>
          <w:szCs w:val="26"/>
        </w:rPr>
      </w:pPr>
    </w:p>
    <w:p w:rsidR="00D86554" w:rsidRPr="009D1629" w:rsidRDefault="00D86554" w:rsidP="009D1629">
      <w:pPr>
        <w:ind w:firstLine="0"/>
        <w:jc w:val="right"/>
        <w:rPr>
          <w:rFonts w:ascii="Times New Roman" w:hAnsi="Times New Roman"/>
          <w:bCs/>
          <w:kern w:val="28"/>
          <w:sz w:val="26"/>
          <w:szCs w:val="26"/>
        </w:rPr>
      </w:pPr>
      <w:r w:rsidRPr="009D1629">
        <w:rPr>
          <w:rFonts w:ascii="Times New Roman" w:hAnsi="Times New Roman"/>
          <w:bCs/>
          <w:kern w:val="28"/>
          <w:sz w:val="26"/>
          <w:szCs w:val="26"/>
        </w:rPr>
        <w:t>Приложение 1</w:t>
      </w:r>
    </w:p>
    <w:p w:rsidR="00D86554" w:rsidRPr="009D1629" w:rsidRDefault="00D86554" w:rsidP="009D1629">
      <w:pPr>
        <w:ind w:firstLine="0"/>
        <w:jc w:val="right"/>
        <w:rPr>
          <w:rFonts w:ascii="Times New Roman" w:hAnsi="Times New Roman"/>
          <w:bCs/>
          <w:kern w:val="28"/>
          <w:sz w:val="26"/>
          <w:szCs w:val="26"/>
        </w:rPr>
      </w:pPr>
      <w:r w:rsidRPr="009D1629">
        <w:rPr>
          <w:rFonts w:ascii="Times New Roman" w:hAnsi="Times New Roman"/>
          <w:bCs/>
          <w:kern w:val="28"/>
          <w:sz w:val="26"/>
          <w:szCs w:val="26"/>
        </w:rPr>
        <w:t>к Административному регламенту</w: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jc w:val="center"/>
        <w:rPr>
          <w:rFonts w:ascii="Times New Roman" w:hAnsi="Times New Roman"/>
          <w:b/>
          <w:sz w:val="26"/>
          <w:szCs w:val="26"/>
        </w:rPr>
      </w:pPr>
      <w:r w:rsidRPr="009D1629">
        <w:rPr>
          <w:rFonts w:ascii="Times New Roman" w:hAnsi="Times New Roman"/>
          <w:b/>
          <w:sz w:val="26"/>
          <w:szCs w:val="26"/>
        </w:rPr>
        <w:t>БЛОК-СХЕМА</w:t>
      </w:r>
    </w:p>
    <w:p w:rsidR="00D86554" w:rsidRPr="009D1629" w:rsidRDefault="00D86554" w:rsidP="009D1629">
      <w:pPr>
        <w:ind w:firstLine="0"/>
        <w:jc w:val="center"/>
        <w:rPr>
          <w:rFonts w:ascii="Times New Roman" w:hAnsi="Times New Roman"/>
          <w:b/>
          <w:sz w:val="26"/>
          <w:szCs w:val="26"/>
        </w:rPr>
      </w:pPr>
      <w:r w:rsidRPr="009D1629">
        <w:rPr>
          <w:rFonts w:ascii="Times New Roman" w:hAnsi="Times New Roman"/>
          <w:b/>
          <w:sz w:val="26"/>
          <w:szCs w:val="26"/>
        </w:rPr>
        <w:t>исполнения муниципальной функции по осуществлению муниципального контроля за обеспечением сохранности автомобильных дорог местного значения при проведении плановых проверок</w:t>
      </w:r>
    </w:p>
    <w:p w:rsidR="00D86554" w:rsidRPr="009D1629" w:rsidRDefault="00D86554" w:rsidP="009D1629">
      <w:pPr>
        <w:ind w:firstLine="0"/>
        <w:rPr>
          <w:rFonts w:ascii="Times New Roman" w:hAnsi="Times New Roman"/>
          <w:b/>
          <w:sz w:val="26"/>
          <w:szCs w:val="26"/>
        </w:rPr>
      </w:pPr>
    </w:p>
    <w:p w:rsidR="00D86554" w:rsidRPr="009D1629" w:rsidRDefault="00D86554" w:rsidP="009D1629">
      <w:pPr>
        <w:ind w:firstLine="0"/>
        <w:rPr>
          <w:rFonts w:ascii="Times New Roman" w:hAnsi="Times New Roman"/>
          <w:b/>
          <w:sz w:val="26"/>
          <w:szCs w:val="26"/>
        </w:rPr>
      </w:pPr>
      <w:r>
        <w:rPr>
          <w:noProof/>
        </w:rPr>
        <w:pict>
          <v:rect id="_x0000_s1026" style="position:absolute;left:0;text-align:left;margin-left:23.4pt;margin-top:12.8pt;width:409.4pt;height:34.35pt;z-index:251640320">
            <v:textbox style="mso-next-textbox:#_x0000_s1026">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Составление проекта ежегодного плана проведения плановых</w:t>
                  </w:r>
                </w:p>
              </w:txbxContent>
            </v:textbox>
          </v:rect>
        </w:pict>
      </w:r>
    </w:p>
    <w:p w:rsidR="00D86554" w:rsidRPr="009D1629" w:rsidRDefault="00D86554" w:rsidP="009D1629">
      <w:pPr>
        <w:ind w:firstLine="0"/>
        <w:rPr>
          <w:rFonts w:ascii="Times New Roman" w:hAnsi="Times New Roman"/>
          <w:b/>
          <w:sz w:val="26"/>
          <w:szCs w:val="26"/>
        </w:rPr>
      </w:pPr>
    </w:p>
    <w:p w:rsidR="00D86554" w:rsidRPr="009D1629" w:rsidRDefault="00D86554" w:rsidP="009D1629">
      <w:pPr>
        <w:ind w:firstLine="0"/>
        <w:rPr>
          <w:rFonts w:ascii="Times New Roman" w:hAnsi="Times New Roman"/>
          <w:b/>
          <w:sz w:val="26"/>
          <w:szCs w:val="26"/>
        </w:rPr>
      </w:pPr>
    </w:p>
    <w:p w:rsidR="00D86554" w:rsidRPr="009D1629" w:rsidRDefault="00D86554" w:rsidP="009D1629">
      <w:pPr>
        <w:ind w:firstLine="0"/>
        <w:rPr>
          <w:rFonts w:ascii="Times New Roman" w:hAnsi="Times New Roman"/>
          <w:b/>
          <w:sz w:val="26"/>
          <w:szCs w:val="26"/>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18.45pt;margin-top:5.75pt;width:0;height:29.55pt;z-index:251641344" o:connectortype="straight">
            <v:stroke endarrow="block"/>
          </v:shape>
        </w:pict>
      </w:r>
    </w:p>
    <w:p w:rsidR="00D86554" w:rsidRPr="009D1629" w:rsidRDefault="00D86554" w:rsidP="009D1629">
      <w:pPr>
        <w:ind w:firstLine="0"/>
        <w:rPr>
          <w:rFonts w:ascii="Times New Roman" w:hAnsi="Times New Roman"/>
          <w:b/>
          <w:sz w:val="26"/>
          <w:szCs w:val="26"/>
        </w:rPr>
      </w:pPr>
    </w:p>
    <w:p w:rsidR="00D86554" w:rsidRPr="009D1629" w:rsidRDefault="00D86554" w:rsidP="009D1629">
      <w:pPr>
        <w:ind w:firstLine="0"/>
        <w:rPr>
          <w:rFonts w:ascii="Times New Roman" w:hAnsi="Times New Roman"/>
          <w:b/>
          <w:sz w:val="26"/>
          <w:szCs w:val="26"/>
        </w:rPr>
      </w:pPr>
      <w:r>
        <w:rPr>
          <w:noProof/>
        </w:rPr>
        <w:pict>
          <v:rect id="_x0000_s1028" style="position:absolute;left:0;text-align:left;margin-left:19.1pt;margin-top:7.7pt;width:413.7pt;height:45.7pt;z-index:251642368">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Направление проекта ежегодного плана проведения плановых проверок в органы прокуратуры</w:t>
                  </w:r>
                </w:p>
              </w:txbxContent>
            </v:textbox>
          </v:rect>
        </w:pict>
      </w:r>
    </w:p>
    <w:p w:rsidR="00D86554" w:rsidRPr="009D1629" w:rsidRDefault="00D86554" w:rsidP="009D1629">
      <w:pPr>
        <w:ind w:firstLine="0"/>
        <w:rPr>
          <w:rFonts w:ascii="Times New Roman" w:hAnsi="Times New Roman"/>
          <w:b/>
          <w:sz w:val="26"/>
          <w:szCs w:val="26"/>
        </w:rPr>
      </w:pPr>
    </w:p>
    <w:p w:rsidR="00D86554" w:rsidRPr="009D1629" w:rsidRDefault="00D86554" w:rsidP="009D1629">
      <w:pPr>
        <w:ind w:firstLine="0"/>
        <w:rPr>
          <w:rFonts w:ascii="Times New Roman" w:hAnsi="Times New Roman"/>
          <w:b/>
          <w:sz w:val="26"/>
          <w:szCs w:val="26"/>
        </w:rPr>
      </w:pPr>
    </w:p>
    <w:p w:rsidR="00D86554" w:rsidRPr="009D1629" w:rsidRDefault="00D86554" w:rsidP="009D1629">
      <w:pPr>
        <w:ind w:firstLine="0"/>
        <w:rPr>
          <w:rFonts w:ascii="Times New Roman" w:hAnsi="Times New Roman"/>
          <w:b/>
          <w:sz w:val="26"/>
          <w:szCs w:val="26"/>
        </w:rPr>
      </w:pPr>
      <w:r>
        <w:rPr>
          <w:noProof/>
        </w:rPr>
        <w:pict>
          <v:shape id="_x0000_s1029" type="#_x0000_t32" style="position:absolute;left:0;text-align:left;margin-left:217.9pt;margin-top:12pt;width:.55pt;height:23.65pt;z-index:251643392" o:connectortype="straight">
            <v:stroke endarrow="block"/>
          </v:shape>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rect id="_x0000_s1030" style="position:absolute;left:0;text-align:left;margin-left:19.1pt;margin-top:8.05pt;width:413.7pt;height:44.05pt;z-index:251644416">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Рассмотрение представленных органами прокуратуры предложений и утверждение ежегодного плана проведения плановых проверок</w:t>
                  </w:r>
                </w:p>
              </w:txbxContent>
            </v:textbox>
          </v:rec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31" type="#_x0000_t32" style="position:absolute;left:0;text-align:left;margin-left:212pt;margin-top:10.7pt;width:0;height:20.95pt;z-index:251645440" o:connectortype="straight">
            <v:stroke endarrow="block"/>
          </v:shape>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rect id="_x0000_s1032" style="position:absolute;left:0;text-align:left;margin-left:23.4pt;margin-top:4.05pt;width:409.4pt;height:45.65pt;z-index:251646464">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Принятие решения о проведении плановой проверки (наступление срока проведения проверки, предусмотренного планом)</w:t>
                  </w:r>
                </w:p>
              </w:txbxContent>
            </v:textbox>
          </v:rec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33" type="#_x0000_t32" style="position:absolute;left:0;text-align:left;margin-left:219.5pt;margin-top:8.3pt;width:0;height:23.15pt;z-index:251647488" o:connectortype="straight">
            <v:stroke endarrow="block"/>
          </v:shape>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rect id="_x0000_s1034" style="position:absolute;left:0;text-align:left;margin-left:27.15pt;margin-top:3.85pt;width:405.65pt;height:27.4pt;z-index:251648512">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Проведение плановой проверки</w:t>
                  </w:r>
                </w:p>
              </w:txbxContent>
            </v:textbox>
          </v:rec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35" type="#_x0000_t32" style="position:absolute;left:0;text-align:left;margin-left:218.45pt;margin-top:3.7pt;width:0;height:26.85pt;z-index:251649536" o:connectortype="straight">
            <v:stroke endarrow="block"/>
          </v:shape>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rect id="_x0000_s1036" style="position:absolute;left:0;text-align:left;margin-left:36.8pt;margin-top:2.95pt;width:401.4pt;height:28.45pt;z-index:251650560">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Оформление результатов проверки</w:t>
                  </w:r>
                </w:p>
              </w:txbxContent>
            </v:textbox>
          </v:rec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37" type="#_x0000_t32" style="position:absolute;left:0;text-align:left;margin-left:219.5pt;margin-top:3.8pt;width:0;height:27.45pt;z-index:251651584" o:connectortype="straight">
            <v:stroke endarrow="block"/>
          </v:shape>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b/>
          <w:bCs/>
          <w:kern w:val="28"/>
          <w:sz w:val="26"/>
          <w:szCs w:val="26"/>
        </w:rPr>
      </w:pPr>
      <w:r>
        <w:rPr>
          <w:noProof/>
        </w:rPr>
        <w:pict>
          <v:rect id="_x0000_s1038" style="position:absolute;left:0;text-align:left;margin-left:33.6pt;margin-top:3.65pt;width:404.6pt;height:28.45pt;z-index:251652608">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Составление акта проверки</w:t>
                  </w:r>
                </w:p>
              </w:txbxContent>
            </v:textbox>
          </v:rect>
        </w:pict>
      </w:r>
    </w:p>
    <w:p w:rsidR="00D86554" w:rsidRPr="009D1629" w:rsidRDefault="00D86554" w:rsidP="009D1629">
      <w:pPr>
        <w:ind w:firstLine="0"/>
        <w:rPr>
          <w:rFonts w:ascii="Times New Roman" w:hAnsi="Times New Roman"/>
          <w:b/>
          <w:bCs/>
          <w:kern w:val="28"/>
          <w:sz w:val="26"/>
          <w:szCs w:val="26"/>
        </w:rPr>
      </w:pPr>
    </w:p>
    <w:p w:rsidR="00D86554" w:rsidRDefault="00D86554" w:rsidP="009D1629">
      <w:pPr>
        <w:ind w:firstLine="0"/>
        <w:rPr>
          <w:rFonts w:ascii="Times New Roman" w:hAnsi="Times New Roman"/>
          <w:b/>
          <w:bCs/>
          <w:kern w:val="28"/>
          <w:sz w:val="26"/>
          <w:szCs w:val="26"/>
        </w:rPr>
      </w:pPr>
    </w:p>
    <w:p w:rsidR="00D86554" w:rsidRDefault="00D86554" w:rsidP="009D1629">
      <w:pPr>
        <w:ind w:firstLine="0"/>
        <w:rPr>
          <w:rFonts w:ascii="Times New Roman" w:hAnsi="Times New Roman"/>
          <w:b/>
          <w:bCs/>
          <w:kern w:val="28"/>
          <w:sz w:val="26"/>
          <w:szCs w:val="26"/>
        </w:rPr>
      </w:pPr>
    </w:p>
    <w:p w:rsidR="00D86554" w:rsidRDefault="00D86554" w:rsidP="009D1629">
      <w:pPr>
        <w:ind w:firstLine="0"/>
        <w:rPr>
          <w:rFonts w:ascii="Times New Roman" w:hAnsi="Times New Roman"/>
          <w:b/>
          <w:bCs/>
          <w:kern w:val="28"/>
          <w:sz w:val="26"/>
          <w:szCs w:val="26"/>
        </w:rPr>
      </w:pPr>
    </w:p>
    <w:p w:rsidR="00D86554" w:rsidRDefault="00D86554" w:rsidP="009D1629">
      <w:pPr>
        <w:ind w:firstLine="0"/>
        <w:rPr>
          <w:rFonts w:ascii="Times New Roman" w:hAnsi="Times New Roman"/>
          <w:b/>
          <w:bCs/>
          <w:kern w:val="28"/>
          <w:sz w:val="26"/>
          <w:szCs w:val="26"/>
        </w:rPr>
      </w:pPr>
    </w:p>
    <w:p w:rsidR="00D86554" w:rsidRDefault="00D86554" w:rsidP="009D1629">
      <w:pPr>
        <w:ind w:firstLine="0"/>
        <w:rPr>
          <w:rFonts w:ascii="Times New Roman" w:hAnsi="Times New Roman"/>
          <w:b/>
          <w:bCs/>
          <w:kern w:val="28"/>
          <w:sz w:val="26"/>
          <w:szCs w:val="26"/>
        </w:rPr>
      </w:pPr>
    </w:p>
    <w:p w:rsidR="00D86554" w:rsidRPr="009D1629" w:rsidRDefault="00D86554" w:rsidP="009D1629">
      <w:pPr>
        <w:ind w:firstLine="0"/>
        <w:rPr>
          <w:rFonts w:ascii="Times New Roman" w:hAnsi="Times New Roman"/>
          <w:b/>
          <w:bCs/>
          <w:kern w:val="28"/>
          <w:sz w:val="26"/>
          <w:szCs w:val="26"/>
        </w:rPr>
      </w:pPr>
    </w:p>
    <w:p w:rsidR="00D86554" w:rsidRPr="009D1629" w:rsidRDefault="00D86554" w:rsidP="009D1629">
      <w:pPr>
        <w:ind w:firstLine="0"/>
        <w:jc w:val="right"/>
        <w:rPr>
          <w:rFonts w:ascii="Times New Roman" w:hAnsi="Times New Roman"/>
          <w:bCs/>
          <w:kern w:val="28"/>
          <w:sz w:val="26"/>
          <w:szCs w:val="26"/>
        </w:rPr>
      </w:pPr>
      <w:r w:rsidRPr="009D1629">
        <w:rPr>
          <w:rFonts w:ascii="Times New Roman" w:hAnsi="Times New Roman"/>
          <w:bCs/>
          <w:kern w:val="28"/>
          <w:sz w:val="26"/>
          <w:szCs w:val="26"/>
        </w:rPr>
        <w:t>Приложение 2</w:t>
      </w:r>
    </w:p>
    <w:p w:rsidR="00D86554" w:rsidRPr="009D1629" w:rsidRDefault="00D86554" w:rsidP="009D1629">
      <w:pPr>
        <w:ind w:firstLine="0"/>
        <w:jc w:val="right"/>
        <w:rPr>
          <w:rFonts w:ascii="Times New Roman" w:hAnsi="Times New Roman"/>
          <w:bCs/>
          <w:kern w:val="28"/>
          <w:sz w:val="26"/>
          <w:szCs w:val="26"/>
        </w:rPr>
      </w:pPr>
      <w:r w:rsidRPr="009D1629">
        <w:rPr>
          <w:rFonts w:ascii="Times New Roman" w:hAnsi="Times New Roman"/>
          <w:bCs/>
          <w:kern w:val="28"/>
          <w:sz w:val="26"/>
          <w:szCs w:val="26"/>
        </w:rPr>
        <w:t>к Административному регламенту</w: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jc w:val="center"/>
        <w:rPr>
          <w:rFonts w:ascii="Times New Roman" w:hAnsi="Times New Roman"/>
          <w:b/>
          <w:sz w:val="26"/>
          <w:szCs w:val="26"/>
        </w:rPr>
      </w:pPr>
      <w:r w:rsidRPr="009D1629">
        <w:rPr>
          <w:rFonts w:ascii="Times New Roman" w:hAnsi="Times New Roman"/>
          <w:b/>
          <w:sz w:val="26"/>
          <w:szCs w:val="26"/>
        </w:rPr>
        <w:t>БЛОК-СХЕМА</w:t>
      </w:r>
    </w:p>
    <w:p w:rsidR="00D86554" w:rsidRPr="009D1629" w:rsidRDefault="00D86554" w:rsidP="009D1629">
      <w:pPr>
        <w:ind w:firstLine="0"/>
        <w:jc w:val="center"/>
        <w:rPr>
          <w:rFonts w:ascii="Times New Roman" w:hAnsi="Times New Roman"/>
          <w:b/>
          <w:sz w:val="26"/>
          <w:szCs w:val="26"/>
        </w:rPr>
      </w:pPr>
      <w:r w:rsidRPr="009D1629">
        <w:rPr>
          <w:rFonts w:ascii="Times New Roman" w:hAnsi="Times New Roman"/>
          <w:b/>
          <w:sz w:val="26"/>
          <w:szCs w:val="26"/>
        </w:rPr>
        <w:t>исполнения муниципальной функции по осуществлению муниципального контроля за обеспечением сохранности автомобильных дорог местного значения при проведении</w:t>
      </w:r>
    </w:p>
    <w:p w:rsidR="00D86554" w:rsidRPr="009D1629" w:rsidRDefault="00D86554" w:rsidP="009D1629">
      <w:pPr>
        <w:ind w:firstLine="0"/>
        <w:jc w:val="center"/>
        <w:rPr>
          <w:rFonts w:ascii="Times New Roman" w:hAnsi="Times New Roman"/>
          <w:b/>
          <w:sz w:val="26"/>
          <w:szCs w:val="26"/>
        </w:rPr>
      </w:pPr>
      <w:r w:rsidRPr="009D1629">
        <w:rPr>
          <w:rFonts w:ascii="Times New Roman" w:hAnsi="Times New Roman"/>
          <w:b/>
          <w:sz w:val="26"/>
          <w:szCs w:val="26"/>
        </w:rPr>
        <w:t>внеплановых проверок</w:t>
      </w:r>
    </w:p>
    <w:p w:rsidR="00D86554" w:rsidRPr="009D1629" w:rsidRDefault="00D86554" w:rsidP="009D1629">
      <w:pPr>
        <w:ind w:firstLine="0"/>
        <w:rPr>
          <w:rFonts w:ascii="Times New Roman" w:hAnsi="Times New Roman"/>
          <w:sz w:val="26"/>
          <w:szCs w:val="26"/>
        </w:rPr>
      </w:pPr>
      <w:r>
        <w:rPr>
          <w:noProof/>
        </w:rPr>
        <w:pict>
          <v:rect id="_x0000_s1039" style="position:absolute;left:0;text-align:left;margin-left:-13.2pt;margin-top:8.85pt;width:497.05pt;height:38.7pt;z-index:251653632">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Наличие оснований для проведения внеплановой проверки</w:t>
                  </w:r>
                </w:p>
              </w:txbxContent>
            </v:textbox>
          </v:rec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40" type="#_x0000_t32" style="position:absolute;left:0;text-align:left;margin-left:177.8pt;margin-top:6.15pt;width:0;height:35.8pt;z-index:251654656" o:connectortype="straight">
            <v:stroke endarrow="block"/>
          </v:shape>
        </w:pict>
      </w:r>
      <w:r>
        <w:rPr>
          <w:noProof/>
        </w:rPr>
        <w:pict>
          <v:shape id="_x0000_s1041" type="#_x0000_t32" style="position:absolute;left:0;text-align:left;margin-left:324.7pt;margin-top:6.15pt;width:0;height:32.25pt;z-index:251655680" o:connectortype="straight">
            <v:stroke endarrow="block"/>
          </v:shape>
        </w:pict>
      </w:r>
      <w:r>
        <w:rPr>
          <w:noProof/>
        </w:rPr>
        <w:pict>
          <v:shape id="_x0000_s1042" type="#_x0000_t32" style="position:absolute;left:0;text-align:left;margin-left:41.65pt;margin-top:6.15pt;width:.55pt;height:32.25pt;z-index:251656704" o:connectortype="straight">
            <v:stroke endarrow="block"/>
          </v:shape>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rect id="_x0000_s1043" style="position:absolute;left:0;text-align:left;margin-left:-13.2pt;margin-top:10.8pt;width:88.7pt;height:122.15pt;z-index:251658752">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истечение срока исполнения ранее выданного предписания</w:t>
                  </w:r>
                </w:p>
              </w:txbxContent>
            </v:textbox>
          </v:rect>
        </w:pict>
      </w:r>
      <w:r>
        <w:rPr>
          <w:noProof/>
        </w:rPr>
        <w:pict>
          <v:rect id="_x0000_s1044" style="position:absolute;left:0;text-align:left;margin-left:270.15pt;margin-top:10.8pt;width:104.25pt;height:157.2pt;z-index:251657728">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color w:val="000000"/>
                      <w:sz w:val="26"/>
                      <w:szCs w:val="26"/>
                    </w:rPr>
                    <w:t>требование прокурора о проведении внеплановой проверки в рамках надзора за исполнением законов</w:t>
                  </w:r>
                </w:p>
              </w:txbxContent>
            </v:textbox>
          </v:rect>
        </w:pict>
      </w:r>
    </w:p>
    <w:p w:rsidR="00D86554" w:rsidRPr="009D1629" w:rsidRDefault="00D86554" w:rsidP="009D1629">
      <w:pPr>
        <w:ind w:firstLine="0"/>
        <w:rPr>
          <w:rFonts w:ascii="Times New Roman" w:hAnsi="Times New Roman"/>
          <w:sz w:val="26"/>
          <w:szCs w:val="26"/>
        </w:rPr>
      </w:pPr>
      <w:r>
        <w:rPr>
          <w:noProof/>
        </w:rPr>
        <w:pict>
          <v:rect id="_x0000_s1045" style="position:absolute;left:0;text-align:left;margin-left:122.2pt;margin-top:.55pt;width:113.45pt;height:157.85pt;z-index:251659776">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поступление в органы муниципального контроля обращений и заявлений о фактах, предусмотренных пунктами а,б,в, п.2 п. 3.19</w:t>
                  </w:r>
                </w:p>
              </w:txbxContent>
            </v:textbox>
          </v:rec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46" type="#_x0000_t32" style="position:absolute;left:0;text-align:left;margin-left:374.4pt;margin-top:5.7pt;width:109.45pt;height:.05pt;z-index:251661824" o:connectortype="straight"/>
        </w:pict>
      </w:r>
      <w:r>
        <w:rPr>
          <w:noProof/>
        </w:rPr>
        <w:pict>
          <v:shape id="_x0000_s1047" type="#_x0000_t32" style="position:absolute;left:0;text-align:left;margin-left:483.85pt;margin-top:5.7pt;width:0;height:233.75pt;z-index:251660800" o:connectortype="straigh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48" type="#_x0000_t32" style="position:absolute;left:0;text-align:left;margin-left:23.95pt;margin-top:13.05pt;width:.5pt;height:235.85pt;z-index:251662848" o:connectortype="straigh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49" type="#_x0000_t32" style="position:absolute;left:0;text-align:left;margin-left:324.7pt;margin-top:8.15pt;width:0;height:43pt;z-index:251664896" o:connectortype="straight">
            <v:stroke endarrow="block"/>
          </v:shape>
        </w:pict>
      </w:r>
      <w:r>
        <w:rPr>
          <w:noProof/>
        </w:rPr>
        <w:pict>
          <v:shape id="_x0000_s1050" type="#_x0000_t32" style="position:absolute;left:0;text-align:left;margin-left:177.3pt;margin-top:11.7pt;width:0;height:39.45pt;z-index:251663872" o:connectortype="straight">
            <v:stroke endarrow="block"/>
          </v:shape>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rect id="_x0000_s1051" style="position:absolute;left:0;text-align:left;margin-left:69.6pt;margin-top:9.75pt;width:363.2pt;height:62.9pt;z-index:251665920">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Согласование проведения внеплановой проверки с органами прокуратуры по месту осуществления деятельности юридического лица, индивидуального предпринимателя</w:t>
                  </w:r>
                </w:p>
              </w:txbxContent>
            </v:textbox>
          </v:rec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52" type="#_x0000_t32" style="position:absolute;left:0;text-align:left;margin-left:157.2pt;margin-top:3.7pt;width:.5pt;height:66.6pt;z-index:251666944" o:connectortype="straight">
            <v:stroke endarrow="block"/>
          </v:shape>
        </w:pict>
      </w:r>
      <w:r>
        <w:rPr>
          <w:noProof/>
        </w:rPr>
        <w:pict>
          <v:shape id="_x0000_s1053" type="#_x0000_t32" style="position:absolute;left:0;text-align:left;margin-left:368.35pt;margin-top:3.7pt;width:0;height:29pt;z-index:251667968" o:connectortype="straight">
            <v:stroke endarrow="block"/>
          </v:shape>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rect id="_x0000_s1054" style="position:absolute;left:0;text-align:left;margin-left:297.4pt;margin-top:5.1pt;width:140.8pt;height:64.45pt;z-index:251668992">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Направление обратившемуся лицу мотивированного ответа об отказе в проведении проверки</w:t>
                  </w:r>
                </w:p>
              </w:txbxContent>
            </v:textbox>
          </v:rec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55" type="#_x0000_t32" style="position:absolute;left:0;text-align:left;margin-left:483.85pt;margin-top:4.9pt;width:0;height:45.65pt;z-index:251670016" o:connectortype="straight"/>
        </w:pict>
      </w:r>
    </w:p>
    <w:p w:rsidR="00D86554" w:rsidRPr="009D1629" w:rsidRDefault="00D86554" w:rsidP="009D1629">
      <w:pPr>
        <w:ind w:firstLine="0"/>
        <w:rPr>
          <w:rFonts w:ascii="Times New Roman" w:hAnsi="Times New Roman"/>
          <w:sz w:val="26"/>
          <w:szCs w:val="26"/>
        </w:rPr>
      </w:pPr>
      <w:r>
        <w:rPr>
          <w:noProof/>
        </w:rPr>
        <w:pict>
          <v:rect id="_x0000_s1056" style="position:absolute;left:0;text-align:left;margin-left:75.5pt;margin-top:1.3pt;width:167.1pt;height:54.3pt;z-index:251671040">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Проведение внеплановой проверки</w:t>
                  </w:r>
                </w:p>
              </w:txbxContent>
            </v:textbox>
          </v:rec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57" type="#_x0000_t32" style="position:absolute;left:0;text-align:left;margin-left:242.6pt;margin-top:9.15pt;width:241.25pt;height:0;flip:x;z-index:251672064" o:connectortype="straight">
            <v:stroke endarrow="block"/>
          </v:shape>
        </w:pict>
      </w:r>
      <w:r>
        <w:rPr>
          <w:noProof/>
        </w:rPr>
        <w:pict>
          <v:shape id="_x0000_s1058" type="#_x0000_t32" style="position:absolute;left:0;text-align:left;margin-left:24.45pt;margin-top:.55pt;width:51.05pt;height:0;z-index:251673088" o:connectortype="straight">
            <v:stroke endarrow="block"/>
          </v:shape>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shape id="_x0000_s1059" type="#_x0000_t32" style="position:absolute;left:0;text-align:left;margin-left:157.7pt;margin-top:.4pt;width:0;height:32.2pt;z-index:251674112" o:connectortype="straight">
            <v:stroke endarrow="block"/>
          </v:shape>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Pr>
          <w:noProof/>
        </w:rPr>
        <w:pict>
          <v:rect id="_x0000_s1060" style="position:absolute;left:0;text-align:left;margin-left:78.2pt;margin-top:5pt;width:164.4pt;height:56.45pt;z-index:251675136">
            <v:textbox>
              <w:txbxContent>
                <w:p w:rsidR="00D86554" w:rsidRPr="004C0F7B" w:rsidRDefault="00D86554" w:rsidP="009D1629">
                  <w:pPr>
                    <w:ind w:firstLine="0"/>
                    <w:jc w:val="center"/>
                    <w:rPr>
                      <w:rFonts w:ascii="Times New Roman" w:hAnsi="Times New Roman"/>
                      <w:sz w:val="26"/>
                      <w:szCs w:val="26"/>
                    </w:rPr>
                  </w:pPr>
                  <w:r w:rsidRPr="004C0F7B">
                    <w:rPr>
                      <w:rFonts w:ascii="Times New Roman" w:hAnsi="Times New Roman"/>
                      <w:sz w:val="26"/>
                      <w:szCs w:val="26"/>
                    </w:rPr>
                    <w:t>Оформление результатов проверки</w:t>
                  </w:r>
                </w:p>
              </w:txbxContent>
            </v:textbox>
          </v:rect>
        </w:pic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jc w:val="right"/>
        <w:rPr>
          <w:rFonts w:ascii="Times New Roman" w:hAnsi="Times New Roman"/>
          <w:bCs/>
          <w:kern w:val="28"/>
          <w:sz w:val="26"/>
          <w:szCs w:val="26"/>
        </w:rPr>
      </w:pPr>
      <w:r w:rsidRPr="009D1629">
        <w:rPr>
          <w:rFonts w:ascii="Times New Roman" w:hAnsi="Times New Roman"/>
          <w:bCs/>
          <w:kern w:val="28"/>
          <w:sz w:val="26"/>
          <w:szCs w:val="26"/>
        </w:rPr>
        <w:t>Приложение 3</w:t>
      </w:r>
    </w:p>
    <w:p w:rsidR="00D86554" w:rsidRPr="009D1629" w:rsidRDefault="00D86554" w:rsidP="009D1629">
      <w:pPr>
        <w:ind w:firstLine="0"/>
        <w:jc w:val="right"/>
        <w:rPr>
          <w:rFonts w:ascii="Times New Roman" w:hAnsi="Times New Roman"/>
          <w:bCs/>
          <w:kern w:val="28"/>
          <w:sz w:val="26"/>
          <w:szCs w:val="26"/>
        </w:rPr>
      </w:pPr>
      <w:r w:rsidRPr="009D1629">
        <w:rPr>
          <w:rFonts w:ascii="Times New Roman" w:hAnsi="Times New Roman"/>
          <w:bCs/>
          <w:kern w:val="28"/>
          <w:sz w:val="26"/>
          <w:szCs w:val="26"/>
        </w:rPr>
        <w:t>к Административному регламенту</w:t>
      </w:r>
    </w:p>
    <w:p w:rsidR="00D86554" w:rsidRPr="009D1629" w:rsidRDefault="00D86554" w:rsidP="009D1629">
      <w:pPr>
        <w:ind w:firstLine="0"/>
        <w:jc w:val="right"/>
        <w:rPr>
          <w:rFonts w:ascii="Times New Roman" w:hAnsi="Times New Roman"/>
          <w:sz w:val="26"/>
          <w:szCs w:val="26"/>
        </w:rPr>
      </w:pPr>
    </w:p>
    <w:p w:rsidR="00D86554" w:rsidRPr="009D1629" w:rsidRDefault="00D86554" w:rsidP="009D1629">
      <w:pPr>
        <w:ind w:firstLine="0"/>
        <w:jc w:val="right"/>
        <w:rPr>
          <w:rFonts w:ascii="Times New Roman" w:hAnsi="Times New Roman"/>
          <w:sz w:val="26"/>
          <w:szCs w:val="26"/>
        </w:rPr>
      </w:pPr>
      <w:r w:rsidRPr="009D1629">
        <w:rPr>
          <w:rFonts w:ascii="Times New Roman" w:hAnsi="Times New Roman"/>
          <w:sz w:val="26"/>
          <w:szCs w:val="26"/>
        </w:rPr>
        <w:t>(Форма)</w:t>
      </w:r>
    </w:p>
    <w:p w:rsidR="00D86554" w:rsidRPr="009D1629" w:rsidRDefault="00D86554" w:rsidP="009D1629">
      <w:pPr>
        <w:ind w:firstLine="0"/>
        <w:jc w:val="right"/>
        <w:rPr>
          <w:rFonts w:ascii="Times New Roman" w:hAnsi="Times New Roman"/>
          <w:sz w:val="26"/>
          <w:szCs w:val="26"/>
        </w:rPr>
      </w:pPr>
    </w:p>
    <w:p w:rsidR="00D86554" w:rsidRPr="009D1629" w:rsidRDefault="00D86554" w:rsidP="009D1629">
      <w:pPr>
        <w:ind w:firstLine="0"/>
        <w:jc w:val="right"/>
        <w:rPr>
          <w:rFonts w:ascii="Times New Roman" w:hAnsi="Times New Roman"/>
          <w:sz w:val="26"/>
          <w:szCs w:val="26"/>
        </w:rPr>
      </w:pPr>
      <w:r w:rsidRPr="009D1629">
        <w:rPr>
          <w:rFonts w:ascii="Times New Roman" w:hAnsi="Times New Roman"/>
          <w:sz w:val="26"/>
          <w:szCs w:val="26"/>
        </w:rPr>
        <w:t>Администрация</w:t>
      </w:r>
    </w:p>
    <w:p w:rsidR="00D86554" w:rsidRPr="009D1629" w:rsidRDefault="00D86554" w:rsidP="009D1629">
      <w:pPr>
        <w:ind w:firstLine="0"/>
        <w:jc w:val="right"/>
        <w:rPr>
          <w:rFonts w:ascii="Times New Roman" w:hAnsi="Times New Roman"/>
          <w:sz w:val="26"/>
          <w:szCs w:val="26"/>
        </w:rPr>
      </w:pPr>
      <w:r w:rsidRPr="009D1629">
        <w:rPr>
          <w:rFonts w:ascii="Times New Roman" w:hAnsi="Times New Roman"/>
          <w:sz w:val="26"/>
          <w:szCs w:val="26"/>
        </w:rPr>
        <w:t>________________________</w:t>
      </w:r>
    </w:p>
    <w:p w:rsidR="00D86554" w:rsidRPr="009D1629" w:rsidRDefault="00D86554" w:rsidP="009D1629">
      <w:pPr>
        <w:ind w:firstLine="0"/>
        <w:jc w:val="right"/>
        <w:rPr>
          <w:rFonts w:ascii="Times New Roman" w:hAnsi="Times New Roman"/>
          <w:sz w:val="26"/>
          <w:szCs w:val="26"/>
        </w:rPr>
      </w:pPr>
      <w:r w:rsidRPr="009D1629">
        <w:rPr>
          <w:rFonts w:ascii="Times New Roman" w:hAnsi="Times New Roman"/>
          <w:sz w:val="26"/>
          <w:szCs w:val="26"/>
        </w:rPr>
        <w:t>района Республики Хакасия</w: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jc w:val="center"/>
        <w:rPr>
          <w:rFonts w:ascii="Times New Roman" w:hAnsi="Times New Roman"/>
          <w:b/>
          <w:sz w:val="26"/>
          <w:szCs w:val="26"/>
        </w:rPr>
      </w:pPr>
      <w:r w:rsidRPr="009D1629">
        <w:rPr>
          <w:rFonts w:ascii="Times New Roman" w:hAnsi="Times New Roman"/>
          <w:b/>
          <w:sz w:val="26"/>
          <w:szCs w:val="26"/>
        </w:rPr>
        <w:t>ЖУРНАЛ</w:t>
      </w:r>
    </w:p>
    <w:p w:rsidR="00D86554" w:rsidRPr="009D1629" w:rsidRDefault="00D86554" w:rsidP="009D1629">
      <w:pPr>
        <w:ind w:firstLine="0"/>
        <w:jc w:val="center"/>
        <w:rPr>
          <w:rFonts w:ascii="Times New Roman" w:hAnsi="Times New Roman"/>
          <w:b/>
          <w:sz w:val="26"/>
          <w:szCs w:val="26"/>
        </w:rPr>
      </w:pPr>
      <w:r w:rsidRPr="009D1629">
        <w:rPr>
          <w:rFonts w:ascii="Times New Roman" w:hAnsi="Times New Roman"/>
          <w:b/>
          <w:sz w:val="26"/>
          <w:szCs w:val="26"/>
        </w:rPr>
        <w:t>учета распоряжений (приказов) об исполнении муниципальной</w:t>
      </w:r>
    </w:p>
    <w:p w:rsidR="00D86554" w:rsidRPr="009D1629" w:rsidRDefault="00D86554" w:rsidP="009D1629">
      <w:pPr>
        <w:ind w:firstLine="0"/>
        <w:jc w:val="center"/>
        <w:rPr>
          <w:rFonts w:ascii="Times New Roman" w:hAnsi="Times New Roman"/>
          <w:sz w:val="26"/>
          <w:szCs w:val="26"/>
        </w:rPr>
      </w:pPr>
      <w:r w:rsidRPr="009D1629">
        <w:rPr>
          <w:rFonts w:ascii="Times New Roman" w:hAnsi="Times New Roman"/>
          <w:b/>
          <w:sz w:val="26"/>
          <w:szCs w:val="26"/>
        </w:rPr>
        <w:t>функции по осуществлению муниципального контроля за обеспечением сохранности автомобильных дорог местного значения</w: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sidRPr="009D1629">
        <w:rPr>
          <w:rFonts w:ascii="Times New Roman" w:hAnsi="Times New Roman"/>
          <w:sz w:val="26"/>
          <w:szCs w:val="26"/>
        </w:rPr>
        <w:t>Начат _______________ г. Окончен __________________ г.</w:t>
      </w:r>
    </w:p>
    <w:p w:rsidR="00D86554" w:rsidRPr="009D1629" w:rsidRDefault="00D86554" w:rsidP="009D1629">
      <w:pPr>
        <w:ind w:firstLine="0"/>
        <w:rPr>
          <w:rFonts w:ascii="Times New Roman" w:hAnsi="Times New Roman"/>
          <w:sz w:val="26"/>
          <w:szCs w:val="26"/>
        </w:rPr>
      </w:pPr>
    </w:p>
    <w:p w:rsidR="00D86554" w:rsidRPr="009D1629" w:rsidRDefault="00D86554" w:rsidP="009D1629">
      <w:pPr>
        <w:ind w:firstLine="0"/>
        <w:rPr>
          <w:rFonts w:ascii="Times New Roman" w:hAnsi="Times New Roman"/>
          <w:sz w:val="26"/>
          <w:szCs w:val="26"/>
        </w:rPr>
      </w:pPr>
      <w:r w:rsidRPr="009D1629">
        <w:rPr>
          <w:rFonts w:ascii="Times New Roman" w:hAnsi="Times New Roman"/>
          <w:sz w:val="26"/>
          <w:szCs w:val="26"/>
        </w:rPr>
        <w:t>В журнале прошнуровано и пронумеровано листов _________________________</w:t>
      </w:r>
    </w:p>
    <w:p w:rsidR="00D86554" w:rsidRPr="009D1629" w:rsidRDefault="00D86554" w:rsidP="009D1629">
      <w:pPr>
        <w:ind w:firstLine="0"/>
        <w:rPr>
          <w:rFonts w:ascii="Times New Roman" w:hAnsi="Times New Roman"/>
          <w:sz w:val="26"/>
          <w:szCs w:val="26"/>
        </w:rPr>
      </w:pPr>
    </w:p>
    <w:tbl>
      <w:tblPr>
        <w:tblW w:w="0" w:type="auto"/>
        <w:tblCellSpacing w:w="5" w:type="nil"/>
        <w:tblInd w:w="75" w:type="dxa"/>
        <w:tblLayout w:type="fixed"/>
        <w:tblCellMar>
          <w:left w:w="75" w:type="dxa"/>
          <w:right w:w="75" w:type="dxa"/>
        </w:tblCellMar>
        <w:tblLook w:val="0000"/>
      </w:tblPr>
      <w:tblGrid>
        <w:gridCol w:w="600"/>
        <w:gridCol w:w="1200"/>
        <w:gridCol w:w="1680"/>
        <w:gridCol w:w="2520"/>
        <w:gridCol w:w="3480"/>
      </w:tblGrid>
      <w:tr w:rsidR="00D86554" w:rsidRPr="009D1629" w:rsidTr="009D1629">
        <w:trPr>
          <w:trHeight w:val="800"/>
          <w:tblCellSpacing w:w="5" w:type="nil"/>
        </w:trPr>
        <w:tc>
          <w:tcPr>
            <w:tcW w:w="600" w:type="dxa"/>
            <w:tcBorders>
              <w:top w:val="single" w:sz="4" w:space="0" w:color="auto"/>
              <w:left w:val="single" w:sz="4" w:space="0" w:color="auto"/>
              <w:bottom w:val="single" w:sz="4" w:space="0" w:color="auto"/>
              <w:right w:val="single" w:sz="4" w:space="0" w:color="auto"/>
            </w:tcBorders>
            <w:vAlign w:val="center"/>
          </w:tcPr>
          <w:p w:rsidR="00D86554" w:rsidRPr="009D1629" w:rsidRDefault="00D86554" w:rsidP="009D1629">
            <w:pPr>
              <w:ind w:firstLine="0"/>
              <w:jc w:val="center"/>
              <w:rPr>
                <w:rFonts w:ascii="Times New Roman" w:hAnsi="Times New Roman"/>
                <w:sz w:val="26"/>
                <w:szCs w:val="26"/>
              </w:rPr>
            </w:pPr>
            <w:r w:rsidRPr="009D1629">
              <w:rPr>
                <w:rFonts w:ascii="Times New Roman" w:hAnsi="Times New Roman"/>
                <w:sz w:val="26"/>
                <w:szCs w:val="26"/>
              </w:rPr>
              <w:t>N п/п</w:t>
            </w:r>
          </w:p>
        </w:tc>
        <w:tc>
          <w:tcPr>
            <w:tcW w:w="1200" w:type="dxa"/>
            <w:tcBorders>
              <w:top w:val="single" w:sz="4" w:space="0" w:color="auto"/>
              <w:left w:val="single" w:sz="4" w:space="0" w:color="auto"/>
              <w:bottom w:val="single" w:sz="4" w:space="0" w:color="auto"/>
              <w:right w:val="single" w:sz="4" w:space="0" w:color="auto"/>
            </w:tcBorders>
            <w:vAlign w:val="center"/>
          </w:tcPr>
          <w:p w:rsidR="00D86554" w:rsidRPr="009D1629" w:rsidRDefault="00D86554" w:rsidP="009D1629">
            <w:pPr>
              <w:ind w:firstLine="0"/>
              <w:jc w:val="center"/>
              <w:rPr>
                <w:rFonts w:ascii="Times New Roman" w:hAnsi="Times New Roman"/>
                <w:sz w:val="26"/>
                <w:szCs w:val="26"/>
              </w:rPr>
            </w:pPr>
            <w:r w:rsidRPr="009D1629">
              <w:rPr>
                <w:rFonts w:ascii="Times New Roman" w:hAnsi="Times New Roman"/>
                <w:sz w:val="26"/>
                <w:szCs w:val="26"/>
              </w:rPr>
              <w:t>N и дата приказа</w:t>
            </w:r>
          </w:p>
        </w:tc>
        <w:tc>
          <w:tcPr>
            <w:tcW w:w="1680" w:type="dxa"/>
            <w:tcBorders>
              <w:top w:val="single" w:sz="4" w:space="0" w:color="auto"/>
              <w:left w:val="single" w:sz="4" w:space="0" w:color="auto"/>
              <w:bottom w:val="single" w:sz="4" w:space="0" w:color="auto"/>
              <w:right w:val="single" w:sz="4" w:space="0" w:color="auto"/>
            </w:tcBorders>
            <w:vAlign w:val="center"/>
          </w:tcPr>
          <w:p w:rsidR="00D86554" w:rsidRPr="009D1629" w:rsidRDefault="00D86554" w:rsidP="009D1629">
            <w:pPr>
              <w:ind w:firstLine="0"/>
              <w:jc w:val="center"/>
              <w:rPr>
                <w:rFonts w:ascii="Times New Roman" w:hAnsi="Times New Roman"/>
                <w:sz w:val="26"/>
                <w:szCs w:val="26"/>
              </w:rPr>
            </w:pPr>
            <w:r w:rsidRPr="009D1629">
              <w:rPr>
                <w:rFonts w:ascii="Times New Roman" w:hAnsi="Times New Roman"/>
                <w:sz w:val="26"/>
                <w:szCs w:val="26"/>
              </w:rPr>
              <w:t>Наименование организации</w:t>
            </w:r>
          </w:p>
        </w:tc>
        <w:tc>
          <w:tcPr>
            <w:tcW w:w="2520" w:type="dxa"/>
            <w:tcBorders>
              <w:top w:val="single" w:sz="4" w:space="0" w:color="auto"/>
              <w:left w:val="single" w:sz="4" w:space="0" w:color="auto"/>
              <w:bottom w:val="single" w:sz="4" w:space="0" w:color="auto"/>
              <w:right w:val="single" w:sz="4" w:space="0" w:color="auto"/>
            </w:tcBorders>
            <w:vAlign w:val="center"/>
          </w:tcPr>
          <w:p w:rsidR="00D86554" w:rsidRPr="009D1629" w:rsidRDefault="00D86554" w:rsidP="009D1629">
            <w:pPr>
              <w:ind w:firstLine="0"/>
              <w:jc w:val="center"/>
              <w:rPr>
                <w:rFonts w:ascii="Times New Roman" w:hAnsi="Times New Roman"/>
                <w:sz w:val="26"/>
                <w:szCs w:val="26"/>
              </w:rPr>
            </w:pPr>
            <w:r w:rsidRPr="009D1629">
              <w:rPr>
                <w:rFonts w:ascii="Times New Roman" w:hAnsi="Times New Roman"/>
                <w:sz w:val="26"/>
                <w:szCs w:val="26"/>
              </w:rPr>
              <w:t>Ф.И.О. лиц, осуществляющих муниципальный надзор</w:t>
            </w:r>
          </w:p>
        </w:tc>
        <w:tc>
          <w:tcPr>
            <w:tcW w:w="3480" w:type="dxa"/>
            <w:tcBorders>
              <w:top w:val="single" w:sz="4" w:space="0" w:color="auto"/>
              <w:left w:val="single" w:sz="4" w:space="0" w:color="auto"/>
              <w:bottom w:val="single" w:sz="4" w:space="0" w:color="auto"/>
              <w:right w:val="single" w:sz="4" w:space="0" w:color="auto"/>
            </w:tcBorders>
            <w:vAlign w:val="center"/>
          </w:tcPr>
          <w:p w:rsidR="00D86554" w:rsidRPr="009D1629" w:rsidRDefault="00D86554" w:rsidP="009D1629">
            <w:pPr>
              <w:ind w:firstLine="0"/>
              <w:jc w:val="center"/>
              <w:rPr>
                <w:rFonts w:ascii="Times New Roman" w:hAnsi="Times New Roman"/>
                <w:sz w:val="26"/>
                <w:szCs w:val="26"/>
              </w:rPr>
            </w:pPr>
            <w:r w:rsidRPr="009D1629">
              <w:rPr>
                <w:rFonts w:ascii="Times New Roman" w:hAnsi="Times New Roman"/>
                <w:sz w:val="26"/>
                <w:szCs w:val="26"/>
              </w:rPr>
              <w:t>Подпись лиц, осуществляющих муниципальный надзор</w:t>
            </w:r>
          </w:p>
        </w:tc>
      </w:tr>
      <w:tr w:rsidR="00D86554" w:rsidRPr="009D1629" w:rsidTr="009D1629">
        <w:trPr>
          <w:tblCellSpacing w:w="5" w:type="nil"/>
        </w:trPr>
        <w:tc>
          <w:tcPr>
            <w:tcW w:w="600" w:type="dxa"/>
            <w:tcBorders>
              <w:left w:val="single" w:sz="4" w:space="0" w:color="auto"/>
              <w:bottom w:val="single" w:sz="4" w:space="0" w:color="auto"/>
              <w:right w:val="single" w:sz="4" w:space="0" w:color="auto"/>
            </w:tcBorders>
            <w:vAlign w:val="center"/>
          </w:tcPr>
          <w:p w:rsidR="00D86554" w:rsidRPr="009D1629" w:rsidRDefault="00D86554" w:rsidP="009D1629">
            <w:pPr>
              <w:ind w:firstLine="0"/>
              <w:jc w:val="center"/>
              <w:rPr>
                <w:rFonts w:ascii="Times New Roman" w:hAnsi="Times New Roman"/>
                <w:sz w:val="26"/>
                <w:szCs w:val="26"/>
              </w:rPr>
            </w:pPr>
            <w:r w:rsidRPr="009D1629">
              <w:rPr>
                <w:rFonts w:ascii="Times New Roman" w:hAnsi="Times New Roman"/>
                <w:sz w:val="26"/>
                <w:szCs w:val="26"/>
              </w:rPr>
              <w:t>1</w:t>
            </w:r>
          </w:p>
        </w:tc>
        <w:tc>
          <w:tcPr>
            <w:tcW w:w="1200" w:type="dxa"/>
            <w:tcBorders>
              <w:left w:val="single" w:sz="4" w:space="0" w:color="auto"/>
              <w:bottom w:val="single" w:sz="4" w:space="0" w:color="auto"/>
              <w:right w:val="single" w:sz="4" w:space="0" w:color="auto"/>
            </w:tcBorders>
            <w:vAlign w:val="center"/>
          </w:tcPr>
          <w:p w:rsidR="00D86554" w:rsidRPr="009D1629" w:rsidRDefault="00D86554" w:rsidP="009D1629">
            <w:pPr>
              <w:ind w:firstLine="0"/>
              <w:jc w:val="center"/>
              <w:rPr>
                <w:rFonts w:ascii="Times New Roman" w:hAnsi="Times New Roman"/>
                <w:sz w:val="26"/>
                <w:szCs w:val="26"/>
              </w:rPr>
            </w:pPr>
            <w:r w:rsidRPr="009D1629">
              <w:rPr>
                <w:rFonts w:ascii="Times New Roman" w:hAnsi="Times New Roman"/>
                <w:sz w:val="26"/>
                <w:szCs w:val="26"/>
              </w:rPr>
              <w:t>2</w:t>
            </w:r>
          </w:p>
        </w:tc>
        <w:tc>
          <w:tcPr>
            <w:tcW w:w="1680" w:type="dxa"/>
            <w:tcBorders>
              <w:left w:val="single" w:sz="4" w:space="0" w:color="auto"/>
              <w:bottom w:val="single" w:sz="4" w:space="0" w:color="auto"/>
              <w:right w:val="single" w:sz="4" w:space="0" w:color="auto"/>
            </w:tcBorders>
            <w:vAlign w:val="center"/>
          </w:tcPr>
          <w:p w:rsidR="00D86554" w:rsidRPr="009D1629" w:rsidRDefault="00D86554" w:rsidP="009D1629">
            <w:pPr>
              <w:ind w:firstLine="0"/>
              <w:jc w:val="center"/>
              <w:rPr>
                <w:rFonts w:ascii="Times New Roman" w:hAnsi="Times New Roman"/>
                <w:sz w:val="26"/>
                <w:szCs w:val="26"/>
              </w:rPr>
            </w:pPr>
            <w:r w:rsidRPr="009D1629">
              <w:rPr>
                <w:rFonts w:ascii="Times New Roman" w:hAnsi="Times New Roman"/>
                <w:sz w:val="26"/>
                <w:szCs w:val="26"/>
              </w:rPr>
              <w:t>3</w:t>
            </w:r>
          </w:p>
        </w:tc>
        <w:tc>
          <w:tcPr>
            <w:tcW w:w="2520" w:type="dxa"/>
            <w:tcBorders>
              <w:left w:val="single" w:sz="4" w:space="0" w:color="auto"/>
              <w:bottom w:val="single" w:sz="4" w:space="0" w:color="auto"/>
              <w:right w:val="single" w:sz="4" w:space="0" w:color="auto"/>
            </w:tcBorders>
            <w:vAlign w:val="center"/>
          </w:tcPr>
          <w:p w:rsidR="00D86554" w:rsidRPr="009D1629" w:rsidRDefault="00D86554" w:rsidP="009D1629">
            <w:pPr>
              <w:ind w:firstLine="0"/>
              <w:jc w:val="center"/>
              <w:rPr>
                <w:rFonts w:ascii="Times New Roman" w:hAnsi="Times New Roman"/>
                <w:sz w:val="26"/>
                <w:szCs w:val="26"/>
              </w:rPr>
            </w:pPr>
            <w:r w:rsidRPr="009D1629">
              <w:rPr>
                <w:rFonts w:ascii="Times New Roman" w:hAnsi="Times New Roman"/>
                <w:sz w:val="26"/>
                <w:szCs w:val="26"/>
              </w:rPr>
              <w:t>3</w:t>
            </w:r>
          </w:p>
        </w:tc>
        <w:tc>
          <w:tcPr>
            <w:tcW w:w="3480" w:type="dxa"/>
            <w:tcBorders>
              <w:left w:val="single" w:sz="4" w:space="0" w:color="auto"/>
              <w:bottom w:val="single" w:sz="4" w:space="0" w:color="auto"/>
              <w:right w:val="single" w:sz="4" w:space="0" w:color="auto"/>
            </w:tcBorders>
            <w:vAlign w:val="center"/>
          </w:tcPr>
          <w:p w:rsidR="00D86554" w:rsidRPr="009D1629" w:rsidRDefault="00D86554" w:rsidP="009D1629">
            <w:pPr>
              <w:ind w:firstLine="0"/>
              <w:jc w:val="center"/>
              <w:rPr>
                <w:rFonts w:ascii="Times New Roman" w:hAnsi="Times New Roman"/>
                <w:sz w:val="26"/>
                <w:szCs w:val="26"/>
              </w:rPr>
            </w:pPr>
            <w:r w:rsidRPr="009D1629">
              <w:rPr>
                <w:rFonts w:ascii="Times New Roman" w:hAnsi="Times New Roman"/>
                <w:sz w:val="26"/>
                <w:szCs w:val="26"/>
              </w:rPr>
              <w:t>5</w:t>
            </w:r>
          </w:p>
        </w:tc>
      </w:tr>
      <w:tr w:rsidR="00D86554" w:rsidRPr="009D1629" w:rsidTr="009D1629">
        <w:trPr>
          <w:tblCellSpacing w:w="5" w:type="nil"/>
        </w:trPr>
        <w:tc>
          <w:tcPr>
            <w:tcW w:w="600" w:type="dxa"/>
            <w:tcBorders>
              <w:left w:val="single" w:sz="4" w:space="0" w:color="auto"/>
              <w:bottom w:val="single" w:sz="4" w:space="0" w:color="auto"/>
              <w:right w:val="single" w:sz="4" w:space="0" w:color="auto"/>
            </w:tcBorders>
          </w:tcPr>
          <w:p w:rsidR="00D86554" w:rsidRPr="009D1629" w:rsidRDefault="00D86554" w:rsidP="009D1629">
            <w:pPr>
              <w:ind w:firstLine="0"/>
              <w:rPr>
                <w:rFonts w:ascii="Times New Roman" w:hAnsi="Times New Roman"/>
                <w:sz w:val="26"/>
                <w:szCs w:val="26"/>
              </w:rPr>
            </w:pPr>
          </w:p>
        </w:tc>
        <w:tc>
          <w:tcPr>
            <w:tcW w:w="1200" w:type="dxa"/>
            <w:tcBorders>
              <w:left w:val="single" w:sz="4" w:space="0" w:color="auto"/>
              <w:bottom w:val="single" w:sz="4" w:space="0" w:color="auto"/>
              <w:right w:val="single" w:sz="4" w:space="0" w:color="auto"/>
            </w:tcBorders>
          </w:tcPr>
          <w:p w:rsidR="00D86554" w:rsidRPr="009D1629" w:rsidRDefault="00D86554" w:rsidP="009D1629">
            <w:pPr>
              <w:ind w:firstLine="0"/>
              <w:rPr>
                <w:rFonts w:ascii="Times New Roman" w:hAnsi="Times New Roman"/>
                <w:sz w:val="26"/>
                <w:szCs w:val="26"/>
              </w:rPr>
            </w:pPr>
          </w:p>
        </w:tc>
        <w:tc>
          <w:tcPr>
            <w:tcW w:w="1680" w:type="dxa"/>
            <w:tcBorders>
              <w:left w:val="single" w:sz="4" w:space="0" w:color="auto"/>
              <w:bottom w:val="single" w:sz="4" w:space="0" w:color="auto"/>
              <w:right w:val="single" w:sz="4" w:space="0" w:color="auto"/>
            </w:tcBorders>
          </w:tcPr>
          <w:p w:rsidR="00D86554" w:rsidRPr="009D1629" w:rsidRDefault="00D86554" w:rsidP="009D1629">
            <w:pPr>
              <w:ind w:firstLine="0"/>
              <w:rPr>
                <w:rFonts w:ascii="Times New Roman" w:hAnsi="Times New Roman"/>
                <w:sz w:val="26"/>
                <w:szCs w:val="26"/>
              </w:rPr>
            </w:pPr>
          </w:p>
        </w:tc>
        <w:tc>
          <w:tcPr>
            <w:tcW w:w="2520" w:type="dxa"/>
            <w:tcBorders>
              <w:left w:val="single" w:sz="4" w:space="0" w:color="auto"/>
              <w:bottom w:val="single" w:sz="4" w:space="0" w:color="auto"/>
              <w:right w:val="single" w:sz="4" w:space="0" w:color="auto"/>
            </w:tcBorders>
          </w:tcPr>
          <w:p w:rsidR="00D86554" w:rsidRPr="009D1629" w:rsidRDefault="00D86554" w:rsidP="009D1629">
            <w:pPr>
              <w:ind w:firstLine="0"/>
              <w:rPr>
                <w:rFonts w:ascii="Times New Roman" w:hAnsi="Times New Roman"/>
                <w:sz w:val="26"/>
                <w:szCs w:val="26"/>
              </w:rPr>
            </w:pPr>
          </w:p>
        </w:tc>
        <w:tc>
          <w:tcPr>
            <w:tcW w:w="3480" w:type="dxa"/>
            <w:tcBorders>
              <w:left w:val="single" w:sz="4" w:space="0" w:color="auto"/>
              <w:bottom w:val="single" w:sz="4" w:space="0" w:color="auto"/>
              <w:right w:val="single" w:sz="4" w:space="0" w:color="auto"/>
            </w:tcBorders>
          </w:tcPr>
          <w:p w:rsidR="00D86554" w:rsidRPr="009D1629" w:rsidRDefault="00D86554" w:rsidP="009D1629">
            <w:pPr>
              <w:ind w:firstLine="0"/>
              <w:rPr>
                <w:rFonts w:ascii="Times New Roman" w:hAnsi="Times New Roman"/>
                <w:sz w:val="26"/>
                <w:szCs w:val="26"/>
              </w:rPr>
            </w:pPr>
          </w:p>
        </w:tc>
      </w:tr>
      <w:tr w:rsidR="00D86554" w:rsidRPr="009D1629" w:rsidTr="009D1629">
        <w:trPr>
          <w:tblCellSpacing w:w="5" w:type="nil"/>
        </w:trPr>
        <w:tc>
          <w:tcPr>
            <w:tcW w:w="600" w:type="dxa"/>
            <w:tcBorders>
              <w:left w:val="single" w:sz="4" w:space="0" w:color="auto"/>
              <w:bottom w:val="single" w:sz="4" w:space="0" w:color="auto"/>
              <w:right w:val="single" w:sz="4" w:space="0" w:color="auto"/>
            </w:tcBorders>
          </w:tcPr>
          <w:p w:rsidR="00D86554" w:rsidRPr="009D1629" w:rsidRDefault="00D86554" w:rsidP="009D1629">
            <w:pPr>
              <w:ind w:firstLine="0"/>
              <w:rPr>
                <w:rFonts w:ascii="Times New Roman" w:hAnsi="Times New Roman"/>
                <w:sz w:val="26"/>
                <w:szCs w:val="26"/>
              </w:rPr>
            </w:pPr>
          </w:p>
        </w:tc>
        <w:tc>
          <w:tcPr>
            <w:tcW w:w="1200" w:type="dxa"/>
            <w:tcBorders>
              <w:left w:val="single" w:sz="4" w:space="0" w:color="auto"/>
              <w:bottom w:val="single" w:sz="4" w:space="0" w:color="auto"/>
              <w:right w:val="single" w:sz="4" w:space="0" w:color="auto"/>
            </w:tcBorders>
          </w:tcPr>
          <w:p w:rsidR="00D86554" w:rsidRPr="009D1629" w:rsidRDefault="00D86554" w:rsidP="009D1629">
            <w:pPr>
              <w:ind w:firstLine="0"/>
              <w:rPr>
                <w:rFonts w:ascii="Times New Roman" w:hAnsi="Times New Roman"/>
                <w:sz w:val="26"/>
                <w:szCs w:val="26"/>
              </w:rPr>
            </w:pPr>
          </w:p>
        </w:tc>
        <w:tc>
          <w:tcPr>
            <w:tcW w:w="1680" w:type="dxa"/>
            <w:tcBorders>
              <w:left w:val="single" w:sz="4" w:space="0" w:color="auto"/>
              <w:bottom w:val="single" w:sz="4" w:space="0" w:color="auto"/>
              <w:right w:val="single" w:sz="4" w:space="0" w:color="auto"/>
            </w:tcBorders>
          </w:tcPr>
          <w:p w:rsidR="00D86554" w:rsidRPr="009D1629" w:rsidRDefault="00D86554" w:rsidP="009D1629">
            <w:pPr>
              <w:ind w:firstLine="0"/>
              <w:rPr>
                <w:rFonts w:ascii="Times New Roman" w:hAnsi="Times New Roman"/>
                <w:sz w:val="26"/>
                <w:szCs w:val="26"/>
              </w:rPr>
            </w:pPr>
          </w:p>
        </w:tc>
        <w:tc>
          <w:tcPr>
            <w:tcW w:w="2520" w:type="dxa"/>
            <w:tcBorders>
              <w:left w:val="single" w:sz="4" w:space="0" w:color="auto"/>
              <w:bottom w:val="single" w:sz="4" w:space="0" w:color="auto"/>
              <w:right w:val="single" w:sz="4" w:space="0" w:color="auto"/>
            </w:tcBorders>
          </w:tcPr>
          <w:p w:rsidR="00D86554" w:rsidRPr="009D1629" w:rsidRDefault="00D86554" w:rsidP="009D1629">
            <w:pPr>
              <w:ind w:firstLine="0"/>
              <w:rPr>
                <w:rFonts w:ascii="Times New Roman" w:hAnsi="Times New Roman"/>
                <w:sz w:val="26"/>
                <w:szCs w:val="26"/>
              </w:rPr>
            </w:pPr>
          </w:p>
        </w:tc>
        <w:tc>
          <w:tcPr>
            <w:tcW w:w="3480" w:type="dxa"/>
            <w:tcBorders>
              <w:left w:val="single" w:sz="4" w:space="0" w:color="auto"/>
              <w:bottom w:val="single" w:sz="4" w:space="0" w:color="auto"/>
              <w:right w:val="single" w:sz="4" w:space="0" w:color="auto"/>
            </w:tcBorders>
          </w:tcPr>
          <w:p w:rsidR="00D86554" w:rsidRPr="009D1629" w:rsidRDefault="00D86554" w:rsidP="009D1629">
            <w:pPr>
              <w:ind w:firstLine="0"/>
              <w:rPr>
                <w:rFonts w:ascii="Times New Roman" w:hAnsi="Times New Roman"/>
                <w:sz w:val="26"/>
                <w:szCs w:val="26"/>
              </w:rPr>
            </w:pPr>
          </w:p>
        </w:tc>
      </w:tr>
    </w:tbl>
    <w:p w:rsidR="00D86554" w:rsidRPr="009D1629" w:rsidRDefault="00D86554" w:rsidP="009D1629">
      <w:pPr>
        <w:ind w:firstLine="0"/>
        <w:rPr>
          <w:rFonts w:ascii="Times New Roman" w:hAnsi="Times New Roman"/>
          <w:sz w:val="26"/>
          <w:szCs w:val="26"/>
        </w:rPr>
      </w:pPr>
    </w:p>
    <w:p w:rsidR="00D86554" w:rsidRPr="009D1629" w:rsidRDefault="00D86554">
      <w:pPr>
        <w:rPr>
          <w:rFonts w:ascii="Times New Roman" w:hAnsi="Times New Roman"/>
          <w:sz w:val="26"/>
          <w:szCs w:val="26"/>
        </w:rPr>
      </w:pPr>
    </w:p>
    <w:sectPr w:rsidR="00D86554" w:rsidRPr="009D1629" w:rsidSect="009D16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7BAA"/>
    <w:multiLevelType w:val="multilevel"/>
    <w:tmpl w:val="16B69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004096"/>
    <w:multiLevelType w:val="multilevel"/>
    <w:tmpl w:val="F0128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CF7991"/>
    <w:multiLevelType w:val="multilevel"/>
    <w:tmpl w:val="106C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1629"/>
    <w:rsid w:val="0000028D"/>
    <w:rsid w:val="00000544"/>
    <w:rsid w:val="00000624"/>
    <w:rsid w:val="00000AB2"/>
    <w:rsid w:val="00000BA7"/>
    <w:rsid w:val="00001549"/>
    <w:rsid w:val="00001755"/>
    <w:rsid w:val="0000246F"/>
    <w:rsid w:val="00003FE5"/>
    <w:rsid w:val="00004F39"/>
    <w:rsid w:val="000054C5"/>
    <w:rsid w:val="00005807"/>
    <w:rsid w:val="00005DD3"/>
    <w:rsid w:val="00005FA6"/>
    <w:rsid w:val="0000655D"/>
    <w:rsid w:val="00007319"/>
    <w:rsid w:val="00007366"/>
    <w:rsid w:val="00007C86"/>
    <w:rsid w:val="00010CEC"/>
    <w:rsid w:val="00010D54"/>
    <w:rsid w:val="000114F5"/>
    <w:rsid w:val="00011F2F"/>
    <w:rsid w:val="0001213A"/>
    <w:rsid w:val="00012243"/>
    <w:rsid w:val="0001253E"/>
    <w:rsid w:val="0001298A"/>
    <w:rsid w:val="00014367"/>
    <w:rsid w:val="000149D2"/>
    <w:rsid w:val="00014E99"/>
    <w:rsid w:val="00015788"/>
    <w:rsid w:val="00016FE2"/>
    <w:rsid w:val="00020543"/>
    <w:rsid w:val="00020D7C"/>
    <w:rsid w:val="00021C0B"/>
    <w:rsid w:val="00022D14"/>
    <w:rsid w:val="00022F4D"/>
    <w:rsid w:val="0002340D"/>
    <w:rsid w:val="0002352D"/>
    <w:rsid w:val="00023797"/>
    <w:rsid w:val="00024C2E"/>
    <w:rsid w:val="0002542A"/>
    <w:rsid w:val="000260A6"/>
    <w:rsid w:val="000265CB"/>
    <w:rsid w:val="00026602"/>
    <w:rsid w:val="00026EA4"/>
    <w:rsid w:val="000273EC"/>
    <w:rsid w:val="00027BE4"/>
    <w:rsid w:val="00027EAA"/>
    <w:rsid w:val="0003098F"/>
    <w:rsid w:val="00030E47"/>
    <w:rsid w:val="000316B9"/>
    <w:rsid w:val="0003331A"/>
    <w:rsid w:val="00035DE7"/>
    <w:rsid w:val="00036298"/>
    <w:rsid w:val="0003695A"/>
    <w:rsid w:val="000371FC"/>
    <w:rsid w:val="00037290"/>
    <w:rsid w:val="00037305"/>
    <w:rsid w:val="000376F6"/>
    <w:rsid w:val="00037BAD"/>
    <w:rsid w:val="00037DA1"/>
    <w:rsid w:val="000400BA"/>
    <w:rsid w:val="00040223"/>
    <w:rsid w:val="0004025D"/>
    <w:rsid w:val="00041E14"/>
    <w:rsid w:val="00043518"/>
    <w:rsid w:val="00044EFB"/>
    <w:rsid w:val="00045282"/>
    <w:rsid w:val="00045679"/>
    <w:rsid w:val="00045DFE"/>
    <w:rsid w:val="000467CA"/>
    <w:rsid w:val="00046AE7"/>
    <w:rsid w:val="0005112A"/>
    <w:rsid w:val="00051503"/>
    <w:rsid w:val="00051524"/>
    <w:rsid w:val="00051B2D"/>
    <w:rsid w:val="00052692"/>
    <w:rsid w:val="00052AB8"/>
    <w:rsid w:val="00052D02"/>
    <w:rsid w:val="00052DB2"/>
    <w:rsid w:val="000535A7"/>
    <w:rsid w:val="0005456F"/>
    <w:rsid w:val="00054E89"/>
    <w:rsid w:val="0005601D"/>
    <w:rsid w:val="00056704"/>
    <w:rsid w:val="00057A21"/>
    <w:rsid w:val="0006079C"/>
    <w:rsid w:val="00060977"/>
    <w:rsid w:val="000614CE"/>
    <w:rsid w:val="000619F4"/>
    <w:rsid w:val="00061DFC"/>
    <w:rsid w:val="000625DA"/>
    <w:rsid w:val="0006267F"/>
    <w:rsid w:val="00062FDB"/>
    <w:rsid w:val="000631A3"/>
    <w:rsid w:val="00063405"/>
    <w:rsid w:val="00064806"/>
    <w:rsid w:val="000651C0"/>
    <w:rsid w:val="0006528A"/>
    <w:rsid w:val="00065EE9"/>
    <w:rsid w:val="000665A1"/>
    <w:rsid w:val="00066E75"/>
    <w:rsid w:val="000672A2"/>
    <w:rsid w:val="000674B6"/>
    <w:rsid w:val="000704F2"/>
    <w:rsid w:val="0007091B"/>
    <w:rsid w:val="0007115D"/>
    <w:rsid w:val="000712C7"/>
    <w:rsid w:val="00071748"/>
    <w:rsid w:val="00071912"/>
    <w:rsid w:val="000724DC"/>
    <w:rsid w:val="000739A4"/>
    <w:rsid w:val="00073D70"/>
    <w:rsid w:val="00074EB1"/>
    <w:rsid w:val="000756FA"/>
    <w:rsid w:val="00075B04"/>
    <w:rsid w:val="00076061"/>
    <w:rsid w:val="000760CE"/>
    <w:rsid w:val="00076EE8"/>
    <w:rsid w:val="00077AB5"/>
    <w:rsid w:val="0008004E"/>
    <w:rsid w:val="000800DF"/>
    <w:rsid w:val="00081C0B"/>
    <w:rsid w:val="00081C0D"/>
    <w:rsid w:val="00081C98"/>
    <w:rsid w:val="00082B66"/>
    <w:rsid w:val="000837E4"/>
    <w:rsid w:val="00084916"/>
    <w:rsid w:val="00084C05"/>
    <w:rsid w:val="00084D04"/>
    <w:rsid w:val="000855D6"/>
    <w:rsid w:val="000857DD"/>
    <w:rsid w:val="00085A4B"/>
    <w:rsid w:val="00086291"/>
    <w:rsid w:val="00086FED"/>
    <w:rsid w:val="0008718E"/>
    <w:rsid w:val="00087200"/>
    <w:rsid w:val="00087E9F"/>
    <w:rsid w:val="000907C3"/>
    <w:rsid w:val="00091649"/>
    <w:rsid w:val="00091D4A"/>
    <w:rsid w:val="00091E08"/>
    <w:rsid w:val="00092215"/>
    <w:rsid w:val="000926E1"/>
    <w:rsid w:val="00092853"/>
    <w:rsid w:val="00092A5D"/>
    <w:rsid w:val="00092BFD"/>
    <w:rsid w:val="00093A87"/>
    <w:rsid w:val="0009450F"/>
    <w:rsid w:val="000948B7"/>
    <w:rsid w:val="00094D75"/>
    <w:rsid w:val="00094FD4"/>
    <w:rsid w:val="0009536D"/>
    <w:rsid w:val="000953FB"/>
    <w:rsid w:val="00095DE5"/>
    <w:rsid w:val="00095F76"/>
    <w:rsid w:val="0009622A"/>
    <w:rsid w:val="0009692F"/>
    <w:rsid w:val="00096B29"/>
    <w:rsid w:val="00096B3A"/>
    <w:rsid w:val="0009744C"/>
    <w:rsid w:val="00097D81"/>
    <w:rsid w:val="00097FC5"/>
    <w:rsid w:val="000A03FC"/>
    <w:rsid w:val="000A08B0"/>
    <w:rsid w:val="000A0DD0"/>
    <w:rsid w:val="000A15C0"/>
    <w:rsid w:val="000A1D22"/>
    <w:rsid w:val="000A1E30"/>
    <w:rsid w:val="000A1E7E"/>
    <w:rsid w:val="000A1FA6"/>
    <w:rsid w:val="000A3652"/>
    <w:rsid w:val="000A377A"/>
    <w:rsid w:val="000A38E8"/>
    <w:rsid w:val="000A4523"/>
    <w:rsid w:val="000A4F88"/>
    <w:rsid w:val="000A5A9A"/>
    <w:rsid w:val="000A5ABF"/>
    <w:rsid w:val="000A5C91"/>
    <w:rsid w:val="000A6244"/>
    <w:rsid w:val="000A6793"/>
    <w:rsid w:val="000A6B18"/>
    <w:rsid w:val="000A6B2B"/>
    <w:rsid w:val="000A6B56"/>
    <w:rsid w:val="000A7A99"/>
    <w:rsid w:val="000B0322"/>
    <w:rsid w:val="000B0AF7"/>
    <w:rsid w:val="000B1387"/>
    <w:rsid w:val="000B2344"/>
    <w:rsid w:val="000B25A2"/>
    <w:rsid w:val="000B261C"/>
    <w:rsid w:val="000B3BDF"/>
    <w:rsid w:val="000B447F"/>
    <w:rsid w:val="000B4D5B"/>
    <w:rsid w:val="000B4E38"/>
    <w:rsid w:val="000B4F32"/>
    <w:rsid w:val="000B5714"/>
    <w:rsid w:val="000B5E67"/>
    <w:rsid w:val="000B7058"/>
    <w:rsid w:val="000B786C"/>
    <w:rsid w:val="000B7968"/>
    <w:rsid w:val="000B7A49"/>
    <w:rsid w:val="000C0690"/>
    <w:rsid w:val="000C1F9C"/>
    <w:rsid w:val="000C201D"/>
    <w:rsid w:val="000C287C"/>
    <w:rsid w:val="000C2C4E"/>
    <w:rsid w:val="000C334F"/>
    <w:rsid w:val="000C39C8"/>
    <w:rsid w:val="000C3A39"/>
    <w:rsid w:val="000C4112"/>
    <w:rsid w:val="000C419C"/>
    <w:rsid w:val="000C42E3"/>
    <w:rsid w:val="000C4FEF"/>
    <w:rsid w:val="000C572C"/>
    <w:rsid w:val="000C5A29"/>
    <w:rsid w:val="000C5BBC"/>
    <w:rsid w:val="000C60DC"/>
    <w:rsid w:val="000C69F8"/>
    <w:rsid w:val="000C6D8C"/>
    <w:rsid w:val="000C79D6"/>
    <w:rsid w:val="000C7F3A"/>
    <w:rsid w:val="000D03E4"/>
    <w:rsid w:val="000D0647"/>
    <w:rsid w:val="000D0A53"/>
    <w:rsid w:val="000D218A"/>
    <w:rsid w:val="000D2F19"/>
    <w:rsid w:val="000D39BB"/>
    <w:rsid w:val="000D4187"/>
    <w:rsid w:val="000D4934"/>
    <w:rsid w:val="000D4E49"/>
    <w:rsid w:val="000D5421"/>
    <w:rsid w:val="000D59F2"/>
    <w:rsid w:val="000D5C9A"/>
    <w:rsid w:val="000D6DFF"/>
    <w:rsid w:val="000D7E46"/>
    <w:rsid w:val="000D7EBE"/>
    <w:rsid w:val="000D7F6A"/>
    <w:rsid w:val="000E199B"/>
    <w:rsid w:val="000E1DE8"/>
    <w:rsid w:val="000E2387"/>
    <w:rsid w:val="000E250C"/>
    <w:rsid w:val="000E2D7E"/>
    <w:rsid w:val="000E31DA"/>
    <w:rsid w:val="000E37E6"/>
    <w:rsid w:val="000E3B8E"/>
    <w:rsid w:val="000E42DE"/>
    <w:rsid w:val="000E4656"/>
    <w:rsid w:val="000E6539"/>
    <w:rsid w:val="000F1531"/>
    <w:rsid w:val="000F1730"/>
    <w:rsid w:val="000F1871"/>
    <w:rsid w:val="000F1B2A"/>
    <w:rsid w:val="000F3133"/>
    <w:rsid w:val="000F314A"/>
    <w:rsid w:val="000F4097"/>
    <w:rsid w:val="000F47DC"/>
    <w:rsid w:val="000F4852"/>
    <w:rsid w:val="000F4BAD"/>
    <w:rsid w:val="000F5909"/>
    <w:rsid w:val="000F5C05"/>
    <w:rsid w:val="000F614D"/>
    <w:rsid w:val="000F66D2"/>
    <w:rsid w:val="000F6F9D"/>
    <w:rsid w:val="00100D41"/>
    <w:rsid w:val="001012EB"/>
    <w:rsid w:val="00101988"/>
    <w:rsid w:val="00102B92"/>
    <w:rsid w:val="00102C8C"/>
    <w:rsid w:val="0010335E"/>
    <w:rsid w:val="00103D90"/>
    <w:rsid w:val="001043D5"/>
    <w:rsid w:val="00105716"/>
    <w:rsid w:val="00105E9E"/>
    <w:rsid w:val="0010626F"/>
    <w:rsid w:val="00106FE4"/>
    <w:rsid w:val="0010724D"/>
    <w:rsid w:val="00107665"/>
    <w:rsid w:val="00107F0F"/>
    <w:rsid w:val="00110156"/>
    <w:rsid w:val="001101DB"/>
    <w:rsid w:val="001112F1"/>
    <w:rsid w:val="00111480"/>
    <w:rsid w:val="00111802"/>
    <w:rsid w:val="00112109"/>
    <w:rsid w:val="001127CA"/>
    <w:rsid w:val="00113116"/>
    <w:rsid w:val="00113C1D"/>
    <w:rsid w:val="00113C86"/>
    <w:rsid w:val="00114B04"/>
    <w:rsid w:val="00115242"/>
    <w:rsid w:val="001153ED"/>
    <w:rsid w:val="00115F75"/>
    <w:rsid w:val="00116398"/>
    <w:rsid w:val="001164C1"/>
    <w:rsid w:val="0011785B"/>
    <w:rsid w:val="00122937"/>
    <w:rsid w:val="00123E0C"/>
    <w:rsid w:val="001240B9"/>
    <w:rsid w:val="001247BA"/>
    <w:rsid w:val="00124A88"/>
    <w:rsid w:val="001258B8"/>
    <w:rsid w:val="00126EDA"/>
    <w:rsid w:val="001272D2"/>
    <w:rsid w:val="001273BF"/>
    <w:rsid w:val="0012745A"/>
    <w:rsid w:val="0012784C"/>
    <w:rsid w:val="001300FB"/>
    <w:rsid w:val="00130A1D"/>
    <w:rsid w:val="00130C99"/>
    <w:rsid w:val="00131104"/>
    <w:rsid w:val="00131A9A"/>
    <w:rsid w:val="00131EF7"/>
    <w:rsid w:val="00132868"/>
    <w:rsid w:val="00133331"/>
    <w:rsid w:val="0013371A"/>
    <w:rsid w:val="00133C93"/>
    <w:rsid w:val="00133D35"/>
    <w:rsid w:val="00134D3B"/>
    <w:rsid w:val="0013505A"/>
    <w:rsid w:val="001350BD"/>
    <w:rsid w:val="00135B72"/>
    <w:rsid w:val="001369B2"/>
    <w:rsid w:val="00136FCA"/>
    <w:rsid w:val="0013716B"/>
    <w:rsid w:val="00141C64"/>
    <w:rsid w:val="001434FA"/>
    <w:rsid w:val="00143F28"/>
    <w:rsid w:val="001448AE"/>
    <w:rsid w:val="00144E4A"/>
    <w:rsid w:val="0014506F"/>
    <w:rsid w:val="0014542D"/>
    <w:rsid w:val="001454F0"/>
    <w:rsid w:val="001455DA"/>
    <w:rsid w:val="001460D3"/>
    <w:rsid w:val="00146B44"/>
    <w:rsid w:val="0014736F"/>
    <w:rsid w:val="00147CEB"/>
    <w:rsid w:val="00147DC4"/>
    <w:rsid w:val="00147E3F"/>
    <w:rsid w:val="00150519"/>
    <w:rsid w:val="001513B7"/>
    <w:rsid w:val="001527CE"/>
    <w:rsid w:val="001529F7"/>
    <w:rsid w:val="00152A9E"/>
    <w:rsid w:val="00152D9D"/>
    <w:rsid w:val="00153EA9"/>
    <w:rsid w:val="00154195"/>
    <w:rsid w:val="0015448C"/>
    <w:rsid w:val="00155E0E"/>
    <w:rsid w:val="00156BDF"/>
    <w:rsid w:val="0015706A"/>
    <w:rsid w:val="00157941"/>
    <w:rsid w:val="00157EA6"/>
    <w:rsid w:val="001602BE"/>
    <w:rsid w:val="001603BF"/>
    <w:rsid w:val="00160F6C"/>
    <w:rsid w:val="001626C9"/>
    <w:rsid w:val="001629C0"/>
    <w:rsid w:val="00162A53"/>
    <w:rsid w:val="00162F0C"/>
    <w:rsid w:val="0016421C"/>
    <w:rsid w:val="00164357"/>
    <w:rsid w:val="00164C60"/>
    <w:rsid w:val="001650C9"/>
    <w:rsid w:val="001654F6"/>
    <w:rsid w:val="00165529"/>
    <w:rsid w:val="00165C0F"/>
    <w:rsid w:val="00166057"/>
    <w:rsid w:val="0016640C"/>
    <w:rsid w:val="001667E6"/>
    <w:rsid w:val="00167B1F"/>
    <w:rsid w:val="00167C66"/>
    <w:rsid w:val="00167F7F"/>
    <w:rsid w:val="00170796"/>
    <w:rsid w:val="00170F86"/>
    <w:rsid w:val="00171938"/>
    <w:rsid w:val="00171A1A"/>
    <w:rsid w:val="00171D2A"/>
    <w:rsid w:val="00171EF3"/>
    <w:rsid w:val="00174A1D"/>
    <w:rsid w:val="00174F4B"/>
    <w:rsid w:val="001757EF"/>
    <w:rsid w:val="0017625E"/>
    <w:rsid w:val="00176D6E"/>
    <w:rsid w:val="00176DF6"/>
    <w:rsid w:val="00176E75"/>
    <w:rsid w:val="00176F02"/>
    <w:rsid w:val="00176F14"/>
    <w:rsid w:val="001779C6"/>
    <w:rsid w:val="00177FD2"/>
    <w:rsid w:val="00177FDC"/>
    <w:rsid w:val="00180670"/>
    <w:rsid w:val="0018129A"/>
    <w:rsid w:val="001818F4"/>
    <w:rsid w:val="00181A75"/>
    <w:rsid w:val="00181D23"/>
    <w:rsid w:val="0018240A"/>
    <w:rsid w:val="00182FCB"/>
    <w:rsid w:val="00184002"/>
    <w:rsid w:val="001842B7"/>
    <w:rsid w:val="00184735"/>
    <w:rsid w:val="001849FE"/>
    <w:rsid w:val="001850D7"/>
    <w:rsid w:val="001852D5"/>
    <w:rsid w:val="00186397"/>
    <w:rsid w:val="0018694E"/>
    <w:rsid w:val="00186EDC"/>
    <w:rsid w:val="00187296"/>
    <w:rsid w:val="0018746E"/>
    <w:rsid w:val="0019001D"/>
    <w:rsid w:val="00190A25"/>
    <w:rsid w:val="00191350"/>
    <w:rsid w:val="0019162A"/>
    <w:rsid w:val="0019334F"/>
    <w:rsid w:val="0019345E"/>
    <w:rsid w:val="001934F3"/>
    <w:rsid w:val="00194B32"/>
    <w:rsid w:val="0019578E"/>
    <w:rsid w:val="0019601D"/>
    <w:rsid w:val="001A0769"/>
    <w:rsid w:val="001A098F"/>
    <w:rsid w:val="001A09DF"/>
    <w:rsid w:val="001A128D"/>
    <w:rsid w:val="001A16D6"/>
    <w:rsid w:val="001A1E1E"/>
    <w:rsid w:val="001A2A71"/>
    <w:rsid w:val="001A4490"/>
    <w:rsid w:val="001A4BFA"/>
    <w:rsid w:val="001A5267"/>
    <w:rsid w:val="001A5CA3"/>
    <w:rsid w:val="001A63D8"/>
    <w:rsid w:val="001A6421"/>
    <w:rsid w:val="001A6783"/>
    <w:rsid w:val="001A7C04"/>
    <w:rsid w:val="001B007A"/>
    <w:rsid w:val="001B05CE"/>
    <w:rsid w:val="001B0D31"/>
    <w:rsid w:val="001B1163"/>
    <w:rsid w:val="001B258F"/>
    <w:rsid w:val="001B2615"/>
    <w:rsid w:val="001B277F"/>
    <w:rsid w:val="001B3069"/>
    <w:rsid w:val="001B306C"/>
    <w:rsid w:val="001B3616"/>
    <w:rsid w:val="001B3D2C"/>
    <w:rsid w:val="001B4346"/>
    <w:rsid w:val="001B4E24"/>
    <w:rsid w:val="001B51DD"/>
    <w:rsid w:val="001B52A7"/>
    <w:rsid w:val="001B59E9"/>
    <w:rsid w:val="001B6956"/>
    <w:rsid w:val="001B7068"/>
    <w:rsid w:val="001B70E3"/>
    <w:rsid w:val="001B7880"/>
    <w:rsid w:val="001C0A3C"/>
    <w:rsid w:val="001C0FE7"/>
    <w:rsid w:val="001C1027"/>
    <w:rsid w:val="001C16F7"/>
    <w:rsid w:val="001C1BFC"/>
    <w:rsid w:val="001C22AB"/>
    <w:rsid w:val="001C22B6"/>
    <w:rsid w:val="001C2572"/>
    <w:rsid w:val="001C3874"/>
    <w:rsid w:val="001C4D99"/>
    <w:rsid w:val="001C7135"/>
    <w:rsid w:val="001C75C0"/>
    <w:rsid w:val="001D12A1"/>
    <w:rsid w:val="001D23AF"/>
    <w:rsid w:val="001D253C"/>
    <w:rsid w:val="001D2DC6"/>
    <w:rsid w:val="001D36E3"/>
    <w:rsid w:val="001D3B05"/>
    <w:rsid w:val="001D428A"/>
    <w:rsid w:val="001D5F28"/>
    <w:rsid w:val="001D73A5"/>
    <w:rsid w:val="001D7519"/>
    <w:rsid w:val="001D795F"/>
    <w:rsid w:val="001D7B0B"/>
    <w:rsid w:val="001D7FF4"/>
    <w:rsid w:val="001E0686"/>
    <w:rsid w:val="001E0B93"/>
    <w:rsid w:val="001E0CD1"/>
    <w:rsid w:val="001E0FC8"/>
    <w:rsid w:val="001E16AF"/>
    <w:rsid w:val="001E2C1B"/>
    <w:rsid w:val="001E2FC7"/>
    <w:rsid w:val="001E36CA"/>
    <w:rsid w:val="001E412D"/>
    <w:rsid w:val="001E4135"/>
    <w:rsid w:val="001E4154"/>
    <w:rsid w:val="001E427B"/>
    <w:rsid w:val="001E48EC"/>
    <w:rsid w:val="001E649F"/>
    <w:rsid w:val="001E6B40"/>
    <w:rsid w:val="001E7E3B"/>
    <w:rsid w:val="001E7F02"/>
    <w:rsid w:val="001F01AC"/>
    <w:rsid w:val="001F0A13"/>
    <w:rsid w:val="001F16A4"/>
    <w:rsid w:val="001F1792"/>
    <w:rsid w:val="001F1793"/>
    <w:rsid w:val="001F2758"/>
    <w:rsid w:val="001F27A5"/>
    <w:rsid w:val="001F28AA"/>
    <w:rsid w:val="001F28B7"/>
    <w:rsid w:val="001F379A"/>
    <w:rsid w:val="001F38F6"/>
    <w:rsid w:val="001F4E62"/>
    <w:rsid w:val="001F6593"/>
    <w:rsid w:val="001F6CC7"/>
    <w:rsid w:val="001F7199"/>
    <w:rsid w:val="00201032"/>
    <w:rsid w:val="00201929"/>
    <w:rsid w:val="0020283E"/>
    <w:rsid w:val="00202F46"/>
    <w:rsid w:val="00203AF4"/>
    <w:rsid w:val="00204193"/>
    <w:rsid w:val="0020476B"/>
    <w:rsid w:val="00204A53"/>
    <w:rsid w:val="00204F21"/>
    <w:rsid w:val="00204FB0"/>
    <w:rsid w:val="002055DA"/>
    <w:rsid w:val="00205EAA"/>
    <w:rsid w:val="0020661D"/>
    <w:rsid w:val="00206AAC"/>
    <w:rsid w:val="0020723A"/>
    <w:rsid w:val="00207C68"/>
    <w:rsid w:val="002100DA"/>
    <w:rsid w:val="00210945"/>
    <w:rsid w:val="00211C77"/>
    <w:rsid w:val="00211DC8"/>
    <w:rsid w:val="00212C62"/>
    <w:rsid w:val="00213884"/>
    <w:rsid w:val="00214814"/>
    <w:rsid w:val="002149A7"/>
    <w:rsid w:val="00214F3E"/>
    <w:rsid w:val="002158B6"/>
    <w:rsid w:val="00216254"/>
    <w:rsid w:val="002163B0"/>
    <w:rsid w:val="00216820"/>
    <w:rsid w:val="0021724B"/>
    <w:rsid w:val="00220450"/>
    <w:rsid w:val="00222F53"/>
    <w:rsid w:val="0022360C"/>
    <w:rsid w:val="0022375F"/>
    <w:rsid w:val="00223F7E"/>
    <w:rsid w:val="00224325"/>
    <w:rsid w:val="002255F4"/>
    <w:rsid w:val="002278F1"/>
    <w:rsid w:val="00227E9E"/>
    <w:rsid w:val="00230253"/>
    <w:rsid w:val="00230279"/>
    <w:rsid w:val="002302C6"/>
    <w:rsid w:val="00230472"/>
    <w:rsid w:val="00230C18"/>
    <w:rsid w:val="00230C1B"/>
    <w:rsid w:val="00230CFD"/>
    <w:rsid w:val="00231107"/>
    <w:rsid w:val="00231CAD"/>
    <w:rsid w:val="00231FB0"/>
    <w:rsid w:val="002326A4"/>
    <w:rsid w:val="00232823"/>
    <w:rsid w:val="00232885"/>
    <w:rsid w:val="002328B8"/>
    <w:rsid w:val="002353B4"/>
    <w:rsid w:val="00237ACC"/>
    <w:rsid w:val="00240239"/>
    <w:rsid w:val="002403E9"/>
    <w:rsid w:val="00241476"/>
    <w:rsid w:val="002414CC"/>
    <w:rsid w:val="00241A46"/>
    <w:rsid w:val="00242545"/>
    <w:rsid w:val="0024257B"/>
    <w:rsid w:val="00242C4E"/>
    <w:rsid w:val="0024336D"/>
    <w:rsid w:val="0024376B"/>
    <w:rsid w:val="00243F4B"/>
    <w:rsid w:val="002442E7"/>
    <w:rsid w:val="0024442F"/>
    <w:rsid w:val="0024599A"/>
    <w:rsid w:val="00245F99"/>
    <w:rsid w:val="002464B0"/>
    <w:rsid w:val="002466B8"/>
    <w:rsid w:val="00251941"/>
    <w:rsid w:val="002519BA"/>
    <w:rsid w:val="002526CD"/>
    <w:rsid w:val="00252D11"/>
    <w:rsid w:val="00252E85"/>
    <w:rsid w:val="00254DAE"/>
    <w:rsid w:val="00254E2A"/>
    <w:rsid w:val="00255DDA"/>
    <w:rsid w:val="00256F75"/>
    <w:rsid w:val="002604D4"/>
    <w:rsid w:val="002614DE"/>
    <w:rsid w:val="00261BCE"/>
    <w:rsid w:val="002621F4"/>
    <w:rsid w:val="0026293C"/>
    <w:rsid w:val="00263585"/>
    <w:rsid w:val="0026483A"/>
    <w:rsid w:val="00264AB1"/>
    <w:rsid w:val="00264B11"/>
    <w:rsid w:val="00265237"/>
    <w:rsid w:val="002657E8"/>
    <w:rsid w:val="00265E08"/>
    <w:rsid w:val="0026602A"/>
    <w:rsid w:val="00266266"/>
    <w:rsid w:val="002665D7"/>
    <w:rsid w:val="00266F92"/>
    <w:rsid w:val="00266FBB"/>
    <w:rsid w:val="002700B6"/>
    <w:rsid w:val="00270253"/>
    <w:rsid w:val="00270C7E"/>
    <w:rsid w:val="00270FA5"/>
    <w:rsid w:val="002728E9"/>
    <w:rsid w:val="00272FA2"/>
    <w:rsid w:val="002736A6"/>
    <w:rsid w:val="00273785"/>
    <w:rsid w:val="00274670"/>
    <w:rsid w:val="002768D8"/>
    <w:rsid w:val="00277597"/>
    <w:rsid w:val="0027796C"/>
    <w:rsid w:val="00277B2D"/>
    <w:rsid w:val="00277DA0"/>
    <w:rsid w:val="00280A45"/>
    <w:rsid w:val="00280B9E"/>
    <w:rsid w:val="00280E74"/>
    <w:rsid w:val="00281800"/>
    <w:rsid w:val="002818DC"/>
    <w:rsid w:val="00281919"/>
    <w:rsid w:val="00281FB6"/>
    <w:rsid w:val="0028217C"/>
    <w:rsid w:val="00282320"/>
    <w:rsid w:val="00282D7D"/>
    <w:rsid w:val="002845DF"/>
    <w:rsid w:val="00284A03"/>
    <w:rsid w:val="002850BE"/>
    <w:rsid w:val="0028537C"/>
    <w:rsid w:val="0028562A"/>
    <w:rsid w:val="002857DB"/>
    <w:rsid w:val="00285C7F"/>
    <w:rsid w:val="00285F81"/>
    <w:rsid w:val="00286D31"/>
    <w:rsid w:val="00286F72"/>
    <w:rsid w:val="00290592"/>
    <w:rsid w:val="002909DB"/>
    <w:rsid w:val="002917DD"/>
    <w:rsid w:val="00291FFA"/>
    <w:rsid w:val="002921C0"/>
    <w:rsid w:val="002929C4"/>
    <w:rsid w:val="00292A3A"/>
    <w:rsid w:val="00292DA4"/>
    <w:rsid w:val="00293B9B"/>
    <w:rsid w:val="0029426E"/>
    <w:rsid w:val="00295793"/>
    <w:rsid w:val="00295AAF"/>
    <w:rsid w:val="00295E20"/>
    <w:rsid w:val="002960BC"/>
    <w:rsid w:val="0029648C"/>
    <w:rsid w:val="002972DB"/>
    <w:rsid w:val="002975BD"/>
    <w:rsid w:val="002976AC"/>
    <w:rsid w:val="002978B4"/>
    <w:rsid w:val="00297A85"/>
    <w:rsid w:val="00297AEC"/>
    <w:rsid w:val="002A027D"/>
    <w:rsid w:val="002A0749"/>
    <w:rsid w:val="002A10D2"/>
    <w:rsid w:val="002A1C25"/>
    <w:rsid w:val="002A2BCA"/>
    <w:rsid w:val="002A48FF"/>
    <w:rsid w:val="002A4BC6"/>
    <w:rsid w:val="002A4E5D"/>
    <w:rsid w:val="002A520E"/>
    <w:rsid w:val="002A52DB"/>
    <w:rsid w:val="002A587C"/>
    <w:rsid w:val="002A7AAF"/>
    <w:rsid w:val="002A7D22"/>
    <w:rsid w:val="002B11AD"/>
    <w:rsid w:val="002B18CF"/>
    <w:rsid w:val="002B1D28"/>
    <w:rsid w:val="002B2A0D"/>
    <w:rsid w:val="002B2BF0"/>
    <w:rsid w:val="002B3249"/>
    <w:rsid w:val="002B4083"/>
    <w:rsid w:val="002B45E8"/>
    <w:rsid w:val="002B529A"/>
    <w:rsid w:val="002B6A78"/>
    <w:rsid w:val="002B7855"/>
    <w:rsid w:val="002C014F"/>
    <w:rsid w:val="002C0AF8"/>
    <w:rsid w:val="002C0B5D"/>
    <w:rsid w:val="002C1437"/>
    <w:rsid w:val="002C21F6"/>
    <w:rsid w:val="002C28E9"/>
    <w:rsid w:val="002C31A0"/>
    <w:rsid w:val="002C391F"/>
    <w:rsid w:val="002C3C97"/>
    <w:rsid w:val="002C464D"/>
    <w:rsid w:val="002C498B"/>
    <w:rsid w:val="002C599B"/>
    <w:rsid w:val="002C676B"/>
    <w:rsid w:val="002C6A2D"/>
    <w:rsid w:val="002C719D"/>
    <w:rsid w:val="002C7E9B"/>
    <w:rsid w:val="002D06C0"/>
    <w:rsid w:val="002D0895"/>
    <w:rsid w:val="002D0F43"/>
    <w:rsid w:val="002D1378"/>
    <w:rsid w:val="002D2798"/>
    <w:rsid w:val="002D28CC"/>
    <w:rsid w:val="002D2E6E"/>
    <w:rsid w:val="002D2F0F"/>
    <w:rsid w:val="002D303D"/>
    <w:rsid w:val="002D3191"/>
    <w:rsid w:val="002D3380"/>
    <w:rsid w:val="002D416A"/>
    <w:rsid w:val="002D44BF"/>
    <w:rsid w:val="002D485C"/>
    <w:rsid w:val="002D62B1"/>
    <w:rsid w:val="002D6466"/>
    <w:rsid w:val="002D692A"/>
    <w:rsid w:val="002D6C69"/>
    <w:rsid w:val="002D7C30"/>
    <w:rsid w:val="002E03DF"/>
    <w:rsid w:val="002E064B"/>
    <w:rsid w:val="002E1B72"/>
    <w:rsid w:val="002E1C5C"/>
    <w:rsid w:val="002E3659"/>
    <w:rsid w:val="002E3832"/>
    <w:rsid w:val="002E4414"/>
    <w:rsid w:val="002E4B74"/>
    <w:rsid w:val="002E6753"/>
    <w:rsid w:val="002E68A3"/>
    <w:rsid w:val="002E6EEE"/>
    <w:rsid w:val="002E6F63"/>
    <w:rsid w:val="002E7077"/>
    <w:rsid w:val="002E71BA"/>
    <w:rsid w:val="002E78EC"/>
    <w:rsid w:val="002F04AB"/>
    <w:rsid w:val="002F0659"/>
    <w:rsid w:val="002F06CB"/>
    <w:rsid w:val="002F0AE4"/>
    <w:rsid w:val="002F1F12"/>
    <w:rsid w:val="002F30EF"/>
    <w:rsid w:val="002F320C"/>
    <w:rsid w:val="002F328D"/>
    <w:rsid w:val="002F33D0"/>
    <w:rsid w:val="002F4C26"/>
    <w:rsid w:val="002F5463"/>
    <w:rsid w:val="002F5E2D"/>
    <w:rsid w:val="002F6085"/>
    <w:rsid w:val="002F6E2F"/>
    <w:rsid w:val="002F778A"/>
    <w:rsid w:val="002F7A45"/>
    <w:rsid w:val="002F7C41"/>
    <w:rsid w:val="002F7E96"/>
    <w:rsid w:val="003003DE"/>
    <w:rsid w:val="003011ED"/>
    <w:rsid w:val="00301BCD"/>
    <w:rsid w:val="003028A3"/>
    <w:rsid w:val="00302FFD"/>
    <w:rsid w:val="003030AD"/>
    <w:rsid w:val="003030D3"/>
    <w:rsid w:val="00303289"/>
    <w:rsid w:val="003034A1"/>
    <w:rsid w:val="00303A78"/>
    <w:rsid w:val="00304473"/>
    <w:rsid w:val="00304A6C"/>
    <w:rsid w:val="00304C7A"/>
    <w:rsid w:val="003050B6"/>
    <w:rsid w:val="003061AA"/>
    <w:rsid w:val="003065F1"/>
    <w:rsid w:val="00306B4A"/>
    <w:rsid w:val="003073DB"/>
    <w:rsid w:val="00307AE8"/>
    <w:rsid w:val="00307EE2"/>
    <w:rsid w:val="00310103"/>
    <w:rsid w:val="0031033A"/>
    <w:rsid w:val="0031037F"/>
    <w:rsid w:val="00311591"/>
    <w:rsid w:val="00312043"/>
    <w:rsid w:val="00312426"/>
    <w:rsid w:val="00312BDE"/>
    <w:rsid w:val="00312DBE"/>
    <w:rsid w:val="00313E26"/>
    <w:rsid w:val="00315B64"/>
    <w:rsid w:val="00316805"/>
    <w:rsid w:val="003170C9"/>
    <w:rsid w:val="00317A39"/>
    <w:rsid w:val="00317F81"/>
    <w:rsid w:val="0032010C"/>
    <w:rsid w:val="003202F5"/>
    <w:rsid w:val="00322893"/>
    <w:rsid w:val="00322B47"/>
    <w:rsid w:val="00322BC8"/>
    <w:rsid w:val="0032420A"/>
    <w:rsid w:val="00324C3D"/>
    <w:rsid w:val="00325DA3"/>
    <w:rsid w:val="00326512"/>
    <w:rsid w:val="00326823"/>
    <w:rsid w:val="00326965"/>
    <w:rsid w:val="0032711D"/>
    <w:rsid w:val="00327782"/>
    <w:rsid w:val="00330165"/>
    <w:rsid w:val="003304AB"/>
    <w:rsid w:val="00330749"/>
    <w:rsid w:val="00330AA5"/>
    <w:rsid w:val="00330B02"/>
    <w:rsid w:val="00330BF5"/>
    <w:rsid w:val="00330EF5"/>
    <w:rsid w:val="0033103F"/>
    <w:rsid w:val="00331554"/>
    <w:rsid w:val="00331EF2"/>
    <w:rsid w:val="00331FA6"/>
    <w:rsid w:val="00331FAE"/>
    <w:rsid w:val="00332379"/>
    <w:rsid w:val="003325C2"/>
    <w:rsid w:val="003335F6"/>
    <w:rsid w:val="003339ED"/>
    <w:rsid w:val="00333EE7"/>
    <w:rsid w:val="00334C6D"/>
    <w:rsid w:val="00335487"/>
    <w:rsid w:val="00336194"/>
    <w:rsid w:val="00336251"/>
    <w:rsid w:val="0033648D"/>
    <w:rsid w:val="0033703F"/>
    <w:rsid w:val="00337270"/>
    <w:rsid w:val="003373B1"/>
    <w:rsid w:val="0034012B"/>
    <w:rsid w:val="003404B2"/>
    <w:rsid w:val="00340949"/>
    <w:rsid w:val="00340E8D"/>
    <w:rsid w:val="00341B9D"/>
    <w:rsid w:val="003422C9"/>
    <w:rsid w:val="003436AF"/>
    <w:rsid w:val="00343A4D"/>
    <w:rsid w:val="003453E0"/>
    <w:rsid w:val="003453FD"/>
    <w:rsid w:val="00345F1F"/>
    <w:rsid w:val="00346A28"/>
    <w:rsid w:val="0035007A"/>
    <w:rsid w:val="00350565"/>
    <w:rsid w:val="00350EFD"/>
    <w:rsid w:val="003515FB"/>
    <w:rsid w:val="0035173A"/>
    <w:rsid w:val="003517FB"/>
    <w:rsid w:val="00352CED"/>
    <w:rsid w:val="00352E32"/>
    <w:rsid w:val="0035365D"/>
    <w:rsid w:val="00353A70"/>
    <w:rsid w:val="00353B78"/>
    <w:rsid w:val="00353BFD"/>
    <w:rsid w:val="00353D33"/>
    <w:rsid w:val="003540AD"/>
    <w:rsid w:val="00354396"/>
    <w:rsid w:val="00354564"/>
    <w:rsid w:val="00354AFC"/>
    <w:rsid w:val="00357CCD"/>
    <w:rsid w:val="00357EF5"/>
    <w:rsid w:val="0036091B"/>
    <w:rsid w:val="00360C04"/>
    <w:rsid w:val="00360E18"/>
    <w:rsid w:val="0036148B"/>
    <w:rsid w:val="003618A0"/>
    <w:rsid w:val="00361DA2"/>
    <w:rsid w:val="00361ED5"/>
    <w:rsid w:val="003627BA"/>
    <w:rsid w:val="0036365E"/>
    <w:rsid w:val="0036409D"/>
    <w:rsid w:val="003642A3"/>
    <w:rsid w:val="003651D5"/>
    <w:rsid w:val="00365332"/>
    <w:rsid w:val="00365943"/>
    <w:rsid w:val="00365DAE"/>
    <w:rsid w:val="00365DF6"/>
    <w:rsid w:val="00367C33"/>
    <w:rsid w:val="00367DAC"/>
    <w:rsid w:val="003703DA"/>
    <w:rsid w:val="00370A97"/>
    <w:rsid w:val="00370F52"/>
    <w:rsid w:val="003715B0"/>
    <w:rsid w:val="003727B9"/>
    <w:rsid w:val="00372BDF"/>
    <w:rsid w:val="00372E52"/>
    <w:rsid w:val="0037342E"/>
    <w:rsid w:val="0037406A"/>
    <w:rsid w:val="00374533"/>
    <w:rsid w:val="003745E3"/>
    <w:rsid w:val="0037462F"/>
    <w:rsid w:val="00375AD0"/>
    <w:rsid w:val="00375C88"/>
    <w:rsid w:val="00375D5B"/>
    <w:rsid w:val="0037698C"/>
    <w:rsid w:val="00377133"/>
    <w:rsid w:val="00377CA3"/>
    <w:rsid w:val="00377F8A"/>
    <w:rsid w:val="00377F93"/>
    <w:rsid w:val="00380488"/>
    <w:rsid w:val="003804AB"/>
    <w:rsid w:val="00381FED"/>
    <w:rsid w:val="003828DD"/>
    <w:rsid w:val="00382C60"/>
    <w:rsid w:val="003831B3"/>
    <w:rsid w:val="0038369D"/>
    <w:rsid w:val="00383DCE"/>
    <w:rsid w:val="0038412D"/>
    <w:rsid w:val="0038453B"/>
    <w:rsid w:val="003848EA"/>
    <w:rsid w:val="00384BA9"/>
    <w:rsid w:val="003855CC"/>
    <w:rsid w:val="00385841"/>
    <w:rsid w:val="003868F6"/>
    <w:rsid w:val="00386A4E"/>
    <w:rsid w:val="00386BBF"/>
    <w:rsid w:val="003875C8"/>
    <w:rsid w:val="00387B39"/>
    <w:rsid w:val="00387E41"/>
    <w:rsid w:val="00390B8D"/>
    <w:rsid w:val="00390F44"/>
    <w:rsid w:val="00391FAA"/>
    <w:rsid w:val="00392326"/>
    <w:rsid w:val="003925A7"/>
    <w:rsid w:val="003925C1"/>
    <w:rsid w:val="003933F4"/>
    <w:rsid w:val="00394156"/>
    <w:rsid w:val="00394793"/>
    <w:rsid w:val="00394B45"/>
    <w:rsid w:val="0039562F"/>
    <w:rsid w:val="003961AE"/>
    <w:rsid w:val="003965C7"/>
    <w:rsid w:val="00396A33"/>
    <w:rsid w:val="00396E4C"/>
    <w:rsid w:val="00397304"/>
    <w:rsid w:val="003976B2"/>
    <w:rsid w:val="003A09D3"/>
    <w:rsid w:val="003A1365"/>
    <w:rsid w:val="003A18B7"/>
    <w:rsid w:val="003A200E"/>
    <w:rsid w:val="003A2B5E"/>
    <w:rsid w:val="003A2EE9"/>
    <w:rsid w:val="003A3550"/>
    <w:rsid w:val="003A3915"/>
    <w:rsid w:val="003A3DAE"/>
    <w:rsid w:val="003A4038"/>
    <w:rsid w:val="003A4CEB"/>
    <w:rsid w:val="003A58AC"/>
    <w:rsid w:val="003A5EF0"/>
    <w:rsid w:val="003A67BD"/>
    <w:rsid w:val="003A74B1"/>
    <w:rsid w:val="003B04C2"/>
    <w:rsid w:val="003B0C03"/>
    <w:rsid w:val="003B2C6C"/>
    <w:rsid w:val="003B2F73"/>
    <w:rsid w:val="003B3206"/>
    <w:rsid w:val="003B3E04"/>
    <w:rsid w:val="003B43C7"/>
    <w:rsid w:val="003B4FF0"/>
    <w:rsid w:val="003B51F2"/>
    <w:rsid w:val="003B565F"/>
    <w:rsid w:val="003B577B"/>
    <w:rsid w:val="003B6DE8"/>
    <w:rsid w:val="003C063B"/>
    <w:rsid w:val="003C06D3"/>
    <w:rsid w:val="003C0A15"/>
    <w:rsid w:val="003C1606"/>
    <w:rsid w:val="003C16D7"/>
    <w:rsid w:val="003C29E7"/>
    <w:rsid w:val="003C4758"/>
    <w:rsid w:val="003C4B06"/>
    <w:rsid w:val="003C4D3E"/>
    <w:rsid w:val="003C5452"/>
    <w:rsid w:val="003C557B"/>
    <w:rsid w:val="003C5C70"/>
    <w:rsid w:val="003C5D1A"/>
    <w:rsid w:val="003C657C"/>
    <w:rsid w:val="003C691C"/>
    <w:rsid w:val="003C6C7C"/>
    <w:rsid w:val="003C6DA7"/>
    <w:rsid w:val="003C6EB7"/>
    <w:rsid w:val="003D09B2"/>
    <w:rsid w:val="003D174F"/>
    <w:rsid w:val="003D2422"/>
    <w:rsid w:val="003D2899"/>
    <w:rsid w:val="003D3079"/>
    <w:rsid w:val="003D3713"/>
    <w:rsid w:val="003D437D"/>
    <w:rsid w:val="003D4A64"/>
    <w:rsid w:val="003D4BB0"/>
    <w:rsid w:val="003D5186"/>
    <w:rsid w:val="003D5919"/>
    <w:rsid w:val="003D6095"/>
    <w:rsid w:val="003D65BE"/>
    <w:rsid w:val="003D6846"/>
    <w:rsid w:val="003D742B"/>
    <w:rsid w:val="003E0721"/>
    <w:rsid w:val="003E0DB6"/>
    <w:rsid w:val="003E11BE"/>
    <w:rsid w:val="003E2E42"/>
    <w:rsid w:val="003E383E"/>
    <w:rsid w:val="003E3E1F"/>
    <w:rsid w:val="003E4333"/>
    <w:rsid w:val="003E4771"/>
    <w:rsid w:val="003E495A"/>
    <w:rsid w:val="003E4D8C"/>
    <w:rsid w:val="003E531E"/>
    <w:rsid w:val="003E647B"/>
    <w:rsid w:val="003E65EC"/>
    <w:rsid w:val="003E667C"/>
    <w:rsid w:val="003E6A65"/>
    <w:rsid w:val="003E6B5F"/>
    <w:rsid w:val="003F0FE9"/>
    <w:rsid w:val="003F10DB"/>
    <w:rsid w:val="003F13F8"/>
    <w:rsid w:val="003F29E2"/>
    <w:rsid w:val="003F3751"/>
    <w:rsid w:val="003F39CA"/>
    <w:rsid w:val="003F3FA0"/>
    <w:rsid w:val="003F43F3"/>
    <w:rsid w:val="003F456F"/>
    <w:rsid w:val="003F484D"/>
    <w:rsid w:val="003F4926"/>
    <w:rsid w:val="003F49B1"/>
    <w:rsid w:val="003F4B97"/>
    <w:rsid w:val="003F50F4"/>
    <w:rsid w:val="003F5F4F"/>
    <w:rsid w:val="003F62A4"/>
    <w:rsid w:val="003F66BF"/>
    <w:rsid w:val="003F6995"/>
    <w:rsid w:val="003F6AAB"/>
    <w:rsid w:val="003F6C8D"/>
    <w:rsid w:val="0040045C"/>
    <w:rsid w:val="004015CA"/>
    <w:rsid w:val="004015EF"/>
    <w:rsid w:val="004019EA"/>
    <w:rsid w:val="00402834"/>
    <w:rsid w:val="00403258"/>
    <w:rsid w:val="00403545"/>
    <w:rsid w:val="00403687"/>
    <w:rsid w:val="00403CC5"/>
    <w:rsid w:val="00403DE0"/>
    <w:rsid w:val="00403E9A"/>
    <w:rsid w:val="0040409B"/>
    <w:rsid w:val="00404129"/>
    <w:rsid w:val="004049B6"/>
    <w:rsid w:val="00404B72"/>
    <w:rsid w:val="00404D70"/>
    <w:rsid w:val="00405844"/>
    <w:rsid w:val="00407AC5"/>
    <w:rsid w:val="0041014C"/>
    <w:rsid w:val="00410BE9"/>
    <w:rsid w:val="004119BE"/>
    <w:rsid w:val="00411B36"/>
    <w:rsid w:val="0041281F"/>
    <w:rsid w:val="00412AB2"/>
    <w:rsid w:val="004135DD"/>
    <w:rsid w:val="004138A4"/>
    <w:rsid w:val="00413F79"/>
    <w:rsid w:val="004156B3"/>
    <w:rsid w:val="0041649C"/>
    <w:rsid w:val="004165FE"/>
    <w:rsid w:val="00417B38"/>
    <w:rsid w:val="00417C86"/>
    <w:rsid w:val="00420301"/>
    <w:rsid w:val="00421FFA"/>
    <w:rsid w:val="004234E8"/>
    <w:rsid w:val="004235CD"/>
    <w:rsid w:val="00423A7B"/>
    <w:rsid w:val="00423D16"/>
    <w:rsid w:val="00424455"/>
    <w:rsid w:val="00424467"/>
    <w:rsid w:val="00424680"/>
    <w:rsid w:val="0042488C"/>
    <w:rsid w:val="0042531C"/>
    <w:rsid w:val="00425548"/>
    <w:rsid w:val="00425684"/>
    <w:rsid w:val="0042573A"/>
    <w:rsid w:val="00425C36"/>
    <w:rsid w:val="004264A8"/>
    <w:rsid w:val="00427837"/>
    <w:rsid w:val="004307CF"/>
    <w:rsid w:val="004314E3"/>
    <w:rsid w:val="004317B2"/>
    <w:rsid w:val="00432A08"/>
    <w:rsid w:val="00432AD1"/>
    <w:rsid w:val="00432BF0"/>
    <w:rsid w:val="00432C94"/>
    <w:rsid w:val="004332BF"/>
    <w:rsid w:val="00433A0C"/>
    <w:rsid w:val="004347E3"/>
    <w:rsid w:val="0043513E"/>
    <w:rsid w:val="0043521F"/>
    <w:rsid w:val="0043525E"/>
    <w:rsid w:val="00436A15"/>
    <w:rsid w:val="00436DDB"/>
    <w:rsid w:val="004370B4"/>
    <w:rsid w:val="0043712A"/>
    <w:rsid w:val="0043740E"/>
    <w:rsid w:val="00440102"/>
    <w:rsid w:val="00440788"/>
    <w:rsid w:val="00441D84"/>
    <w:rsid w:val="00442303"/>
    <w:rsid w:val="004430C7"/>
    <w:rsid w:val="00443271"/>
    <w:rsid w:val="004437CD"/>
    <w:rsid w:val="00443BCC"/>
    <w:rsid w:val="00444836"/>
    <w:rsid w:val="004458B9"/>
    <w:rsid w:val="00446BB5"/>
    <w:rsid w:val="00446FCB"/>
    <w:rsid w:val="00447745"/>
    <w:rsid w:val="00447993"/>
    <w:rsid w:val="00447BFB"/>
    <w:rsid w:val="00450F6B"/>
    <w:rsid w:val="00451D52"/>
    <w:rsid w:val="004526D1"/>
    <w:rsid w:val="00453850"/>
    <w:rsid w:val="00453D0F"/>
    <w:rsid w:val="00453F99"/>
    <w:rsid w:val="00454767"/>
    <w:rsid w:val="004555AB"/>
    <w:rsid w:val="004561DD"/>
    <w:rsid w:val="00456B6A"/>
    <w:rsid w:val="0045717C"/>
    <w:rsid w:val="00457715"/>
    <w:rsid w:val="00457FC3"/>
    <w:rsid w:val="0046007E"/>
    <w:rsid w:val="00460474"/>
    <w:rsid w:val="004606D8"/>
    <w:rsid w:val="004606FE"/>
    <w:rsid w:val="00460C1F"/>
    <w:rsid w:val="00461157"/>
    <w:rsid w:val="00461716"/>
    <w:rsid w:val="00461B81"/>
    <w:rsid w:val="00461CA2"/>
    <w:rsid w:val="00461CB9"/>
    <w:rsid w:val="004622AD"/>
    <w:rsid w:val="00463092"/>
    <w:rsid w:val="004631FA"/>
    <w:rsid w:val="00463387"/>
    <w:rsid w:val="004639B7"/>
    <w:rsid w:val="0046419A"/>
    <w:rsid w:val="00464A25"/>
    <w:rsid w:val="0046518B"/>
    <w:rsid w:val="0046579D"/>
    <w:rsid w:val="00465936"/>
    <w:rsid w:val="00465AA3"/>
    <w:rsid w:val="00465B17"/>
    <w:rsid w:val="00465C30"/>
    <w:rsid w:val="00467A4D"/>
    <w:rsid w:val="00471F8C"/>
    <w:rsid w:val="0047293A"/>
    <w:rsid w:val="00472BB7"/>
    <w:rsid w:val="00473272"/>
    <w:rsid w:val="00474A3F"/>
    <w:rsid w:val="00474CB6"/>
    <w:rsid w:val="00475612"/>
    <w:rsid w:val="00475E91"/>
    <w:rsid w:val="004764D7"/>
    <w:rsid w:val="00476A64"/>
    <w:rsid w:val="00476AE9"/>
    <w:rsid w:val="00477BC7"/>
    <w:rsid w:val="004800A0"/>
    <w:rsid w:val="004806BF"/>
    <w:rsid w:val="00480AC8"/>
    <w:rsid w:val="00480F85"/>
    <w:rsid w:val="00483745"/>
    <w:rsid w:val="004837D2"/>
    <w:rsid w:val="00484600"/>
    <w:rsid w:val="004847CA"/>
    <w:rsid w:val="00484863"/>
    <w:rsid w:val="00484CAF"/>
    <w:rsid w:val="00486881"/>
    <w:rsid w:val="00487E25"/>
    <w:rsid w:val="00490933"/>
    <w:rsid w:val="0049106F"/>
    <w:rsid w:val="00491951"/>
    <w:rsid w:val="004928F0"/>
    <w:rsid w:val="00493879"/>
    <w:rsid w:val="00493B6A"/>
    <w:rsid w:val="00494087"/>
    <w:rsid w:val="0049444F"/>
    <w:rsid w:val="00494A83"/>
    <w:rsid w:val="00496BB5"/>
    <w:rsid w:val="0049748B"/>
    <w:rsid w:val="00497775"/>
    <w:rsid w:val="004A0244"/>
    <w:rsid w:val="004A03F6"/>
    <w:rsid w:val="004A1427"/>
    <w:rsid w:val="004A3ED8"/>
    <w:rsid w:val="004A4A00"/>
    <w:rsid w:val="004A5085"/>
    <w:rsid w:val="004A53B2"/>
    <w:rsid w:val="004A56E9"/>
    <w:rsid w:val="004A592B"/>
    <w:rsid w:val="004A603B"/>
    <w:rsid w:val="004A6A18"/>
    <w:rsid w:val="004B065F"/>
    <w:rsid w:val="004B09E7"/>
    <w:rsid w:val="004B11EB"/>
    <w:rsid w:val="004B21AF"/>
    <w:rsid w:val="004B2A7C"/>
    <w:rsid w:val="004B3C2D"/>
    <w:rsid w:val="004B401A"/>
    <w:rsid w:val="004B4085"/>
    <w:rsid w:val="004B45FA"/>
    <w:rsid w:val="004B5322"/>
    <w:rsid w:val="004B548D"/>
    <w:rsid w:val="004B6A82"/>
    <w:rsid w:val="004B6CA2"/>
    <w:rsid w:val="004B6CC6"/>
    <w:rsid w:val="004B73C9"/>
    <w:rsid w:val="004B744B"/>
    <w:rsid w:val="004B74EC"/>
    <w:rsid w:val="004C0596"/>
    <w:rsid w:val="004C0F7B"/>
    <w:rsid w:val="004C20BA"/>
    <w:rsid w:val="004C2278"/>
    <w:rsid w:val="004C32DA"/>
    <w:rsid w:val="004C3343"/>
    <w:rsid w:val="004C3A5E"/>
    <w:rsid w:val="004C3B01"/>
    <w:rsid w:val="004C4522"/>
    <w:rsid w:val="004C524E"/>
    <w:rsid w:val="004C598D"/>
    <w:rsid w:val="004C5EA1"/>
    <w:rsid w:val="004C63BD"/>
    <w:rsid w:val="004C6449"/>
    <w:rsid w:val="004C6E03"/>
    <w:rsid w:val="004C7362"/>
    <w:rsid w:val="004D0EF1"/>
    <w:rsid w:val="004D0FB2"/>
    <w:rsid w:val="004D1698"/>
    <w:rsid w:val="004D1A54"/>
    <w:rsid w:val="004D281E"/>
    <w:rsid w:val="004D2C3F"/>
    <w:rsid w:val="004D2EC8"/>
    <w:rsid w:val="004D34B1"/>
    <w:rsid w:val="004D38E1"/>
    <w:rsid w:val="004D4DD5"/>
    <w:rsid w:val="004D5A09"/>
    <w:rsid w:val="004D5BD1"/>
    <w:rsid w:val="004D5CE3"/>
    <w:rsid w:val="004D6176"/>
    <w:rsid w:val="004D63F2"/>
    <w:rsid w:val="004D67F6"/>
    <w:rsid w:val="004D69FE"/>
    <w:rsid w:val="004D74EA"/>
    <w:rsid w:val="004D7D66"/>
    <w:rsid w:val="004D7DEF"/>
    <w:rsid w:val="004E0584"/>
    <w:rsid w:val="004E0D56"/>
    <w:rsid w:val="004E12F3"/>
    <w:rsid w:val="004E1C22"/>
    <w:rsid w:val="004E20E6"/>
    <w:rsid w:val="004E2662"/>
    <w:rsid w:val="004E2A97"/>
    <w:rsid w:val="004E32CC"/>
    <w:rsid w:val="004E3FC5"/>
    <w:rsid w:val="004E4CE4"/>
    <w:rsid w:val="004E579D"/>
    <w:rsid w:val="004E5F44"/>
    <w:rsid w:val="004E6091"/>
    <w:rsid w:val="004E67C8"/>
    <w:rsid w:val="004E7545"/>
    <w:rsid w:val="004E7710"/>
    <w:rsid w:val="004E7A9F"/>
    <w:rsid w:val="004F3AC7"/>
    <w:rsid w:val="004F4974"/>
    <w:rsid w:val="004F4FC2"/>
    <w:rsid w:val="004F52F0"/>
    <w:rsid w:val="004F567B"/>
    <w:rsid w:val="004F5A1C"/>
    <w:rsid w:val="004F5F6D"/>
    <w:rsid w:val="004F73D5"/>
    <w:rsid w:val="004F7597"/>
    <w:rsid w:val="004F7BDD"/>
    <w:rsid w:val="004F7C08"/>
    <w:rsid w:val="005000B7"/>
    <w:rsid w:val="00500479"/>
    <w:rsid w:val="005005A4"/>
    <w:rsid w:val="00500892"/>
    <w:rsid w:val="0050097A"/>
    <w:rsid w:val="00500A12"/>
    <w:rsid w:val="00500D3A"/>
    <w:rsid w:val="005016E9"/>
    <w:rsid w:val="00501A82"/>
    <w:rsid w:val="00501C58"/>
    <w:rsid w:val="00501F76"/>
    <w:rsid w:val="0050304F"/>
    <w:rsid w:val="00503576"/>
    <w:rsid w:val="00503898"/>
    <w:rsid w:val="00503BB6"/>
    <w:rsid w:val="0050430F"/>
    <w:rsid w:val="00504631"/>
    <w:rsid w:val="005051F9"/>
    <w:rsid w:val="00505389"/>
    <w:rsid w:val="00505BA0"/>
    <w:rsid w:val="00505C9E"/>
    <w:rsid w:val="00505F1A"/>
    <w:rsid w:val="0050641C"/>
    <w:rsid w:val="00506789"/>
    <w:rsid w:val="00507491"/>
    <w:rsid w:val="005077A6"/>
    <w:rsid w:val="00510884"/>
    <w:rsid w:val="005114F4"/>
    <w:rsid w:val="00511593"/>
    <w:rsid w:val="00511D1D"/>
    <w:rsid w:val="0051205E"/>
    <w:rsid w:val="00512BD9"/>
    <w:rsid w:val="005144E3"/>
    <w:rsid w:val="00514FE4"/>
    <w:rsid w:val="005155B3"/>
    <w:rsid w:val="00515B99"/>
    <w:rsid w:val="00515DD4"/>
    <w:rsid w:val="0051631F"/>
    <w:rsid w:val="005164E6"/>
    <w:rsid w:val="00516A8C"/>
    <w:rsid w:val="00516C66"/>
    <w:rsid w:val="00516E08"/>
    <w:rsid w:val="00516F7A"/>
    <w:rsid w:val="00517747"/>
    <w:rsid w:val="00517E97"/>
    <w:rsid w:val="00517F44"/>
    <w:rsid w:val="005202A4"/>
    <w:rsid w:val="005208BC"/>
    <w:rsid w:val="00521A1D"/>
    <w:rsid w:val="005229F7"/>
    <w:rsid w:val="00523044"/>
    <w:rsid w:val="00523DB0"/>
    <w:rsid w:val="005248C4"/>
    <w:rsid w:val="00524C2C"/>
    <w:rsid w:val="0052522A"/>
    <w:rsid w:val="0052634A"/>
    <w:rsid w:val="00527F1F"/>
    <w:rsid w:val="0053150A"/>
    <w:rsid w:val="00531913"/>
    <w:rsid w:val="005319D6"/>
    <w:rsid w:val="00532D0E"/>
    <w:rsid w:val="00533C9C"/>
    <w:rsid w:val="00534738"/>
    <w:rsid w:val="00534D2E"/>
    <w:rsid w:val="00535194"/>
    <w:rsid w:val="0053592B"/>
    <w:rsid w:val="0053622A"/>
    <w:rsid w:val="005372DF"/>
    <w:rsid w:val="00537F03"/>
    <w:rsid w:val="00541037"/>
    <w:rsid w:val="0054139D"/>
    <w:rsid w:val="00541A4E"/>
    <w:rsid w:val="00542418"/>
    <w:rsid w:val="0054273B"/>
    <w:rsid w:val="00542DF7"/>
    <w:rsid w:val="005430CA"/>
    <w:rsid w:val="00543429"/>
    <w:rsid w:val="00543608"/>
    <w:rsid w:val="0054446A"/>
    <w:rsid w:val="005459ED"/>
    <w:rsid w:val="00545EFC"/>
    <w:rsid w:val="005460D2"/>
    <w:rsid w:val="005461C1"/>
    <w:rsid w:val="005464DB"/>
    <w:rsid w:val="005466A1"/>
    <w:rsid w:val="0054697B"/>
    <w:rsid w:val="005470BB"/>
    <w:rsid w:val="00547419"/>
    <w:rsid w:val="0054778D"/>
    <w:rsid w:val="0054797E"/>
    <w:rsid w:val="00547A28"/>
    <w:rsid w:val="00547C06"/>
    <w:rsid w:val="005531BF"/>
    <w:rsid w:val="005541F1"/>
    <w:rsid w:val="00554789"/>
    <w:rsid w:val="00554DEA"/>
    <w:rsid w:val="00555370"/>
    <w:rsid w:val="00555F7C"/>
    <w:rsid w:val="005563A7"/>
    <w:rsid w:val="00556DB8"/>
    <w:rsid w:val="00556EA7"/>
    <w:rsid w:val="005575A6"/>
    <w:rsid w:val="005601D5"/>
    <w:rsid w:val="00560B5F"/>
    <w:rsid w:val="00560CA1"/>
    <w:rsid w:val="005613DB"/>
    <w:rsid w:val="005617D4"/>
    <w:rsid w:val="0056282C"/>
    <w:rsid w:val="00562FFF"/>
    <w:rsid w:val="005630B9"/>
    <w:rsid w:val="00563B11"/>
    <w:rsid w:val="00563B81"/>
    <w:rsid w:val="00564960"/>
    <w:rsid w:val="0056674A"/>
    <w:rsid w:val="00566A16"/>
    <w:rsid w:val="0056752F"/>
    <w:rsid w:val="005704CD"/>
    <w:rsid w:val="00570547"/>
    <w:rsid w:val="00570D0F"/>
    <w:rsid w:val="00570DE1"/>
    <w:rsid w:val="00570EEA"/>
    <w:rsid w:val="00571E14"/>
    <w:rsid w:val="005724C4"/>
    <w:rsid w:val="00572500"/>
    <w:rsid w:val="00572839"/>
    <w:rsid w:val="00573386"/>
    <w:rsid w:val="00574020"/>
    <w:rsid w:val="00574871"/>
    <w:rsid w:val="00575B13"/>
    <w:rsid w:val="00575F8A"/>
    <w:rsid w:val="0057605D"/>
    <w:rsid w:val="00576AFB"/>
    <w:rsid w:val="005771AE"/>
    <w:rsid w:val="005771F6"/>
    <w:rsid w:val="0057779F"/>
    <w:rsid w:val="005779B9"/>
    <w:rsid w:val="00577F30"/>
    <w:rsid w:val="005805C5"/>
    <w:rsid w:val="0058099A"/>
    <w:rsid w:val="00580A49"/>
    <w:rsid w:val="00580B47"/>
    <w:rsid w:val="00581005"/>
    <w:rsid w:val="005823F6"/>
    <w:rsid w:val="00582720"/>
    <w:rsid w:val="005830B9"/>
    <w:rsid w:val="00583704"/>
    <w:rsid w:val="00583A06"/>
    <w:rsid w:val="00583B40"/>
    <w:rsid w:val="00583D82"/>
    <w:rsid w:val="0058436E"/>
    <w:rsid w:val="00584459"/>
    <w:rsid w:val="00584FE9"/>
    <w:rsid w:val="00585420"/>
    <w:rsid w:val="00585B88"/>
    <w:rsid w:val="0058666F"/>
    <w:rsid w:val="005902EF"/>
    <w:rsid w:val="005903C8"/>
    <w:rsid w:val="00590DD3"/>
    <w:rsid w:val="00590E04"/>
    <w:rsid w:val="00591B88"/>
    <w:rsid w:val="00592B34"/>
    <w:rsid w:val="005947D3"/>
    <w:rsid w:val="005949D1"/>
    <w:rsid w:val="00594A4D"/>
    <w:rsid w:val="00596B97"/>
    <w:rsid w:val="00597579"/>
    <w:rsid w:val="00597FF8"/>
    <w:rsid w:val="005A0B0D"/>
    <w:rsid w:val="005A119D"/>
    <w:rsid w:val="005A242D"/>
    <w:rsid w:val="005A268E"/>
    <w:rsid w:val="005A290D"/>
    <w:rsid w:val="005A30FA"/>
    <w:rsid w:val="005A34F8"/>
    <w:rsid w:val="005A3E90"/>
    <w:rsid w:val="005A66BC"/>
    <w:rsid w:val="005A674A"/>
    <w:rsid w:val="005A6757"/>
    <w:rsid w:val="005A675A"/>
    <w:rsid w:val="005A755C"/>
    <w:rsid w:val="005A7BA3"/>
    <w:rsid w:val="005B0426"/>
    <w:rsid w:val="005B1275"/>
    <w:rsid w:val="005B1B69"/>
    <w:rsid w:val="005B1BE9"/>
    <w:rsid w:val="005B2C8D"/>
    <w:rsid w:val="005B3547"/>
    <w:rsid w:val="005B36C0"/>
    <w:rsid w:val="005B3A40"/>
    <w:rsid w:val="005B3BD6"/>
    <w:rsid w:val="005B3E90"/>
    <w:rsid w:val="005B4BC2"/>
    <w:rsid w:val="005B4BDF"/>
    <w:rsid w:val="005B4EE9"/>
    <w:rsid w:val="005B5FDD"/>
    <w:rsid w:val="005B65A7"/>
    <w:rsid w:val="005B6956"/>
    <w:rsid w:val="005B7280"/>
    <w:rsid w:val="005B72F6"/>
    <w:rsid w:val="005C0544"/>
    <w:rsid w:val="005C085E"/>
    <w:rsid w:val="005C0E13"/>
    <w:rsid w:val="005C0ED9"/>
    <w:rsid w:val="005C127F"/>
    <w:rsid w:val="005C1C7E"/>
    <w:rsid w:val="005C1DF2"/>
    <w:rsid w:val="005C24CC"/>
    <w:rsid w:val="005C33F1"/>
    <w:rsid w:val="005C4578"/>
    <w:rsid w:val="005C4D90"/>
    <w:rsid w:val="005C4FD6"/>
    <w:rsid w:val="005C5CFB"/>
    <w:rsid w:val="005C650B"/>
    <w:rsid w:val="005C690A"/>
    <w:rsid w:val="005C6D1C"/>
    <w:rsid w:val="005C7745"/>
    <w:rsid w:val="005D0F47"/>
    <w:rsid w:val="005D196A"/>
    <w:rsid w:val="005D421B"/>
    <w:rsid w:val="005D54F6"/>
    <w:rsid w:val="005D5CF0"/>
    <w:rsid w:val="005D645A"/>
    <w:rsid w:val="005D655D"/>
    <w:rsid w:val="005D65B9"/>
    <w:rsid w:val="005D6CD1"/>
    <w:rsid w:val="005D6EB9"/>
    <w:rsid w:val="005D74BB"/>
    <w:rsid w:val="005D7D76"/>
    <w:rsid w:val="005E091C"/>
    <w:rsid w:val="005E198A"/>
    <w:rsid w:val="005E19C5"/>
    <w:rsid w:val="005E214B"/>
    <w:rsid w:val="005E21AC"/>
    <w:rsid w:val="005E2AD7"/>
    <w:rsid w:val="005E3625"/>
    <w:rsid w:val="005E38C5"/>
    <w:rsid w:val="005E3DCD"/>
    <w:rsid w:val="005E475E"/>
    <w:rsid w:val="005E5015"/>
    <w:rsid w:val="005E595C"/>
    <w:rsid w:val="005E6140"/>
    <w:rsid w:val="005F058F"/>
    <w:rsid w:val="005F0976"/>
    <w:rsid w:val="005F2393"/>
    <w:rsid w:val="005F245F"/>
    <w:rsid w:val="005F29A5"/>
    <w:rsid w:val="005F475C"/>
    <w:rsid w:val="005F52AA"/>
    <w:rsid w:val="005F5AFE"/>
    <w:rsid w:val="005F653A"/>
    <w:rsid w:val="005F6737"/>
    <w:rsid w:val="005F7078"/>
    <w:rsid w:val="005F7742"/>
    <w:rsid w:val="006001FA"/>
    <w:rsid w:val="0060102C"/>
    <w:rsid w:val="00601A3E"/>
    <w:rsid w:val="0060276C"/>
    <w:rsid w:val="00602E72"/>
    <w:rsid w:val="00604328"/>
    <w:rsid w:val="00604395"/>
    <w:rsid w:val="006053CE"/>
    <w:rsid w:val="0060563D"/>
    <w:rsid w:val="00605B4A"/>
    <w:rsid w:val="00606598"/>
    <w:rsid w:val="00607D75"/>
    <w:rsid w:val="006100E8"/>
    <w:rsid w:val="0061014F"/>
    <w:rsid w:val="00611491"/>
    <w:rsid w:val="00611517"/>
    <w:rsid w:val="00612899"/>
    <w:rsid w:val="006134D7"/>
    <w:rsid w:val="006136F3"/>
    <w:rsid w:val="00613756"/>
    <w:rsid w:val="00613888"/>
    <w:rsid w:val="006149A3"/>
    <w:rsid w:val="00614A88"/>
    <w:rsid w:val="00614AC6"/>
    <w:rsid w:val="00614EFD"/>
    <w:rsid w:val="006151B4"/>
    <w:rsid w:val="006151F5"/>
    <w:rsid w:val="00615564"/>
    <w:rsid w:val="00615784"/>
    <w:rsid w:val="00615DAF"/>
    <w:rsid w:val="006165D2"/>
    <w:rsid w:val="0061662B"/>
    <w:rsid w:val="006168AA"/>
    <w:rsid w:val="00617C31"/>
    <w:rsid w:val="00617C65"/>
    <w:rsid w:val="00620289"/>
    <w:rsid w:val="00620700"/>
    <w:rsid w:val="0062095E"/>
    <w:rsid w:val="00621AE7"/>
    <w:rsid w:val="006239F6"/>
    <w:rsid w:val="00623CA8"/>
    <w:rsid w:val="0062491E"/>
    <w:rsid w:val="00625334"/>
    <w:rsid w:val="00625DC4"/>
    <w:rsid w:val="00625E11"/>
    <w:rsid w:val="00626DFD"/>
    <w:rsid w:val="00626FE2"/>
    <w:rsid w:val="00627874"/>
    <w:rsid w:val="00627D2C"/>
    <w:rsid w:val="00627D31"/>
    <w:rsid w:val="00630D7E"/>
    <w:rsid w:val="00630F6A"/>
    <w:rsid w:val="0063135F"/>
    <w:rsid w:val="00631465"/>
    <w:rsid w:val="00631B63"/>
    <w:rsid w:val="006327E8"/>
    <w:rsid w:val="006329AF"/>
    <w:rsid w:val="00632F51"/>
    <w:rsid w:val="006333C5"/>
    <w:rsid w:val="006335C0"/>
    <w:rsid w:val="00633CB3"/>
    <w:rsid w:val="00634606"/>
    <w:rsid w:val="00634D9C"/>
    <w:rsid w:val="00634E8F"/>
    <w:rsid w:val="00636BB1"/>
    <w:rsid w:val="006414BB"/>
    <w:rsid w:val="006416C2"/>
    <w:rsid w:val="006421C3"/>
    <w:rsid w:val="00642A72"/>
    <w:rsid w:val="00642EF0"/>
    <w:rsid w:val="00642FFD"/>
    <w:rsid w:val="0064314E"/>
    <w:rsid w:val="006431D5"/>
    <w:rsid w:val="006436DA"/>
    <w:rsid w:val="0064439F"/>
    <w:rsid w:val="00644D76"/>
    <w:rsid w:val="00644E9A"/>
    <w:rsid w:val="0064585D"/>
    <w:rsid w:val="00646EE1"/>
    <w:rsid w:val="00647398"/>
    <w:rsid w:val="00647B4D"/>
    <w:rsid w:val="00647DF4"/>
    <w:rsid w:val="006504BB"/>
    <w:rsid w:val="00652206"/>
    <w:rsid w:val="00652526"/>
    <w:rsid w:val="00652895"/>
    <w:rsid w:val="00653A06"/>
    <w:rsid w:val="00653D4F"/>
    <w:rsid w:val="00654C8E"/>
    <w:rsid w:val="00654D4A"/>
    <w:rsid w:val="0065552D"/>
    <w:rsid w:val="0065591E"/>
    <w:rsid w:val="00656539"/>
    <w:rsid w:val="00656625"/>
    <w:rsid w:val="0065718B"/>
    <w:rsid w:val="00657802"/>
    <w:rsid w:val="006604B9"/>
    <w:rsid w:val="00662A8C"/>
    <w:rsid w:val="00662E78"/>
    <w:rsid w:val="00663EAB"/>
    <w:rsid w:val="006656D1"/>
    <w:rsid w:val="006659A0"/>
    <w:rsid w:val="00666D0C"/>
    <w:rsid w:val="006678CF"/>
    <w:rsid w:val="00667A3B"/>
    <w:rsid w:val="006701A4"/>
    <w:rsid w:val="00670261"/>
    <w:rsid w:val="00670740"/>
    <w:rsid w:val="006724F9"/>
    <w:rsid w:val="00672B87"/>
    <w:rsid w:val="00672EA4"/>
    <w:rsid w:val="006730B6"/>
    <w:rsid w:val="0067323E"/>
    <w:rsid w:val="006733AB"/>
    <w:rsid w:val="0067429F"/>
    <w:rsid w:val="00675AA9"/>
    <w:rsid w:val="00675FA5"/>
    <w:rsid w:val="00675FDB"/>
    <w:rsid w:val="006760B3"/>
    <w:rsid w:val="0067671F"/>
    <w:rsid w:val="00676BC3"/>
    <w:rsid w:val="00677DEC"/>
    <w:rsid w:val="00680504"/>
    <w:rsid w:val="006808F6"/>
    <w:rsid w:val="00680D6D"/>
    <w:rsid w:val="00680EF1"/>
    <w:rsid w:val="00681051"/>
    <w:rsid w:val="0068107F"/>
    <w:rsid w:val="0068199E"/>
    <w:rsid w:val="00681F3C"/>
    <w:rsid w:val="00682047"/>
    <w:rsid w:val="0068224B"/>
    <w:rsid w:val="00682D4F"/>
    <w:rsid w:val="0068360A"/>
    <w:rsid w:val="00683BA6"/>
    <w:rsid w:val="00684129"/>
    <w:rsid w:val="006845F2"/>
    <w:rsid w:val="006849D3"/>
    <w:rsid w:val="00684ADD"/>
    <w:rsid w:val="0068532A"/>
    <w:rsid w:val="006858E7"/>
    <w:rsid w:val="00685D9D"/>
    <w:rsid w:val="006863FE"/>
    <w:rsid w:val="00687696"/>
    <w:rsid w:val="00687B53"/>
    <w:rsid w:val="006900E5"/>
    <w:rsid w:val="00690784"/>
    <w:rsid w:val="006913D9"/>
    <w:rsid w:val="00692AAA"/>
    <w:rsid w:val="006931BF"/>
    <w:rsid w:val="00694DD0"/>
    <w:rsid w:val="00694E96"/>
    <w:rsid w:val="006950D7"/>
    <w:rsid w:val="00695B80"/>
    <w:rsid w:val="00695F09"/>
    <w:rsid w:val="00695F0B"/>
    <w:rsid w:val="006964B1"/>
    <w:rsid w:val="006A05D6"/>
    <w:rsid w:val="006A0901"/>
    <w:rsid w:val="006A0D46"/>
    <w:rsid w:val="006A1205"/>
    <w:rsid w:val="006A4055"/>
    <w:rsid w:val="006A4A86"/>
    <w:rsid w:val="006A4A8C"/>
    <w:rsid w:val="006A4BD6"/>
    <w:rsid w:val="006A5B89"/>
    <w:rsid w:val="006A6080"/>
    <w:rsid w:val="006A680B"/>
    <w:rsid w:val="006A75CB"/>
    <w:rsid w:val="006B0645"/>
    <w:rsid w:val="006B0812"/>
    <w:rsid w:val="006B0A7B"/>
    <w:rsid w:val="006B10DF"/>
    <w:rsid w:val="006B1C5E"/>
    <w:rsid w:val="006B1DCD"/>
    <w:rsid w:val="006B2001"/>
    <w:rsid w:val="006B2527"/>
    <w:rsid w:val="006B320B"/>
    <w:rsid w:val="006B3951"/>
    <w:rsid w:val="006B39D3"/>
    <w:rsid w:val="006B3E8D"/>
    <w:rsid w:val="006B4F44"/>
    <w:rsid w:val="006B58F1"/>
    <w:rsid w:val="006B679C"/>
    <w:rsid w:val="006B7A5B"/>
    <w:rsid w:val="006C19BD"/>
    <w:rsid w:val="006C2189"/>
    <w:rsid w:val="006C2DBF"/>
    <w:rsid w:val="006C41F6"/>
    <w:rsid w:val="006C52BF"/>
    <w:rsid w:val="006C53F1"/>
    <w:rsid w:val="006C5A58"/>
    <w:rsid w:val="006C5E9F"/>
    <w:rsid w:val="006C681D"/>
    <w:rsid w:val="006C6D7E"/>
    <w:rsid w:val="006C7010"/>
    <w:rsid w:val="006C7042"/>
    <w:rsid w:val="006C736A"/>
    <w:rsid w:val="006C7F4E"/>
    <w:rsid w:val="006D08F0"/>
    <w:rsid w:val="006D2408"/>
    <w:rsid w:val="006D2583"/>
    <w:rsid w:val="006D3469"/>
    <w:rsid w:val="006D348D"/>
    <w:rsid w:val="006D3E48"/>
    <w:rsid w:val="006D453D"/>
    <w:rsid w:val="006D4EE3"/>
    <w:rsid w:val="006D4F9F"/>
    <w:rsid w:val="006D52C7"/>
    <w:rsid w:val="006D6294"/>
    <w:rsid w:val="006D66B2"/>
    <w:rsid w:val="006D672F"/>
    <w:rsid w:val="006D6835"/>
    <w:rsid w:val="006E00EF"/>
    <w:rsid w:val="006E0253"/>
    <w:rsid w:val="006E07FE"/>
    <w:rsid w:val="006E081C"/>
    <w:rsid w:val="006E1471"/>
    <w:rsid w:val="006E196C"/>
    <w:rsid w:val="006E1F58"/>
    <w:rsid w:val="006E3962"/>
    <w:rsid w:val="006E39BB"/>
    <w:rsid w:val="006E427D"/>
    <w:rsid w:val="006E4BCD"/>
    <w:rsid w:val="006E4EFE"/>
    <w:rsid w:val="006E5A85"/>
    <w:rsid w:val="006E5FBC"/>
    <w:rsid w:val="006E6899"/>
    <w:rsid w:val="006E68C4"/>
    <w:rsid w:val="006E6B5B"/>
    <w:rsid w:val="006E6E71"/>
    <w:rsid w:val="006E741C"/>
    <w:rsid w:val="006E799D"/>
    <w:rsid w:val="006F019C"/>
    <w:rsid w:val="006F1525"/>
    <w:rsid w:val="006F1C4E"/>
    <w:rsid w:val="006F1E41"/>
    <w:rsid w:val="006F2AB2"/>
    <w:rsid w:val="006F3662"/>
    <w:rsid w:val="006F4113"/>
    <w:rsid w:val="006F43B8"/>
    <w:rsid w:val="006F4E6F"/>
    <w:rsid w:val="006F5098"/>
    <w:rsid w:val="006F65F7"/>
    <w:rsid w:val="006F69B8"/>
    <w:rsid w:val="006F7957"/>
    <w:rsid w:val="006F7DB9"/>
    <w:rsid w:val="007007F9"/>
    <w:rsid w:val="00700B71"/>
    <w:rsid w:val="00700C1F"/>
    <w:rsid w:val="0070134F"/>
    <w:rsid w:val="00701463"/>
    <w:rsid w:val="007015B9"/>
    <w:rsid w:val="00701959"/>
    <w:rsid w:val="007020CC"/>
    <w:rsid w:val="007033AF"/>
    <w:rsid w:val="007033D0"/>
    <w:rsid w:val="0070378D"/>
    <w:rsid w:val="00703790"/>
    <w:rsid w:val="00704B2E"/>
    <w:rsid w:val="00704EB4"/>
    <w:rsid w:val="0070555D"/>
    <w:rsid w:val="00705C27"/>
    <w:rsid w:val="007061D1"/>
    <w:rsid w:val="0070674D"/>
    <w:rsid w:val="00706A5C"/>
    <w:rsid w:val="00706DDD"/>
    <w:rsid w:val="00707606"/>
    <w:rsid w:val="00707768"/>
    <w:rsid w:val="0071101F"/>
    <w:rsid w:val="007118D3"/>
    <w:rsid w:val="00712651"/>
    <w:rsid w:val="00712728"/>
    <w:rsid w:val="00712A60"/>
    <w:rsid w:val="00713294"/>
    <w:rsid w:val="007134D1"/>
    <w:rsid w:val="007138FC"/>
    <w:rsid w:val="00713B97"/>
    <w:rsid w:val="00713F16"/>
    <w:rsid w:val="00714426"/>
    <w:rsid w:val="0071499D"/>
    <w:rsid w:val="00714C28"/>
    <w:rsid w:val="00714D58"/>
    <w:rsid w:val="007150B9"/>
    <w:rsid w:val="00715116"/>
    <w:rsid w:val="007151D7"/>
    <w:rsid w:val="007153DD"/>
    <w:rsid w:val="007154A8"/>
    <w:rsid w:val="007156FF"/>
    <w:rsid w:val="00715A02"/>
    <w:rsid w:val="007163EE"/>
    <w:rsid w:val="00717440"/>
    <w:rsid w:val="007174E8"/>
    <w:rsid w:val="00717B14"/>
    <w:rsid w:val="00720B14"/>
    <w:rsid w:val="00720C5B"/>
    <w:rsid w:val="00720EA4"/>
    <w:rsid w:val="00721FAA"/>
    <w:rsid w:val="0072265E"/>
    <w:rsid w:val="00722849"/>
    <w:rsid w:val="00722F1B"/>
    <w:rsid w:val="00723AE3"/>
    <w:rsid w:val="00723FA3"/>
    <w:rsid w:val="007247D2"/>
    <w:rsid w:val="00724FF5"/>
    <w:rsid w:val="0072545A"/>
    <w:rsid w:val="007258FC"/>
    <w:rsid w:val="00725979"/>
    <w:rsid w:val="0072662E"/>
    <w:rsid w:val="00726684"/>
    <w:rsid w:val="00726820"/>
    <w:rsid w:val="00726B2D"/>
    <w:rsid w:val="00730187"/>
    <w:rsid w:val="00730800"/>
    <w:rsid w:val="00731CA5"/>
    <w:rsid w:val="00732EC7"/>
    <w:rsid w:val="00733FA6"/>
    <w:rsid w:val="0073458C"/>
    <w:rsid w:val="00734767"/>
    <w:rsid w:val="00735051"/>
    <w:rsid w:val="007355D0"/>
    <w:rsid w:val="00735C5B"/>
    <w:rsid w:val="0073681F"/>
    <w:rsid w:val="0073684C"/>
    <w:rsid w:val="00736900"/>
    <w:rsid w:val="00737039"/>
    <w:rsid w:val="0073705F"/>
    <w:rsid w:val="0073732C"/>
    <w:rsid w:val="0073795D"/>
    <w:rsid w:val="00737B72"/>
    <w:rsid w:val="00740016"/>
    <w:rsid w:val="007401E9"/>
    <w:rsid w:val="00740414"/>
    <w:rsid w:val="0074094B"/>
    <w:rsid w:val="00740C47"/>
    <w:rsid w:val="0074151B"/>
    <w:rsid w:val="00742D9B"/>
    <w:rsid w:val="00743800"/>
    <w:rsid w:val="00744350"/>
    <w:rsid w:val="0074485D"/>
    <w:rsid w:val="00744A7E"/>
    <w:rsid w:val="00744AD3"/>
    <w:rsid w:val="00744C96"/>
    <w:rsid w:val="00744F9E"/>
    <w:rsid w:val="00745162"/>
    <w:rsid w:val="00745DF5"/>
    <w:rsid w:val="00745EF7"/>
    <w:rsid w:val="0074640B"/>
    <w:rsid w:val="00746FFB"/>
    <w:rsid w:val="00747138"/>
    <w:rsid w:val="007473D1"/>
    <w:rsid w:val="007474DE"/>
    <w:rsid w:val="00750F5F"/>
    <w:rsid w:val="00751808"/>
    <w:rsid w:val="0075227E"/>
    <w:rsid w:val="007528A4"/>
    <w:rsid w:val="00753070"/>
    <w:rsid w:val="007534A7"/>
    <w:rsid w:val="007538BD"/>
    <w:rsid w:val="00753CD3"/>
    <w:rsid w:val="00754687"/>
    <w:rsid w:val="00754C38"/>
    <w:rsid w:val="00755B37"/>
    <w:rsid w:val="00755B9B"/>
    <w:rsid w:val="00755CD7"/>
    <w:rsid w:val="00756746"/>
    <w:rsid w:val="00756BB7"/>
    <w:rsid w:val="00756CF7"/>
    <w:rsid w:val="0075785F"/>
    <w:rsid w:val="007603EF"/>
    <w:rsid w:val="007606F3"/>
    <w:rsid w:val="007607F3"/>
    <w:rsid w:val="007631F6"/>
    <w:rsid w:val="00763ED5"/>
    <w:rsid w:val="0076430F"/>
    <w:rsid w:val="007650E0"/>
    <w:rsid w:val="007661C1"/>
    <w:rsid w:val="0076647B"/>
    <w:rsid w:val="00766F6D"/>
    <w:rsid w:val="00767890"/>
    <w:rsid w:val="00767E76"/>
    <w:rsid w:val="00770493"/>
    <w:rsid w:val="00770AF7"/>
    <w:rsid w:val="00771E90"/>
    <w:rsid w:val="00771FDF"/>
    <w:rsid w:val="00772196"/>
    <w:rsid w:val="00772299"/>
    <w:rsid w:val="00772990"/>
    <w:rsid w:val="007733B6"/>
    <w:rsid w:val="00773A5E"/>
    <w:rsid w:val="007748C9"/>
    <w:rsid w:val="00774D72"/>
    <w:rsid w:val="0077517C"/>
    <w:rsid w:val="007753DB"/>
    <w:rsid w:val="00775D46"/>
    <w:rsid w:val="0077611E"/>
    <w:rsid w:val="007761B4"/>
    <w:rsid w:val="0077642C"/>
    <w:rsid w:val="007765F2"/>
    <w:rsid w:val="00777027"/>
    <w:rsid w:val="00777045"/>
    <w:rsid w:val="007775D3"/>
    <w:rsid w:val="007777D7"/>
    <w:rsid w:val="00777A06"/>
    <w:rsid w:val="00777C08"/>
    <w:rsid w:val="00777F68"/>
    <w:rsid w:val="00780CCF"/>
    <w:rsid w:val="00780DA6"/>
    <w:rsid w:val="00781287"/>
    <w:rsid w:val="0078137B"/>
    <w:rsid w:val="0078303C"/>
    <w:rsid w:val="00783134"/>
    <w:rsid w:val="00783D42"/>
    <w:rsid w:val="00784356"/>
    <w:rsid w:val="00784CA2"/>
    <w:rsid w:val="00784E1C"/>
    <w:rsid w:val="00785384"/>
    <w:rsid w:val="007854EC"/>
    <w:rsid w:val="00785C02"/>
    <w:rsid w:val="00785F4D"/>
    <w:rsid w:val="00786FB8"/>
    <w:rsid w:val="0078724D"/>
    <w:rsid w:val="00787B7B"/>
    <w:rsid w:val="00787CA6"/>
    <w:rsid w:val="007911C9"/>
    <w:rsid w:val="00791A2F"/>
    <w:rsid w:val="00791A8D"/>
    <w:rsid w:val="00792C2E"/>
    <w:rsid w:val="007935DE"/>
    <w:rsid w:val="00793A7E"/>
    <w:rsid w:val="00793D7C"/>
    <w:rsid w:val="00794EA9"/>
    <w:rsid w:val="00795510"/>
    <w:rsid w:val="00795B6E"/>
    <w:rsid w:val="00795F98"/>
    <w:rsid w:val="00796D12"/>
    <w:rsid w:val="007970F4"/>
    <w:rsid w:val="00797314"/>
    <w:rsid w:val="007A04F0"/>
    <w:rsid w:val="007A05A6"/>
    <w:rsid w:val="007A0EAC"/>
    <w:rsid w:val="007A12AF"/>
    <w:rsid w:val="007A1DCA"/>
    <w:rsid w:val="007A1E46"/>
    <w:rsid w:val="007A24A0"/>
    <w:rsid w:val="007A2627"/>
    <w:rsid w:val="007A29D8"/>
    <w:rsid w:val="007A39C6"/>
    <w:rsid w:val="007A4944"/>
    <w:rsid w:val="007A4C9C"/>
    <w:rsid w:val="007A5CF2"/>
    <w:rsid w:val="007A5D9C"/>
    <w:rsid w:val="007A5FD5"/>
    <w:rsid w:val="007A62B4"/>
    <w:rsid w:val="007A666C"/>
    <w:rsid w:val="007A6CAB"/>
    <w:rsid w:val="007A7452"/>
    <w:rsid w:val="007A79C8"/>
    <w:rsid w:val="007B0273"/>
    <w:rsid w:val="007B1372"/>
    <w:rsid w:val="007B1392"/>
    <w:rsid w:val="007B1A25"/>
    <w:rsid w:val="007B27AC"/>
    <w:rsid w:val="007B2A6F"/>
    <w:rsid w:val="007B3478"/>
    <w:rsid w:val="007B38A4"/>
    <w:rsid w:val="007B3AE6"/>
    <w:rsid w:val="007B4135"/>
    <w:rsid w:val="007B4C7B"/>
    <w:rsid w:val="007B4DE1"/>
    <w:rsid w:val="007B54C9"/>
    <w:rsid w:val="007B5730"/>
    <w:rsid w:val="007B73BA"/>
    <w:rsid w:val="007B79CA"/>
    <w:rsid w:val="007B7EAE"/>
    <w:rsid w:val="007C004E"/>
    <w:rsid w:val="007C1072"/>
    <w:rsid w:val="007C1686"/>
    <w:rsid w:val="007C19C3"/>
    <w:rsid w:val="007C289B"/>
    <w:rsid w:val="007C3832"/>
    <w:rsid w:val="007C3E77"/>
    <w:rsid w:val="007C475F"/>
    <w:rsid w:val="007C512A"/>
    <w:rsid w:val="007C531A"/>
    <w:rsid w:val="007C5B5E"/>
    <w:rsid w:val="007C6392"/>
    <w:rsid w:val="007C72A7"/>
    <w:rsid w:val="007D07D3"/>
    <w:rsid w:val="007D146B"/>
    <w:rsid w:val="007D15E1"/>
    <w:rsid w:val="007D1884"/>
    <w:rsid w:val="007D1BF9"/>
    <w:rsid w:val="007D1E2C"/>
    <w:rsid w:val="007D24B3"/>
    <w:rsid w:val="007D2AC6"/>
    <w:rsid w:val="007D436C"/>
    <w:rsid w:val="007D453A"/>
    <w:rsid w:val="007D4B97"/>
    <w:rsid w:val="007D4E93"/>
    <w:rsid w:val="007D6769"/>
    <w:rsid w:val="007D73BF"/>
    <w:rsid w:val="007D77B2"/>
    <w:rsid w:val="007E02C5"/>
    <w:rsid w:val="007E0A12"/>
    <w:rsid w:val="007E1503"/>
    <w:rsid w:val="007E1888"/>
    <w:rsid w:val="007E1907"/>
    <w:rsid w:val="007E1D4C"/>
    <w:rsid w:val="007E243A"/>
    <w:rsid w:val="007E26EE"/>
    <w:rsid w:val="007E27A2"/>
    <w:rsid w:val="007E3DCC"/>
    <w:rsid w:val="007E3F48"/>
    <w:rsid w:val="007E404B"/>
    <w:rsid w:val="007E493A"/>
    <w:rsid w:val="007E5241"/>
    <w:rsid w:val="007E5AB3"/>
    <w:rsid w:val="007E616E"/>
    <w:rsid w:val="007E6707"/>
    <w:rsid w:val="007E767C"/>
    <w:rsid w:val="007E77E1"/>
    <w:rsid w:val="007F0B7A"/>
    <w:rsid w:val="007F140E"/>
    <w:rsid w:val="007F25B2"/>
    <w:rsid w:val="007F26B5"/>
    <w:rsid w:val="007F3CA4"/>
    <w:rsid w:val="007F5123"/>
    <w:rsid w:val="007F55B5"/>
    <w:rsid w:val="007F5F1A"/>
    <w:rsid w:val="007F6A2B"/>
    <w:rsid w:val="007F6C41"/>
    <w:rsid w:val="007F6D66"/>
    <w:rsid w:val="007F6E0E"/>
    <w:rsid w:val="007F6E30"/>
    <w:rsid w:val="007F7E42"/>
    <w:rsid w:val="00800156"/>
    <w:rsid w:val="0080018D"/>
    <w:rsid w:val="00800347"/>
    <w:rsid w:val="0080084A"/>
    <w:rsid w:val="00801DC5"/>
    <w:rsid w:val="00802299"/>
    <w:rsid w:val="00802AA5"/>
    <w:rsid w:val="00802D9A"/>
    <w:rsid w:val="0080334C"/>
    <w:rsid w:val="008042F0"/>
    <w:rsid w:val="00804D81"/>
    <w:rsid w:val="00805206"/>
    <w:rsid w:val="00805513"/>
    <w:rsid w:val="0080625A"/>
    <w:rsid w:val="008063C3"/>
    <w:rsid w:val="008064AC"/>
    <w:rsid w:val="00806862"/>
    <w:rsid w:val="008068BF"/>
    <w:rsid w:val="008068CF"/>
    <w:rsid w:val="00806903"/>
    <w:rsid w:val="008069AF"/>
    <w:rsid w:val="008076E3"/>
    <w:rsid w:val="00810112"/>
    <w:rsid w:val="00811317"/>
    <w:rsid w:val="008114E5"/>
    <w:rsid w:val="00811934"/>
    <w:rsid w:val="00813113"/>
    <w:rsid w:val="00813199"/>
    <w:rsid w:val="008131A3"/>
    <w:rsid w:val="008131C0"/>
    <w:rsid w:val="008134F7"/>
    <w:rsid w:val="00813C8F"/>
    <w:rsid w:val="00813F38"/>
    <w:rsid w:val="008152AA"/>
    <w:rsid w:val="008152ED"/>
    <w:rsid w:val="0082023B"/>
    <w:rsid w:val="00820AAE"/>
    <w:rsid w:val="00820CB3"/>
    <w:rsid w:val="00822059"/>
    <w:rsid w:val="0082227E"/>
    <w:rsid w:val="00822B2E"/>
    <w:rsid w:val="00823562"/>
    <w:rsid w:val="00823578"/>
    <w:rsid w:val="00823A62"/>
    <w:rsid w:val="00823C1F"/>
    <w:rsid w:val="00824AB8"/>
    <w:rsid w:val="0082508E"/>
    <w:rsid w:val="00825B10"/>
    <w:rsid w:val="0082621F"/>
    <w:rsid w:val="008262BE"/>
    <w:rsid w:val="0082703E"/>
    <w:rsid w:val="0082719D"/>
    <w:rsid w:val="00827CB8"/>
    <w:rsid w:val="008301AD"/>
    <w:rsid w:val="00830844"/>
    <w:rsid w:val="0083090E"/>
    <w:rsid w:val="00830A8B"/>
    <w:rsid w:val="00830BE6"/>
    <w:rsid w:val="008319C2"/>
    <w:rsid w:val="00831D24"/>
    <w:rsid w:val="00833987"/>
    <w:rsid w:val="00833A5D"/>
    <w:rsid w:val="0083456F"/>
    <w:rsid w:val="008354F7"/>
    <w:rsid w:val="00835A7B"/>
    <w:rsid w:val="00835DB9"/>
    <w:rsid w:val="008362AE"/>
    <w:rsid w:val="008364E6"/>
    <w:rsid w:val="00836BC7"/>
    <w:rsid w:val="00837238"/>
    <w:rsid w:val="00840295"/>
    <w:rsid w:val="00840764"/>
    <w:rsid w:val="00840EE3"/>
    <w:rsid w:val="00841141"/>
    <w:rsid w:val="0084135F"/>
    <w:rsid w:val="0084151D"/>
    <w:rsid w:val="008415FE"/>
    <w:rsid w:val="0084184A"/>
    <w:rsid w:val="00841B1F"/>
    <w:rsid w:val="00843816"/>
    <w:rsid w:val="008443D8"/>
    <w:rsid w:val="0084461B"/>
    <w:rsid w:val="00845598"/>
    <w:rsid w:val="00845A21"/>
    <w:rsid w:val="00845AC5"/>
    <w:rsid w:val="00846419"/>
    <w:rsid w:val="0084678C"/>
    <w:rsid w:val="00846940"/>
    <w:rsid w:val="00847134"/>
    <w:rsid w:val="008474F7"/>
    <w:rsid w:val="008502CC"/>
    <w:rsid w:val="0085075F"/>
    <w:rsid w:val="00850874"/>
    <w:rsid w:val="00851ACC"/>
    <w:rsid w:val="00851CE8"/>
    <w:rsid w:val="00851FA5"/>
    <w:rsid w:val="00852132"/>
    <w:rsid w:val="00852929"/>
    <w:rsid w:val="0085370D"/>
    <w:rsid w:val="00853CEB"/>
    <w:rsid w:val="00853E20"/>
    <w:rsid w:val="0085501F"/>
    <w:rsid w:val="00855CA7"/>
    <w:rsid w:val="0085621F"/>
    <w:rsid w:val="00856635"/>
    <w:rsid w:val="00856858"/>
    <w:rsid w:val="00857144"/>
    <w:rsid w:val="0085790D"/>
    <w:rsid w:val="00857E5E"/>
    <w:rsid w:val="00860FAB"/>
    <w:rsid w:val="008613CE"/>
    <w:rsid w:val="0086145B"/>
    <w:rsid w:val="008621D2"/>
    <w:rsid w:val="008623DA"/>
    <w:rsid w:val="008624D0"/>
    <w:rsid w:val="008624DB"/>
    <w:rsid w:val="00863D00"/>
    <w:rsid w:val="00864DA3"/>
    <w:rsid w:val="00865A3F"/>
    <w:rsid w:val="00865A85"/>
    <w:rsid w:val="008668FB"/>
    <w:rsid w:val="00866EA2"/>
    <w:rsid w:val="008671E9"/>
    <w:rsid w:val="0086778C"/>
    <w:rsid w:val="008703A9"/>
    <w:rsid w:val="008719C1"/>
    <w:rsid w:val="00871BE2"/>
    <w:rsid w:val="00872940"/>
    <w:rsid w:val="00873147"/>
    <w:rsid w:val="00873148"/>
    <w:rsid w:val="008731C2"/>
    <w:rsid w:val="008735CE"/>
    <w:rsid w:val="0087399F"/>
    <w:rsid w:val="00874C0B"/>
    <w:rsid w:val="00875969"/>
    <w:rsid w:val="00875EB8"/>
    <w:rsid w:val="008762CD"/>
    <w:rsid w:val="0087698A"/>
    <w:rsid w:val="008770EC"/>
    <w:rsid w:val="008774EC"/>
    <w:rsid w:val="008803D4"/>
    <w:rsid w:val="00880574"/>
    <w:rsid w:val="0088075B"/>
    <w:rsid w:val="0088168D"/>
    <w:rsid w:val="00881827"/>
    <w:rsid w:val="008818D7"/>
    <w:rsid w:val="00881D50"/>
    <w:rsid w:val="008823E9"/>
    <w:rsid w:val="00882442"/>
    <w:rsid w:val="00882715"/>
    <w:rsid w:val="00882B48"/>
    <w:rsid w:val="00882C7E"/>
    <w:rsid w:val="008832FB"/>
    <w:rsid w:val="00884202"/>
    <w:rsid w:val="00884F16"/>
    <w:rsid w:val="00885000"/>
    <w:rsid w:val="008855AD"/>
    <w:rsid w:val="00886536"/>
    <w:rsid w:val="00887276"/>
    <w:rsid w:val="008872C9"/>
    <w:rsid w:val="0088733F"/>
    <w:rsid w:val="0088774C"/>
    <w:rsid w:val="0088795F"/>
    <w:rsid w:val="00890B1B"/>
    <w:rsid w:val="0089111E"/>
    <w:rsid w:val="00891593"/>
    <w:rsid w:val="00891A0B"/>
    <w:rsid w:val="00891E74"/>
    <w:rsid w:val="00891F32"/>
    <w:rsid w:val="0089263E"/>
    <w:rsid w:val="00892AA0"/>
    <w:rsid w:val="00893273"/>
    <w:rsid w:val="00893408"/>
    <w:rsid w:val="00893770"/>
    <w:rsid w:val="00893A3C"/>
    <w:rsid w:val="00893BEE"/>
    <w:rsid w:val="00893CCA"/>
    <w:rsid w:val="00893FAB"/>
    <w:rsid w:val="00893FD8"/>
    <w:rsid w:val="008949FD"/>
    <w:rsid w:val="0089593D"/>
    <w:rsid w:val="00895952"/>
    <w:rsid w:val="008960E7"/>
    <w:rsid w:val="0089779F"/>
    <w:rsid w:val="008A0566"/>
    <w:rsid w:val="008A06B4"/>
    <w:rsid w:val="008A0FD6"/>
    <w:rsid w:val="008A10B9"/>
    <w:rsid w:val="008A1444"/>
    <w:rsid w:val="008A14C2"/>
    <w:rsid w:val="008A1E83"/>
    <w:rsid w:val="008A2EBE"/>
    <w:rsid w:val="008A2EDB"/>
    <w:rsid w:val="008A342D"/>
    <w:rsid w:val="008A3673"/>
    <w:rsid w:val="008A36E4"/>
    <w:rsid w:val="008A4580"/>
    <w:rsid w:val="008A5ECD"/>
    <w:rsid w:val="008A64B1"/>
    <w:rsid w:val="008A6683"/>
    <w:rsid w:val="008A6B48"/>
    <w:rsid w:val="008A7F44"/>
    <w:rsid w:val="008B025F"/>
    <w:rsid w:val="008B0349"/>
    <w:rsid w:val="008B14D2"/>
    <w:rsid w:val="008B16A4"/>
    <w:rsid w:val="008B18F1"/>
    <w:rsid w:val="008B2265"/>
    <w:rsid w:val="008B33FD"/>
    <w:rsid w:val="008B36F0"/>
    <w:rsid w:val="008B5193"/>
    <w:rsid w:val="008B5743"/>
    <w:rsid w:val="008B58D0"/>
    <w:rsid w:val="008B6086"/>
    <w:rsid w:val="008B6152"/>
    <w:rsid w:val="008B7DE9"/>
    <w:rsid w:val="008C0ACB"/>
    <w:rsid w:val="008C1413"/>
    <w:rsid w:val="008C15DB"/>
    <w:rsid w:val="008C2284"/>
    <w:rsid w:val="008C2929"/>
    <w:rsid w:val="008C301C"/>
    <w:rsid w:val="008C3A06"/>
    <w:rsid w:val="008C424C"/>
    <w:rsid w:val="008C4844"/>
    <w:rsid w:val="008C4C18"/>
    <w:rsid w:val="008C5D06"/>
    <w:rsid w:val="008C62E0"/>
    <w:rsid w:val="008C6591"/>
    <w:rsid w:val="008C67C5"/>
    <w:rsid w:val="008C6C6C"/>
    <w:rsid w:val="008C6DFA"/>
    <w:rsid w:val="008C784F"/>
    <w:rsid w:val="008D0D98"/>
    <w:rsid w:val="008D1638"/>
    <w:rsid w:val="008D1681"/>
    <w:rsid w:val="008D17C8"/>
    <w:rsid w:val="008D1EC3"/>
    <w:rsid w:val="008D1F14"/>
    <w:rsid w:val="008D22F9"/>
    <w:rsid w:val="008D38F5"/>
    <w:rsid w:val="008D3B6A"/>
    <w:rsid w:val="008D4248"/>
    <w:rsid w:val="008D425D"/>
    <w:rsid w:val="008D49B7"/>
    <w:rsid w:val="008D4C94"/>
    <w:rsid w:val="008D4F32"/>
    <w:rsid w:val="008D5178"/>
    <w:rsid w:val="008D567E"/>
    <w:rsid w:val="008D5B45"/>
    <w:rsid w:val="008D5FD2"/>
    <w:rsid w:val="008D61B3"/>
    <w:rsid w:val="008D69D7"/>
    <w:rsid w:val="008D6A03"/>
    <w:rsid w:val="008D6BE3"/>
    <w:rsid w:val="008D7FB3"/>
    <w:rsid w:val="008E02FF"/>
    <w:rsid w:val="008E120B"/>
    <w:rsid w:val="008E2155"/>
    <w:rsid w:val="008E3923"/>
    <w:rsid w:val="008E46B0"/>
    <w:rsid w:val="008E5CC9"/>
    <w:rsid w:val="008E62C6"/>
    <w:rsid w:val="008E6302"/>
    <w:rsid w:val="008E6F76"/>
    <w:rsid w:val="008E7424"/>
    <w:rsid w:val="008E7501"/>
    <w:rsid w:val="008E7617"/>
    <w:rsid w:val="008E7CF3"/>
    <w:rsid w:val="008F042A"/>
    <w:rsid w:val="008F0574"/>
    <w:rsid w:val="008F077F"/>
    <w:rsid w:val="008F11DD"/>
    <w:rsid w:val="008F1EDC"/>
    <w:rsid w:val="008F21D0"/>
    <w:rsid w:val="008F23AA"/>
    <w:rsid w:val="008F2524"/>
    <w:rsid w:val="008F2F27"/>
    <w:rsid w:val="008F3A18"/>
    <w:rsid w:val="008F3BB7"/>
    <w:rsid w:val="008F3FA1"/>
    <w:rsid w:val="008F4ED6"/>
    <w:rsid w:val="008F4EE4"/>
    <w:rsid w:val="008F54D4"/>
    <w:rsid w:val="008F5698"/>
    <w:rsid w:val="008F6371"/>
    <w:rsid w:val="008F671B"/>
    <w:rsid w:val="008F6862"/>
    <w:rsid w:val="008F6951"/>
    <w:rsid w:val="008F696A"/>
    <w:rsid w:val="008F71A1"/>
    <w:rsid w:val="008F73CC"/>
    <w:rsid w:val="008F796D"/>
    <w:rsid w:val="008F79C5"/>
    <w:rsid w:val="008F7DE5"/>
    <w:rsid w:val="00900105"/>
    <w:rsid w:val="009001F2"/>
    <w:rsid w:val="009008A2"/>
    <w:rsid w:val="00900AF6"/>
    <w:rsid w:val="009017C6"/>
    <w:rsid w:val="00901F3F"/>
    <w:rsid w:val="009021EA"/>
    <w:rsid w:val="0090271C"/>
    <w:rsid w:val="009036BC"/>
    <w:rsid w:val="0090390F"/>
    <w:rsid w:val="00904040"/>
    <w:rsid w:val="00904F0D"/>
    <w:rsid w:val="009053AD"/>
    <w:rsid w:val="009065BA"/>
    <w:rsid w:val="00906C4C"/>
    <w:rsid w:val="00906CB6"/>
    <w:rsid w:val="0090778E"/>
    <w:rsid w:val="00907B0C"/>
    <w:rsid w:val="00907B51"/>
    <w:rsid w:val="00910190"/>
    <w:rsid w:val="0091076C"/>
    <w:rsid w:val="009126DD"/>
    <w:rsid w:val="00912C32"/>
    <w:rsid w:val="00912E2C"/>
    <w:rsid w:val="00913329"/>
    <w:rsid w:val="00913D2F"/>
    <w:rsid w:val="00915684"/>
    <w:rsid w:val="009159BD"/>
    <w:rsid w:val="009162F5"/>
    <w:rsid w:val="009166E1"/>
    <w:rsid w:val="009173D5"/>
    <w:rsid w:val="00917782"/>
    <w:rsid w:val="00917D17"/>
    <w:rsid w:val="00920133"/>
    <w:rsid w:val="00920528"/>
    <w:rsid w:val="009205BC"/>
    <w:rsid w:val="009212F5"/>
    <w:rsid w:val="0092334A"/>
    <w:rsid w:val="00923AA5"/>
    <w:rsid w:val="00923B53"/>
    <w:rsid w:val="00923CAB"/>
    <w:rsid w:val="009244AB"/>
    <w:rsid w:val="00925B17"/>
    <w:rsid w:val="00925EB4"/>
    <w:rsid w:val="00926249"/>
    <w:rsid w:val="0092640C"/>
    <w:rsid w:val="00926FE8"/>
    <w:rsid w:val="0093032F"/>
    <w:rsid w:val="00930526"/>
    <w:rsid w:val="00930DDD"/>
    <w:rsid w:val="00932460"/>
    <w:rsid w:val="00932795"/>
    <w:rsid w:val="00932E96"/>
    <w:rsid w:val="00933711"/>
    <w:rsid w:val="00933A66"/>
    <w:rsid w:val="009346E3"/>
    <w:rsid w:val="009350AF"/>
    <w:rsid w:val="00935187"/>
    <w:rsid w:val="009354B4"/>
    <w:rsid w:val="00935D18"/>
    <w:rsid w:val="00936115"/>
    <w:rsid w:val="009368B9"/>
    <w:rsid w:val="0094014B"/>
    <w:rsid w:val="0094096B"/>
    <w:rsid w:val="00940E85"/>
    <w:rsid w:val="00942501"/>
    <w:rsid w:val="00942E0F"/>
    <w:rsid w:val="00942F34"/>
    <w:rsid w:val="00943453"/>
    <w:rsid w:val="00944A80"/>
    <w:rsid w:val="00945257"/>
    <w:rsid w:val="00945876"/>
    <w:rsid w:val="00945C3C"/>
    <w:rsid w:val="00946898"/>
    <w:rsid w:val="00950342"/>
    <w:rsid w:val="0095058F"/>
    <w:rsid w:val="00950A6A"/>
    <w:rsid w:val="0095111C"/>
    <w:rsid w:val="009518E4"/>
    <w:rsid w:val="00952DE6"/>
    <w:rsid w:val="00953123"/>
    <w:rsid w:val="00954365"/>
    <w:rsid w:val="00956B3E"/>
    <w:rsid w:val="00960949"/>
    <w:rsid w:val="00960C8D"/>
    <w:rsid w:val="00960D77"/>
    <w:rsid w:val="009616B3"/>
    <w:rsid w:val="00961EAE"/>
    <w:rsid w:val="009635FD"/>
    <w:rsid w:val="00963CD3"/>
    <w:rsid w:val="00964347"/>
    <w:rsid w:val="00964C9E"/>
    <w:rsid w:val="009652C2"/>
    <w:rsid w:val="00965BA8"/>
    <w:rsid w:val="0096681D"/>
    <w:rsid w:val="009676A6"/>
    <w:rsid w:val="009703AC"/>
    <w:rsid w:val="00970471"/>
    <w:rsid w:val="00970A0C"/>
    <w:rsid w:val="00970C94"/>
    <w:rsid w:val="00972BD9"/>
    <w:rsid w:val="009732BD"/>
    <w:rsid w:val="00973391"/>
    <w:rsid w:val="0097382D"/>
    <w:rsid w:val="00974006"/>
    <w:rsid w:val="009753BC"/>
    <w:rsid w:val="00975DE7"/>
    <w:rsid w:val="00976938"/>
    <w:rsid w:val="00977FFB"/>
    <w:rsid w:val="00980331"/>
    <w:rsid w:val="00980457"/>
    <w:rsid w:val="00981B0A"/>
    <w:rsid w:val="00981D2F"/>
    <w:rsid w:val="0098271B"/>
    <w:rsid w:val="00982DBC"/>
    <w:rsid w:val="009830EF"/>
    <w:rsid w:val="009835D7"/>
    <w:rsid w:val="00984433"/>
    <w:rsid w:val="009845C2"/>
    <w:rsid w:val="009845CF"/>
    <w:rsid w:val="009852E0"/>
    <w:rsid w:val="0098593E"/>
    <w:rsid w:val="00985D46"/>
    <w:rsid w:val="009865B9"/>
    <w:rsid w:val="00987624"/>
    <w:rsid w:val="009878A3"/>
    <w:rsid w:val="009918B6"/>
    <w:rsid w:val="009929B8"/>
    <w:rsid w:val="00992DF7"/>
    <w:rsid w:val="00993129"/>
    <w:rsid w:val="00993345"/>
    <w:rsid w:val="00993769"/>
    <w:rsid w:val="00993CCF"/>
    <w:rsid w:val="00995E1A"/>
    <w:rsid w:val="0099613A"/>
    <w:rsid w:val="00996150"/>
    <w:rsid w:val="00996992"/>
    <w:rsid w:val="00996B22"/>
    <w:rsid w:val="00996D85"/>
    <w:rsid w:val="0099737F"/>
    <w:rsid w:val="009A1451"/>
    <w:rsid w:val="009A185A"/>
    <w:rsid w:val="009A1AEA"/>
    <w:rsid w:val="009A1BD1"/>
    <w:rsid w:val="009A204A"/>
    <w:rsid w:val="009A20F2"/>
    <w:rsid w:val="009A2101"/>
    <w:rsid w:val="009A216E"/>
    <w:rsid w:val="009A2CF4"/>
    <w:rsid w:val="009A3084"/>
    <w:rsid w:val="009A3170"/>
    <w:rsid w:val="009A3361"/>
    <w:rsid w:val="009A391C"/>
    <w:rsid w:val="009A40A6"/>
    <w:rsid w:val="009A4F77"/>
    <w:rsid w:val="009A5180"/>
    <w:rsid w:val="009A568D"/>
    <w:rsid w:val="009A5CE2"/>
    <w:rsid w:val="009B03EA"/>
    <w:rsid w:val="009B11AD"/>
    <w:rsid w:val="009B1547"/>
    <w:rsid w:val="009B1778"/>
    <w:rsid w:val="009B201B"/>
    <w:rsid w:val="009B205D"/>
    <w:rsid w:val="009B254F"/>
    <w:rsid w:val="009B282E"/>
    <w:rsid w:val="009B2856"/>
    <w:rsid w:val="009B30E2"/>
    <w:rsid w:val="009B32D2"/>
    <w:rsid w:val="009B421D"/>
    <w:rsid w:val="009B42A8"/>
    <w:rsid w:val="009B5858"/>
    <w:rsid w:val="009B6785"/>
    <w:rsid w:val="009B68B9"/>
    <w:rsid w:val="009B69EE"/>
    <w:rsid w:val="009B6A93"/>
    <w:rsid w:val="009B6E98"/>
    <w:rsid w:val="009B7984"/>
    <w:rsid w:val="009C06C2"/>
    <w:rsid w:val="009C07EC"/>
    <w:rsid w:val="009C14E7"/>
    <w:rsid w:val="009C15F2"/>
    <w:rsid w:val="009C2269"/>
    <w:rsid w:val="009C270C"/>
    <w:rsid w:val="009C27DE"/>
    <w:rsid w:val="009C2899"/>
    <w:rsid w:val="009C31C2"/>
    <w:rsid w:val="009C3646"/>
    <w:rsid w:val="009C4047"/>
    <w:rsid w:val="009C4069"/>
    <w:rsid w:val="009C41A4"/>
    <w:rsid w:val="009C507B"/>
    <w:rsid w:val="009C55CC"/>
    <w:rsid w:val="009C5799"/>
    <w:rsid w:val="009C583B"/>
    <w:rsid w:val="009C5C3E"/>
    <w:rsid w:val="009C649F"/>
    <w:rsid w:val="009C6507"/>
    <w:rsid w:val="009D063C"/>
    <w:rsid w:val="009D0866"/>
    <w:rsid w:val="009D0AD3"/>
    <w:rsid w:val="009D10B9"/>
    <w:rsid w:val="009D117A"/>
    <w:rsid w:val="009D1629"/>
    <w:rsid w:val="009D21B0"/>
    <w:rsid w:val="009D23CD"/>
    <w:rsid w:val="009D2551"/>
    <w:rsid w:val="009D3F4D"/>
    <w:rsid w:val="009D4718"/>
    <w:rsid w:val="009D4D11"/>
    <w:rsid w:val="009D5A25"/>
    <w:rsid w:val="009D6250"/>
    <w:rsid w:val="009E0957"/>
    <w:rsid w:val="009E23CE"/>
    <w:rsid w:val="009E24B3"/>
    <w:rsid w:val="009E37FB"/>
    <w:rsid w:val="009E3CE3"/>
    <w:rsid w:val="009E3D0B"/>
    <w:rsid w:val="009E3DE8"/>
    <w:rsid w:val="009E4644"/>
    <w:rsid w:val="009E4764"/>
    <w:rsid w:val="009E4BE2"/>
    <w:rsid w:val="009E4E3A"/>
    <w:rsid w:val="009E5585"/>
    <w:rsid w:val="009E6026"/>
    <w:rsid w:val="009E63F3"/>
    <w:rsid w:val="009E6EEA"/>
    <w:rsid w:val="009E7636"/>
    <w:rsid w:val="009E790B"/>
    <w:rsid w:val="009F0A4C"/>
    <w:rsid w:val="009F198D"/>
    <w:rsid w:val="009F3202"/>
    <w:rsid w:val="009F3ABE"/>
    <w:rsid w:val="009F484E"/>
    <w:rsid w:val="009F5258"/>
    <w:rsid w:val="009F52BC"/>
    <w:rsid w:val="009F5EA6"/>
    <w:rsid w:val="009F6127"/>
    <w:rsid w:val="009F6ADF"/>
    <w:rsid w:val="009F73FD"/>
    <w:rsid w:val="009F77E9"/>
    <w:rsid w:val="009F7F16"/>
    <w:rsid w:val="00A002B0"/>
    <w:rsid w:val="00A008BC"/>
    <w:rsid w:val="00A0102B"/>
    <w:rsid w:val="00A01EFA"/>
    <w:rsid w:val="00A02CF9"/>
    <w:rsid w:val="00A04216"/>
    <w:rsid w:val="00A0421D"/>
    <w:rsid w:val="00A04619"/>
    <w:rsid w:val="00A0513C"/>
    <w:rsid w:val="00A053E9"/>
    <w:rsid w:val="00A05D3D"/>
    <w:rsid w:val="00A06660"/>
    <w:rsid w:val="00A06FA3"/>
    <w:rsid w:val="00A07320"/>
    <w:rsid w:val="00A1190C"/>
    <w:rsid w:val="00A12EF3"/>
    <w:rsid w:val="00A12F05"/>
    <w:rsid w:val="00A131AF"/>
    <w:rsid w:val="00A132A7"/>
    <w:rsid w:val="00A13563"/>
    <w:rsid w:val="00A1360D"/>
    <w:rsid w:val="00A137F1"/>
    <w:rsid w:val="00A147B5"/>
    <w:rsid w:val="00A14DA5"/>
    <w:rsid w:val="00A1556A"/>
    <w:rsid w:val="00A15D49"/>
    <w:rsid w:val="00A16886"/>
    <w:rsid w:val="00A168FC"/>
    <w:rsid w:val="00A16A94"/>
    <w:rsid w:val="00A171ED"/>
    <w:rsid w:val="00A17F71"/>
    <w:rsid w:val="00A20081"/>
    <w:rsid w:val="00A20EB5"/>
    <w:rsid w:val="00A20F06"/>
    <w:rsid w:val="00A21B6F"/>
    <w:rsid w:val="00A21ED7"/>
    <w:rsid w:val="00A230F9"/>
    <w:rsid w:val="00A238CF"/>
    <w:rsid w:val="00A24021"/>
    <w:rsid w:val="00A24A5F"/>
    <w:rsid w:val="00A24A92"/>
    <w:rsid w:val="00A24B1C"/>
    <w:rsid w:val="00A24DFE"/>
    <w:rsid w:val="00A2515B"/>
    <w:rsid w:val="00A252D3"/>
    <w:rsid w:val="00A2532F"/>
    <w:rsid w:val="00A256AF"/>
    <w:rsid w:val="00A25F22"/>
    <w:rsid w:val="00A26975"/>
    <w:rsid w:val="00A26A77"/>
    <w:rsid w:val="00A27538"/>
    <w:rsid w:val="00A303CC"/>
    <w:rsid w:val="00A3103E"/>
    <w:rsid w:val="00A321D8"/>
    <w:rsid w:val="00A323DB"/>
    <w:rsid w:val="00A32B03"/>
    <w:rsid w:val="00A33225"/>
    <w:rsid w:val="00A33F6B"/>
    <w:rsid w:val="00A34011"/>
    <w:rsid w:val="00A34681"/>
    <w:rsid w:val="00A3478F"/>
    <w:rsid w:val="00A348EC"/>
    <w:rsid w:val="00A354CF"/>
    <w:rsid w:val="00A35709"/>
    <w:rsid w:val="00A35AEE"/>
    <w:rsid w:val="00A36444"/>
    <w:rsid w:val="00A36DCD"/>
    <w:rsid w:val="00A3704E"/>
    <w:rsid w:val="00A40169"/>
    <w:rsid w:val="00A40F69"/>
    <w:rsid w:val="00A41187"/>
    <w:rsid w:val="00A412CF"/>
    <w:rsid w:val="00A41673"/>
    <w:rsid w:val="00A41916"/>
    <w:rsid w:val="00A41C86"/>
    <w:rsid w:val="00A424AB"/>
    <w:rsid w:val="00A42622"/>
    <w:rsid w:val="00A43B62"/>
    <w:rsid w:val="00A43BEC"/>
    <w:rsid w:val="00A43CC5"/>
    <w:rsid w:val="00A43F23"/>
    <w:rsid w:val="00A44053"/>
    <w:rsid w:val="00A441C2"/>
    <w:rsid w:val="00A447F8"/>
    <w:rsid w:val="00A44EED"/>
    <w:rsid w:val="00A45DBD"/>
    <w:rsid w:val="00A46A30"/>
    <w:rsid w:val="00A46D6C"/>
    <w:rsid w:val="00A477D1"/>
    <w:rsid w:val="00A505E7"/>
    <w:rsid w:val="00A50D7E"/>
    <w:rsid w:val="00A50EEA"/>
    <w:rsid w:val="00A51064"/>
    <w:rsid w:val="00A51FEA"/>
    <w:rsid w:val="00A5226D"/>
    <w:rsid w:val="00A52805"/>
    <w:rsid w:val="00A52B42"/>
    <w:rsid w:val="00A53346"/>
    <w:rsid w:val="00A547A3"/>
    <w:rsid w:val="00A54B70"/>
    <w:rsid w:val="00A5631C"/>
    <w:rsid w:val="00A568D2"/>
    <w:rsid w:val="00A56AE4"/>
    <w:rsid w:val="00A56C48"/>
    <w:rsid w:val="00A56DC7"/>
    <w:rsid w:val="00A56DF9"/>
    <w:rsid w:val="00A601B5"/>
    <w:rsid w:val="00A604FB"/>
    <w:rsid w:val="00A60A74"/>
    <w:rsid w:val="00A62FA6"/>
    <w:rsid w:val="00A63174"/>
    <w:rsid w:val="00A6447E"/>
    <w:rsid w:val="00A64798"/>
    <w:rsid w:val="00A6551F"/>
    <w:rsid w:val="00A655AE"/>
    <w:rsid w:val="00A655CB"/>
    <w:rsid w:val="00A656E5"/>
    <w:rsid w:val="00A659F8"/>
    <w:rsid w:val="00A660D9"/>
    <w:rsid w:val="00A6662D"/>
    <w:rsid w:val="00A67581"/>
    <w:rsid w:val="00A675BC"/>
    <w:rsid w:val="00A67DCF"/>
    <w:rsid w:val="00A703B4"/>
    <w:rsid w:val="00A709ED"/>
    <w:rsid w:val="00A71BD7"/>
    <w:rsid w:val="00A71D6F"/>
    <w:rsid w:val="00A722FF"/>
    <w:rsid w:val="00A72819"/>
    <w:rsid w:val="00A72ADB"/>
    <w:rsid w:val="00A731A8"/>
    <w:rsid w:val="00A736B8"/>
    <w:rsid w:val="00A73ACE"/>
    <w:rsid w:val="00A73B95"/>
    <w:rsid w:val="00A7453C"/>
    <w:rsid w:val="00A74871"/>
    <w:rsid w:val="00A74F7E"/>
    <w:rsid w:val="00A75EE7"/>
    <w:rsid w:val="00A7666E"/>
    <w:rsid w:val="00A76A9B"/>
    <w:rsid w:val="00A76EA7"/>
    <w:rsid w:val="00A77512"/>
    <w:rsid w:val="00A77B75"/>
    <w:rsid w:val="00A8004B"/>
    <w:rsid w:val="00A80123"/>
    <w:rsid w:val="00A802D1"/>
    <w:rsid w:val="00A80A7C"/>
    <w:rsid w:val="00A80A95"/>
    <w:rsid w:val="00A81295"/>
    <w:rsid w:val="00A81341"/>
    <w:rsid w:val="00A818C0"/>
    <w:rsid w:val="00A819B4"/>
    <w:rsid w:val="00A81C6D"/>
    <w:rsid w:val="00A81E99"/>
    <w:rsid w:val="00A8227E"/>
    <w:rsid w:val="00A8354E"/>
    <w:rsid w:val="00A8390F"/>
    <w:rsid w:val="00A83A01"/>
    <w:rsid w:val="00A83FC3"/>
    <w:rsid w:val="00A840B0"/>
    <w:rsid w:val="00A840CA"/>
    <w:rsid w:val="00A847A6"/>
    <w:rsid w:val="00A849A9"/>
    <w:rsid w:val="00A84BD7"/>
    <w:rsid w:val="00A84E2B"/>
    <w:rsid w:val="00A84F3A"/>
    <w:rsid w:val="00A85601"/>
    <w:rsid w:val="00A857F3"/>
    <w:rsid w:val="00A87676"/>
    <w:rsid w:val="00A87B7F"/>
    <w:rsid w:val="00A908BD"/>
    <w:rsid w:val="00A90CA5"/>
    <w:rsid w:val="00A90CB9"/>
    <w:rsid w:val="00A90EF5"/>
    <w:rsid w:val="00A918FC"/>
    <w:rsid w:val="00A92640"/>
    <w:rsid w:val="00A926D8"/>
    <w:rsid w:val="00A937FB"/>
    <w:rsid w:val="00A94119"/>
    <w:rsid w:val="00A94988"/>
    <w:rsid w:val="00A95357"/>
    <w:rsid w:val="00A9555F"/>
    <w:rsid w:val="00A956E6"/>
    <w:rsid w:val="00A95F66"/>
    <w:rsid w:val="00A96342"/>
    <w:rsid w:val="00A97DDC"/>
    <w:rsid w:val="00AA0302"/>
    <w:rsid w:val="00AA0418"/>
    <w:rsid w:val="00AA0624"/>
    <w:rsid w:val="00AA0866"/>
    <w:rsid w:val="00AA086C"/>
    <w:rsid w:val="00AA0D46"/>
    <w:rsid w:val="00AA13EB"/>
    <w:rsid w:val="00AA1B4A"/>
    <w:rsid w:val="00AA1D62"/>
    <w:rsid w:val="00AA1F1A"/>
    <w:rsid w:val="00AA20A3"/>
    <w:rsid w:val="00AA36E1"/>
    <w:rsid w:val="00AA40D5"/>
    <w:rsid w:val="00AA418A"/>
    <w:rsid w:val="00AA42BD"/>
    <w:rsid w:val="00AA5541"/>
    <w:rsid w:val="00AA6536"/>
    <w:rsid w:val="00AA6CF3"/>
    <w:rsid w:val="00AA7266"/>
    <w:rsid w:val="00AA7489"/>
    <w:rsid w:val="00AA78F9"/>
    <w:rsid w:val="00AB07B4"/>
    <w:rsid w:val="00AB087B"/>
    <w:rsid w:val="00AB0D11"/>
    <w:rsid w:val="00AB19FC"/>
    <w:rsid w:val="00AB20B9"/>
    <w:rsid w:val="00AB2503"/>
    <w:rsid w:val="00AB2F6B"/>
    <w:rsid w:val="00AB38C7"/>
    <w:rsid w:val="00AB38CC"/>
    <w:rsid w:val="00AB3B48"/>
    <w:rsid w:val="00AB3E5A"/>
    <w:rsid w:val="00AB4E11"/>
    <w:rsid w:val="00AB5426"/>
    <w:rsid w:val="00AB65EE"/>
    <w:rsid w:val="00AB6953"/>
    <w:rsid w:val="00AB79AD"/>
    <w:rsid w:val="00AB7A10"/>
    <w:rsid w:val="00AB7CB4"/>
    <w:rsid w:val="00AC03B6"/>
    <w:rsid w:val="00AC06FA"/>
    <w:rsid w:val="00AC3704"/>
    <w:rsid w:val="00AC3FA5"/>
    <w:rsid w:val="00AC3FC7"/>
    <w:rsid w:val="00AC447E"/>
    <w:rsid w:val="00AC5635"/>
    <w:rsid w:val="00AC563D"/>
    <w:rsid w:val="00AC5843"/>
    <w:rsid w:val="00AC593D"/>
    <w:rsid w:val="00AC6A1E"/>
    <w:rsid w:val="00AC6CB8"/>
    <w:rsid w:val="00AC6FC2"/>
    <w:rsid w:val="00AC7537"/>
    <w:rsid w:val="00AD048D"/>
    <w:rsid w:val="00AD100F"/>
    <w:rsid w:val="00AD243D"/>
    <w:rsid w:val="00AD27E9"/>
    <w:rsid w:val="00AD2DE9"/>
    <w:rsid w:val="00AD33A6"/>
    <w:rsid w:val="00AD35F9"/>
    <w:rsid w:val="00AD425B"/>
    <w:rsid w:val="00AD47E2"/>
    <w:rsid w:val="00AD4BB1"/>
    <w:rsid w:val="00AD590B"/>
    <w:rsid w:val="00AD590C"/>
    <w:rsid w:val="00AD7506"/>
    <w:rsid w:val="00AE0CD0"/>
    <w:rsid w:val="00AE1358"/>
    <w:rsid w:val="00AE1490"/>
    <w:rsid w:val="00AE1B9D"/>
    <w:rsid w:val="00AE1CB8"/>
    <w:rsid w:val="00AE335E"/>
    <w:rsid w:val="00AE4320"/>
    <w:rsid w:val="00AE48AC"/>
    <w:rsid w:val="00AE4AED"/>
    <w:rsid w:val="00AE5CA0"/>
    <w:rsid w:val="00AE6207"/>
    <w:rsid w:val="00AE7211"/>
    <w:rsid w:val="00AE74E9"/>
    <w:rsid w:val="00AE76EA"/>
    <w:rsid w:val="00AE770B"/>
    <w:rsid w:val="00AF0344"/>
    <w:rsid w:val="00AF0822"/>
    <w:rsid w:val="00AF1B24"/>
    <w:rsid w:val="00AF242C"/>
    <w:rsid w:val="00AF253A"/>
    <w:rsid w:val="00AF271B"/>
    <w:rsid w:val="00AF3113"/>
    <w:rsid w:val="00AF34F8"/>
    <w:rsid w:val="00AF4610"/>
    <w:rsid w:val="00AF5165"/>
    <w:rsid w:val="00AF60A1"/>
    <w:rsid w:val="00AF6738"/>
    <w:rsid w:val="00AF70F5"/>
    <w:rsid w:val="00AF7A27"/>
    <w:rsid w:val="00B0137C"/>
    <w:rsid w:val="00B01857"/>
    <w:rsid w:val="00B01AB5"/>
    <w:rsid w:val="00B01D46"/>
    <w:rsid w:val="00B020BD"/>
    <w:rsid w:val="00B02208"/>
    <w:rsid w:val="00B026C4"/>
    <w:rsid w:val="00B035F5"/>
    <w:rsid w:val="00B037C9"/>
    <w:rsid w:val="00B03919"/>
    <w:rsid w:val="00B039DA"/>
    <w:rsid w:val="00B03AE9"/>
    <w:rsid w:val="00B03DAD"/>
    <w:rsid w:val="00B03E41"/>
    <w:rsid w:val="00B03FED"/>
    <w:rsid w:val="00B0479C"/>
    <w:rsid w:val="00B06748"/>
    <w:rsid w:val="00B06932"/>
    <w:rsid w:val="00B06E5B"/>
    <w:rsid w:val="00B10B27"/>
    <w:rsid w:val="00B151D8"/>
    <w:rsid w:val="00B15526"/>
    <w:rsid w:val="00B15564"/>
    <w:rsid w:val="00B15E1B"/>
    <w:rsid w:val="00B1764E"/>
    <w:rsid w:val="00B1784A"/>
    <w:rsid w:val="00B17DD3"/>
    <w:rsid w:val="00B17E32"/>
    <w:rsid w:val="00B207AE"/>
    <w:rsid w:val="00B212A5"/>
    <w:rsid w:val="00B21390"/>
    <w:rsid w:val="00B21FA5"/>
    <w:rsid w:val="00B22BF3"/>
    <w:rsid w:val="00B22DBF"/>
    <w:rsid w:val="00B241EE"/>
    <w:rsid w:val="00B2515E"/>
    <w:rsid w:val="00B256F2"/>
    <w:rsid w:val="00B258C7"/>
    <w:rsid w:val="00B26891"/>
    <w:rsid w:val="00B26A01"/>
    <w:rsid w:val="00B26A46"/>
    <w:rsid w:val="00B26A56"/>
    <w:rsid w:val="00B26BE0"/>
    <w:rsid w:val="00B27609"/>
    <w:rsid w:val="00B276DE"/>
    <w:rsid w:val="00B30975"/>
    <w:rsid w:val="00B309C8"/>
    <w:rsid w:val="00B30BF4"/>
    <w:rsid w:val="00B30F95"/>
    <w:rsid w:val="00B313B7"/>
    <w:rsid w:val="00B314F4"/>
    <w:rsid w:val="00B31584"/>
    <w:rsid w:val="00B31B33"/>
    <w:rsid w:val="00B32D33"/>
    <w:rsid w:val="00B32FC2"/>
    <w:rsid w:val="00B33291"/>
    <w:rsid w:val="00B33366"/>
    <w:rsid w:val="00B33F03"/>
    <w:rsid w:val="00B3495B"/>
    <w:rsid w:val="00B36192"/>
    <w:rsid w:val="00B3625C"/>
    <w:rsid w:val="00B371FB"/>
    <w:rsid w:val="00B37364"/>
    <w:rsid w:val="00B37465"/>
    <w:rsid w:val="00B37CB6"/>
    <w:rsid w:val="00B400BC"/>
    <w:rsid w:val="00B40A7F"/>
    <w:rsid w:val="00B416FE"/>
    <w:rsid w:val="00B417A3"/>
    <w:rsid w:val="00B42861"/>
    <w:rsid w:val="00B42EFA"/>
    <w:rsid w:val="00B43230"/>
    <w:rsid w:val="00B433DE"/>
    <w:rsid w:val="00B445D3"/>
    <w:rsid w:val="00B44C44"/>
    <w:rsid w:val="00B456EC"/>
    <w:rsid w:val="00B45D10"/>
    <w:rsid w:val="00B46271"/>
    <w:rsid w:val="00B47AAC"/>
    <w:rsid w:val="00B508DA"/>
    <w:rsid w:val="00B50C4C"/>
    <w:rsid w:val="00B5440C"/>
    <w:rsid w:val="00B5578C"/>
    <w:rsid w:val="00B55B4D"/>
    <w:rsid w:val="00B56949"/>
    <w:rsid w:val="00B5697E"/>
    <w:rsid w:val="00B571AD"/>
    <w:rsid w:val="00B60771"/>
    <w:rsid w:val="00B60891"/>
    <w:rsid w:val="00B60B50"/>
    <w:rsid w:val="00B60E23"/>
    <w:rsid w:val="00B629C8"/>
    <w:rsid w:val="00B6341D"/>
    <w:rsid w:val="00B63985"/>
    <w:rsid w:val="00B6412C"/>
    <w:rsid w:val="00B64206"/>
    <w:rsid w:val="00B65EA7"/>
    <w:rsid w:val="00B66884"/>
    <w:rsid w:val="00B66DB2"/>
    <w:rsid w:val="00B6738C"/>
    <w:rsid w:val="00B674EF"/>
    <w:rsid w:val="00B70406"/>
    <w:rsid w:val="00B71F8B"/>
    <w:rsid w:val="00B71FDE"/>
    <w:rsid w:val="00B72073"/>
    <w:rsid w:val="00B73293"/>
    <w:rsid w:val="00B73A5D"/>
    <w:rsid w:val="00B73D28"/>
    <w:rsid w:val="00B74536"/>
    <w:rsid w:val="00B745CC"/>
    <w:rsid w:val="00B7510A"/>
    <w:rsid w:val="00B76188"/>
    <w:rsid w:val="00B76BF0"/>
    <w:rsid w:val="00B772C9"/>
    <w:rsid w:val="00B805D7"/>
    <w:rsid w:val="00B80635"/>
    <w:rsid w:val="00B8074F"/>
    <w:rsid w:val="00B819BD"/>
    <w:rsid w:val="00B81ECA"/>
    <w:rsid w:val="00B8298F"/>
    <w:rsid w:val="00B83C61"/>
    <w:rsid w:val="00B849D3"/>
    <w:rsid w:val="00B852B1"/>
    <w:rsid w:val="00B85A6B"/>
    <w:rsid w:val="00B87480"/>
    <w:rsid w:val="00B879D5"/>
    <w:rsid w:val="00B9096B"/>
    <w:rsid w:val="00B916CC"/>
    <w:rsid w:val="00B91F91"/>
    <w:rsid w:val="00B92BDA"/>
    <w:rsid w:val="00B93880"/>
    <w:rsid w:val="00B939A7"/>
    <w:rsid w:val="00B949A9"/>
    <w:rsid w:val="00B94A9B"/>
    <w:rsid w:val="00B94F55"/>
    <w:rsid w:val="00B95CAE"/>
    <w:rsid w:val="00B95D20"/>
    <w:rsid w:val="00B96032"/>
    <w:rsid w:val="00B964CA"/>
    <w:rsid w:val="00B96BE9"/>
    <w:rsid w:val="00B96FDA"/>
    <w:rsid w:val="00B9710C"/>
    <w:rsid w:val="00BA1CA7"/>
    <w:rsid w:val="00BA2C90"/>
    <w:rsid w:val="00BA4398"/>
    <w:rsid w:val="00BA476B"/>
    <w:rsid w:val="00BA4F20"/>
    <w:rsid w:val="00BA4F9D"/>
    <w:rsid w:val="00BA5DD8"/>
    <w:rsid w:val="00BA69C3"/>
    <w:rsid w:val="00BA6AC5"/>
    <w:rsid w:val="00BA7954"/>
    <w:rsid w:val="00BB002F"/>
    <w:rsid w:val="00BB097A"/>
    <w:rsid w:val="00BB0B2E"/>
    <w:rsid w:val="00BB13C7"/>
    <w:rsid w:val="00BB1F42"/>
    <w:rsid w:val="00BB2AA0"/>
    <w:rsid w:val="00BB2E08"/>
    <w:rsid w:val="00BB2FB0"/>
    <w:rsid w:val="00BB3A04"/>
    <w:rsid w:val="00BB4AAC"/>
    <w:rsid w:val="00BB518B"/>
    <w:rsid w:val="00BB51E9"/>
    <w:rsid w:val="00BB5662"/>
    <w:rsid w:val="00BB5677"/>
    <w:rsid w:val="00BB5847"/>
    <w:rsid w:val="00BB5C1E"/>
    <w:rsid w:val="00BB5CA1"/>
    <w:rsid w:val="00BB6149"/>
    <w:rsid w:val="00BB6235"/>
    <w:rsid w:val="00BB6551"/>
    <w:rsid w:val="00BB66D2"/>
    <w:rsid w:val="00BB7572"/>
    <w:rsid w:val="00BC0204"/>
    <w:rsid w:val="00BC027D"/>
    <w:rsid w:val="00BC0529"/>
    <w:rsid w:val="00BC0877"/>
    <w:rsid w:val="00BC0968"/>
    <w:rsid w:val="00BC1724"/>
    <w:rsid w:val="00BC238E"/>
    <w:rsid w:val="00BC26C9"/>
    <w:rsid w:val="00BC2756"/>
    <w:rsid w:val="00BC31D6"/>
    <w:rsid w:val="00BC3C85"/>
    <w:rsid w:val="00BC56D4"/>
    <w:rsid w:val="00BC5D2D"/>
    <w:rsid w:val="00BC7033"/>
    <w:rsid w:val="00BC74BE"/>
    <w:rsid w:val="00BD0A13"/>
    <w:rsid w:val="00BD0EE8"/>
    <w:rsid w:val="00BD108A"/>
    <w:rsid w:val="00BD130A"/>
    <w:rsid w:val="00BD13C2"/>
    <w:rsid w:val="00BD1B45"/>
    <w:rsid w:val="00BD1E3E"/>
    <w:rsid w:val="00BD1F4C"/>
    <w:rsid w:val="00BD21DB"/>
    <w:rsid w:val="00BD230F"/>
    <w:rsid w:val="00BD24E4"/>
    <w:rsid w:val="00BD3D88"/>
    <w:rsid w:val="00BD46B5"/>
    <w:rsid w:val="00BD4738"/>
    <w:rsid w:val="00BD50DD"/>
    <w:rsid w:val="00BD581F"/>
    <w:rsid w:val="00BD5A51"/>
    <w:rsid w:val="00BD5D2E"/>
    <w:rsid w:val="00BD5DF1"/>
    <w:rsid w:val="00BD61C6"/>
    <w:rsid w:val="00BD6400"/>
    <w:rsid w:val="00BD67D4"/>
    <w:rsid w:val="00BD69C2"/>
    <w:rsid w:val="00BD6A3A"/>
    <w:rsid w:val="00BD73C0"/>
    <w:rsid w:val="00BD782B"/>
    <w:rsid w:val="00BD7CCA"/>
    <w:rsid w:val="00BE336F"/>
    <w:rsid w:val="00BE3684"/>
    <w:rsid w:val="00BE3F45"/>
    <w:rsid w:val="00BE4240"/>
    <w:rsid w:val="00BE4C35"/>
    <w:rsid w:val="00BE4FD7"/>
    <w:rsid w:val="00BE5011"/>
    <w:rsid w:val="00BE592B"/>
    <w:rsid w:val="00BE5B55"/>
    <w:rsid w:val="00BE61E7"/>
    <w:rsid w:val="00BE66E6"/>
    <w:rsid w:val="00BE674F"/>
    <w:rsid w:val="00BE7E5C"/>
    <w:rsid w:val="00BE7EC2"/>
    <w:rsid w:val="00BF05CF"/>
    <w:rsid w:val="00BF16C6"/>
    <w:rsid w:val="00BF1B55"/>
    <w:rsid w:val="00BF28D7"/>
    <w:rsid w:val="00BF2A7B"/>
    <w:rsid w:val="00BF356A"/>
    <w:rsid w:val="00BF3769"/>
    <w:rsid w:val="00BF4BBB"/>
    <w:rsid w:val="00BF4D81"/>
    <w:rsid w:val="00BF62FC"/>
    <w:rsid w:val="00BF6617"/>
    <w:rsid w:val="00BF6879"/>
    <w:rsid w:val="00BF6FF9"/>
    <w:rsid w:val="00BF722A"/>
    <w:rsid w:val="00BF7D02"/>
    <w:rsid w:val="00C00488"/>
    <w:rsid w:val="00C00C6B"/>
    <w:rsid w:val="00C01034"/>
    <w:rsid w:val="00C012FE"/>
    <w:rsid w:val="00C013D5"/>
    <w:rsid w:val="00C01F3D"/>
    <w:rsid w:val="00C02986"/>
    <w:rsid w:val="00C02ADC"/>
    <w:rsid w:val="00C02C81"/>
    <w:rsid w:val="00C03C61"/>
    <w:rsid w:val="00C03E5F"/>
    <w:rsid w:val="00C04F7D"/>
    <w:rsid w:val="00C060A7"/>
    <w:rsid w:val="00C06795"/>
    <w:rsid w:val="00C0690E"/>
    <w:rsid w:val="00C06A5A"/>
    <w:rsid w:val="00C07AD2"/>
    <w:rsid w:val="00C07B7D"/>
    <w:rsid w:val="00C10F4F"/>
    <w:rsid w:val="00C1191E"/>
    <w:rsid w:val="00C11DE1"/>
    <w:rsid w:val="00C14830"/>
    <w:rsid w:val="00C150D9"/>
    <w:rsid w:val="00C15668"/>
    <w:rsid w:val="00C1581F"/>
    <w:rsid w:val="00C15A8E"/>
    <w:rsid w:val="00C15D18"/>
    <w:rsid w:val="00C15EA4"/>
    <w:rsid w:val="00C1645D"/>
    <w:rsid w:val="00C16931"/>
    <w:rsid w:val="00C1697D"/>
    <w:rsid w:val="00C16C2F"/>
    <w:rsid w:val="00C1721D"/>
    <w:rsid w:val="00C17F8A"/>
    <w:rsid w:val="00C20098"/>
    <w:rsid w:val="00C20F91"/>
    <w:rsid w:val="00C21D0A"/>
    <w:rsid w:val="00C230D8"/>
    <w:rsid w:val="00C23162"/>
    <w:rsid w:val="00C23820"/>
    <w:rsid w:val="00C23E9F"/>
    <w:rsid w:val="00C245A5"/>
    <w:rsid w:val="00C2509A"/>
    <w:rsid w:val="00C25C0C"/>
    <w:rsid w:val="00C25E1E"/>
    <w:rsid w:val="00C26387"/>
    <w:rsid w:val="00C3152F"/>
    <w:rsid w:val="00C31B0D"/>
    <w:rsid w:val="00C32775"/>
    <w:rsid w:val="00C33807"/>
    <w:rsid w:val="00C33FE6"/>
    <w:rsid w:val="00C34131"/>
    <w:rsid w:val="00C3427E"/>
    <w:rsid w:val="00C34872"/>
    <w:rsid w:val="00C35FE5"/>
    <w:rsid w:val="00C36DFA"/>
    <w:rsid w:val="00C36E9D"/>
    <w:rsid w:val="00C36F25"/>
    <w:rsid w:val="00C371D6"/>
    <w:rsid w:val="00C37265"/>
    <w:rsid w:val="00C40037"/>
    <w:rsid w:val="00C400BF"/>
    <w:rsid w:val="00C40DED"/>
    <w:rsid w:val="00C41293"/>
    <w:rsid w:val="00C41B05"/>
    <w:rsid w:val="00C42312"/>
    <w:rsid w:val="00C433B3"/>
    <w:rsid w:val="00C43DD2"/>
    <w:rsid w:val="00C43F5E"/>
    <w:rsid w:val="00C448E2"/>
    <w:rsid w:val="00C449E9"/>
    <w:rsid w:val="00C4586B"/>
    <w:rsid w:val="00C45AC4"/>
    <w:rsid w:val="00C47814"/>
    <w:rsid w:val="00C50049"/>
    <w:rsid w:val="00C50091"/>
    <w:rsid w:val="00C51557"/>
    <w:rsid w:val="00C52604"/>
    <w:rsid w:val="00C530BD"/>
    <w:rsid w:val="00C553E9"/>
    <w:rsid w:val="00C5584E"/>
    <w:rsid w:val="00C57146"/>
    <w:rsid w:val="00C57367"/>
    <w:rsid w:val="00C5765F"/>
    <w:rsid w:val="00C578DC"/>
    <w:rsid w:val="00C57F45"/>
    <w:rsid w:val="00C6007C"/>
    <w:rsid w:val="00C602B0"/>
    <w:rsid w:val="00C6066E"/>
    <w:rsid w:val="00C609BE"/>
    <w:rsid w:val="00C625C4"/>
    <w:rsid w:val="00C62C21"/>
    <w:rsid w:val="00C65366"/>
    <w:rsid w:val="00C6549D"/>
    <w:rsid w:val="00C657F1"/>
    <w:rsid w:val="00C65A67"/>
    <w:rsid w:val="00C66132"/>
    <w:rsid w:val="00C6655D"/>
    <w:rsid w:val="00C66662"/>
    <w:rsid w:val="00C675F0"/>
    <w:rsid w:val="00C6779E"/>
    <w:rsid w:val="00C677A2"/>
    <w:rsid w:val="00C67E24"/>
    <w:rsid w:val="00C71437"/>
    <w:rsid w:val="00C719E7"/>
    <w:rsid w:val="00C7301F"/>
    <w:rsid w:val="00C734F1"/>
    <w:rsid w:val="00C73FD0"/>
    <w:rsid w:val="00C74623"/>
    <w:rsid w:val="00C75F5F"/>
    <w:rsid w:val="00C76A0C"/>
    <w:rsid w:val="00C772B9"/>
    <w:rsid w:val="00C800EB"/>
    <w:rsid w:val="00C801BF"/>
    <w:rsid w:val="00C802EA"/>
    <w:rsid w:val="00C80F88"/>
    <w:rsid w:val="00C810CB"/>
    <w:rsid w:val="00C81262"/>
    <w:rsid w:val="00C8179A"/>
    <w:rsid w:val="00C82FDD"/>
    <w:rsid w:val="00C832BE"/>
    <w:rsid w:val="00C841B4"/>
    <w:rsid w:val="00C843EA"/>
    <w:rsid w:val="00C845A8"/>
    <w:rsid w:val="00C85425"/>
    <w:rsid w:val="00C85B89"/>
    <w:rsid w:val="00C86DA9"/>
    <w:rsid w:val="00C86E5A"/>
    <w:rsid w:val="00C872CD"/>
    <w:rsid w:val="00C87B64"/>
    <w:rsid w:val="00C90EFB"/>
    <w:rsid w:val="00C92071"/>
    <w:rsid w:val="00C92428"/>
    <w:rsid w:val="00C92560"/>
    <w:rsid w:val="00C9401A"/>
    <w:rsid w:val="00C9420D"/>
    <w:rsid w:val="00C94A22"/>
    <w:rsid w:val="00C94B79"/>
    <w:rsid w:val="00C958A7"/>
    <w:rsid w:val="00C97199"/>
    <w:rsid w:val="00C975F1"/>
    <w:rsid w:val="00C978BA"/>
    <w:rsid w:val="00C979E2"/>
    <w:rsid w:val="00CA035B"/>
    <w:rsid w:val="00CA03A2"/>
    <w:rsid w:val="00CA054D"/>
    <w:rsid w:val="00CA0936"/>
    <w:rsid w:val="00CA0F51"/>
    <w:rsid w:val="00CA1179"/>
    <w:rsid w:val="00CA16CE"/>
    <w:rsid w:val="00CA1B5E"/>
    <w:rsid w:val="00CA1ECB"/>
    <w:rsid w:val="00CA1F35"/>
    <w:rsid w:val="00CA25BD"/>
    <w:rsid w:val="00CA2804"/>
    <w:rsid w:val="00CA2B14"/>
    <w:rsid w:val="00CA3673"/>
    <w:rsid w:val="00CA42E6"/>
    <w:rsid w:val="00CA4575"/>
    <w:rsid w:val="00CA48ED"/>
    <w:rsid w:val="00CA4D1D"/>
    <w:rsid w:val="00CA4DAD"/>
    <w:rsid w:val="00CA5140"/>
    <w:rsid w:val="00CA5366"/>
    <w:rsid w:val="00CA5BD6"/>
    <w:rsid w:val="00CA635F"/>
    <w:rsid w:val="00CA67CD"/>
    <w:rsid w:val="00CA6862"/>
    <w:rsid w:val="00CA70C6"/>
    <w:rsid w:val="00CA7206"/>
    <w:rsid w:val="00CA7952"/>
    <w:rsid w:val="00CB08B5"/>
    <w:rsid w:val="00CB1128"/>
    <w:rsid w:val="00CB15C2"/>
    <w:rsid w:val="00CB1C86"/>
    <w:rsid w:val="00CB1E76"/>
    <w:rsid w:val="00CB1F18"/>
    <w:rsid w:val="00CB2028"/>
    <w:rsid w:val="00CB211E"/>
    <w:rsid w:val="00CB21A2"/>
    <w:rsid w:val="00CB267D"/>
    <w:rsid w:val="00CB2FC5"/>
    <w:rsid w:val="00CB34AF"/>
    <w:rsid w:val="00CB3A5C"/>
    <w:rsid w:val="00CB3C49"/>
    <w:rsid w:val="00CB4507"/>
    <w:rsid w:val="00CB4D76"/>
    <w:rsid w:val="00CB5D47"/>
    <w:rsid w:val="00CB6125"/>
    <w:rsid w:val="00CB7BDD"/>
    <w:rsid w:val="00CB7C4D"/>
    <w:rsid w:val="00CC044A"/>
    <w:rsid w:val="00CC0D4B"/>
    <w:rsid w:val="00CC119A"/>
    <w:rsid w:val="00CC1804"/>
    <w:rsid w:val="00CC1CC2"/>
    <w:rsid w:val="00CC2064"/>
    <w:rsid w:val="00CC24C3"/>
    <w:rsid w:val="00CC2BBA"/>
    <w:rsid w:val="00CC3192"/>
    <w:rsid w:val="00CC33AC"/>
    <w:rsid w:val="00CC4CA9"/>
    <w:rsid w:val="00CC50D6"/>
    <w:rsid w:val="00CC54D1"/>
    <w:rsid w:val="00CC71E4"/>
    <w:rsid w:val="00CC7B79"/>
    <w:rsid w:val="00CD1424"/>
    <w:rsid w:val="00CD14C0"/>
    <w:rsid w:val="00CD1B12"/>
    <w:rsid w:val="00CD1E06"/>
    <w:rsid w:val="00CD22B6"/>
    <w:rsid w:val="00CD25B9"/>
    <w:rsid w:val="00CD269E"/>
    <w:rsid w:val="00CD2DA0"/>
    <w:rsid w:val="00CD3ED6"/>
    <w:rsid w:val="00CD4540"/>
    <w:rsid w:val="00CD4755"/>
    <w:rsid w:val="00CD49AD"/>
    <w:rsid w:val="00CD6036"/>
    <w:rsid w:val="00CD640A"/>
    <w:rsid w:val="00CD66BD"/>
    <w:rsid w:val="00CD682C"/>
    <w:rsid w:val="00CD754A"/>
    <w:rsid w:val="00CD7892"/>
    <w:rsid w:val="00CD7AF0"/>
    <w:rsid w:val="00CE0132"/>
    <w:rsid w:val="00CE0DAF"/>
    <w:rsid w:val="00CE13DE"/>
    <w:rsid w:val="00CE254E"/>
    <w:rsid w:val="00CE2676"/>
    <w:rsid w:val="00CE2689"/>
    <w:rsid w:val="00CE2FE3"/>
    <w:rsid w:val="00CE3762"/>
    <w:rsid w:val="00CE4D59"/>
    <w:rsid w:val="00CE5BC8"/>
    <w:rsid w:val="00CE5EFB"/>
    <w:rsid w:val="00CE5FB2"/>
    <w:rsid w:val="00CE5FD9"/>
    <w:rsid w:val="00CE6B83"/>
    <w:rsid w:val="00CE6E60"/>
    <w:rsid w:val="00CE6E6E"/>
    <w:rsid w:val="00CE706B"/>
    <w:rsid w:val="00CE72A6"/>
    <w:rsid w:val="00CE79F9"/>
    <w:rsid w:val="00CE7AFB"/>
    <w:rsid w:val="00CF00A9"/>
    <w:rsid w:val="00CF03A9"/>
    <w:rsid w:val="00CF189B"/>
    <w:rsid w:val="00CF1CE8"/>
    <w:rsid w:val="00CF214F"/>
    <w:rsid w:val="00CF269C"/>
    <w:rsid w:val="00CF2B35"/>
    <w:rsid w:val="00CF45E2"/>
    <w:rsid w:val="00CF59A1"/>
    <w:rsid w:val="00CF59BA"/>
    <w:rsid w:val="00D00143"/>
    <w:rsid w:val="00D00565"/>
    <w:rsid w:val="00D0096C"/>
    <w:rsid w:val="00D00B6B"/>
    <w:rsid w:val="00D01B50"/>
    <w:rsid w:val="00D02496"/>
    <w:rsid w:val="00D03669"/>
    <w:rsid w:val="00D039F9"/>
    <w:rsid w:val="00D03D55"/>
    <w:rsid w:val="00D04595"/>
    <w:rsid w:val="00D0492A"/>
    <w:rsid w:val="00D0503B"/>
    <w:rsid w:val="00D07774"/>
    <w:rsid w:val="00D077AB"/>
    <w:rsid w:val="00D1033F"/>
    <w:rsid w:val="00D104E0"/>
    <w:rsid w:val="00D111E8"/>
    <w:rsid w:val="00D1191D"/>
    <w:rsid w:val="00D11EDE"/>
    <w:rsid w:val="00D12637"/>
    <w:rsid w:val="00D137DB"/>
    <w:rsid w:val="00D13EDF"/>
    <w:rsid w:val="00D1424E"/>
    <w:rsid w:val="00D14540"/>
    <w:rsid w:val="00D15735"/>
    <w:rsid w:val="00D15D4D"/>
    <w:rsid w:val="00D17387"/>
    <w:rsid w:val="00D21D9B"/>
    <w:rsid w:val="00D2272B"/>
    <w:rsid w:val="00D22C67"/>
    <w:rsid w:val="00D22CB6"/>
    <w:rsid w:val="00D233DA"/>
    <w:rsid w:val="00D23B91"/>
    <w:rsid w:val="00D23D1D"/>
    <w:rsid w:val="00D23E94"/>
    <w:rsid w:val="00D240C8"/>
    <w:rsid w:val="00D24185"/>
    <w:rsid w:val="00D2474F"/>
    <w:rsid w:val="00D267D9"/>
    <w:rsid w:val="00D271D9"/>
    <w:rsid w:val="00D278A8"/>
    <w:rsid w:val="00D27916"/>
    <w:rsid w:val="00D27CE6"/>
    <w:rsid w:val="00D27FE9"/>
    <w:rsid w:val="00D308F8"/>
    <w:rsid w:val="00D30F02"/>
    <w:rsid w:val="00D311A5"/>
    <w:rsid w:val="00D31979"/>
    <w:rsid w:val="00D32993"/>
    <w:rsid w:val="00D32F52"/>
    <w:rsid w:val="00D33281"/>
    <w:rsid w:val="00D33C1A"/>
    <w:rsid w:val="00D33E67"/>
    <w:rsid w:val="00D3400E"/>
    <w:rsid w:val="00D3414C"/>
    <w:rsid w:val="00D343E3"/>
    <w:rsid w:val="00D353AC"/>
    <w:rsid w:val="00D3544F"/>
    <w:rsid w:val="00D35BBE"/>
    <w:rsid w:val="00D35BC9"/>
    <w:rsid w:val="00D365E9"/>
    <w:rsid w:val="00D3664A"/>
    <w:rsid w:val="00D369D0"/>
    <w:rsid w:val="00D36ED8"/>
    <w:rsid w:val="00D374D1"/>
    <w:rsid w:val="00D375A9"/>
    <w:rsid w:val="00D3776F"/>
    <w:rsid w:val="00D40B80"/>
    <w:rsid w:val="00D40F6E"/>
    <w:rsid w:val="00D41BBD"/>
    <w:rsid w:val="00D41C76"/>
    <w:rsid w:val="00D421C5"/>
    <w:rsid w:val="00D425DF"/>
    <w:rsid w:val="00D4289E"/>
    <w:rsid w:val="00D4342F"/>
    <w:rsid w:val="00D44368"/>
    <w:rsid w:val="00D444EA"/>
    <w:rsid w:val="00D4474D"/>
    <w:rsid w:val="00D45012"/>
    <w:rsid w:val="00D45253"/>
    <w:rsid w:val="00D46121"/>
    <w:rsid w:val="00D46562"/>
    <w:rsid w:val="00D46919"/>
    <w:rsid w:val="00D47063"/>
    <w:rsid w:val="00D50B18"/>
    <w:rsid w:val="00D50CDC"/>
    <w:rsid w:val="00D51190"/>
    <w:rsid w:val="00D5177D"/>
    <w:rsid w:val="00D522D0"/>
    <w:rsid w:val="00D529A5"/>
    <w:rsid w:val="00D52F17"/>
    <w:rsid w:val="00D52F9E"/>
    <w:rsid w:val="00D53A03"/>
    <w:rsid w:val="00D54B45"/>
    <w:rsid w:val="00D54B65"/>
    <w:rsid w:val="00D54FDF"/>
    <w:rsid w:val="00D5525C"/>
    <w:rsid w:val="00D5542A"/>
    <w:rsid w:val="00D5598D"/>
    <w:rsid w:val="00D55D2D"/>
    <w:rsid w:val="00D56AF1"/>
    <w:rsid w:val="00D56B04"/>
    <w:rsid w:val="00D57687"/>
    <w:rsid w:val="00D57D04"/>
    <w:rsid w:val="00D61D8C"/>
    <w:rsid w:val="00D6273F"/>
    <w:rsid w:val="00D62947"/>
    <w:rsid w:val="00D62C84"/>
    <w:rsid w:val="00D6324B"/>
    <w:rsid w:val="00D63B01"/>
    <w:rsid w:val="00D653EE"/>
    <w:rsid w:val="00D656B2"/>
    <w:rsid w:val="00D6580D"/>
    <w:rsid w:val="00D65917"/>
    <w:rsid w:val="00D65C15"/>
    <w:rsid w:val="00D65CCD"/>
    <w:rsid w:val="00D65D0F"/>
    <w:rsid w:val="00D66431"/>
    <w:rsid w:val="00D6658A"/>
    <w:rsid w:val="00D6662E"/>
    <w:rsid w:val="00D6678F"/>
    <w:rsid w:val="00D6691E"/>
    <w:rsid w:val="00D70970"/>
    <w:rsid w:val="00D70E89"/>
    <w:rsid w:val="00D71210"/>
    <w:rsid w:val="00D7244A"/>
    <w:rsid w:val="00D72507"/>
    <w:rsid w:val="00D7367F"/>
    <w:rsid w:val="00D73774"/>
    <w:rsid w:val="00D74568"/>
    <w:rsid w:val="00D74885"/>
    <w:rsid w:val="00D74985"/>
    <w:rsid w:val="00D758A7"/>
    <w:rsid w:val="00D75965"/>
    <w:rsid w:val="00D75BD0"/>
    <w:rsid w:val="00D7609D"/>
    <w:rsid w:val="00D76932"/>
    <w:rsid w:val="00D77D67"/>
    <w:rsid w:val="00D80CF1"/>
    <w:rsid w:val="00D80CF2"/>
    <w:rsid w:val="00D8208F"/>
    <w:rsid w:val="00D83391"/>
    <w:rsid w:val="00D84367"/>
    <w:rsid w:val="00D84BAD"/>
    <w:rsid w:val="00D84E29"/>
    <w:rsid w:val="00D85C57"/>
    <w:rsid w:val="00D85C98"/>
    <w:rsid w:val="00D8629E"/>
    <w:rsid w:val="00D86554"/>
    <w:rsid w:val="00D86CEC"/>
    <w:rsid w:val="00D874C1"/>
    <w:rsid w:val="00D87FF3"/>
    <w:rsid w:val="00D902AE"/>
    <w:rsid w:val="00D903E8"/>
    <w:rsid w:val="00D9075D"/>
    <w:rsid w:val="00D90ADB"/>
    <w:rsid w:val="00D90C58"/>
    <w:rsid w:val="00D90CDD"/>
    <w:rsid w:val="00D90D0B"/>
    <w:rsid w:val="00D910FD"/>
    <w:rsid w:val="00D91332"/>
    <w:rsid w:val="00D91D2E"/>
    <w:rsid w:val="00D92583"/>
    <w:rsid w:val="00D9298A"/>
    <w:rsid w:val="00D92DD5"/>
    <w:rsid w:val="00D92E6D"/>
    <w:rsid w:val="00D92F13"/>
    <w:rsid w:val="00D93A2F"/>
    <w:rsid w:val="00D9411A"/>
    <w:rsid w:val="00D947EC"/>
    <w:rsid w:val="00D95AE6"/>
    <w:rsid w:val="00D96365"/>
    <w:rsid w:val="00D96FD3"/>
    <w:rsid w:val="00D9781F"/>
    <w:rsid w:val="00D97AE5"/>
    <w:rsid w:val="00D97F49"/>
    <w:rsid w:val="00DA17DD"/>
    <w:rsid w:val="00DA1FD8"/>
    <w:rsid w:val="00DA23E5"/>
    <w:rsid w:val="00DA29A5"/>
    <w:rsid w:val="00DA2D57"/>
    <w:rsid w:val="00DA41D8"/>
    <w:rsid w:val="00DA46E5"/>
    <w:rsid w:val="00DA4793"/>
    <w:rsid w:val="00DA5B19"/>
    <w:rsid w:val="00DA65F6"/>
    <w:rsid w:val="00DA6718"/>
    <w:rsid w:val="00DA73EE"/>
    <w:rsid w:val="00DA77BE"/>
    <w:rsid w:val="00DA7FA3"/>
    <w:rsid w:val="00DB0059"/>
    <w:rsid w:val="00DB2345"/>
    <w:rsid w:val="00DB2E77"/>
    <w:rsid w:val="00DB3122"/>
    <w:rsid w:val="00DB4C14"/>
    <w:rsid w:val="00DB4C49"/>
    <w:rsid w:val="00DB5024"/>
    <w:rsid w:val="00DB542A"/>
    <w:rsid w:val="00DB5CE5"/>
    <w:rsid w:val="00DB63E6"/>
    <w:rsid w:val="00DB6A79"/>
    <w:rsid w:val="00DB6BF5"/>
    <w:rsid w:val="00DB7112"/>
    <w:rsid w:val="00DB7EB6"/>
    <w:rsid w:val="00DB7FEF"/>
    <w:rsid w:val="00DC0847"/>
    <w:rsid w:val="00DC191E"/>
    <w:rsid w:val="00DC1BE2"/>
    <w:rsid w:val="00DC2FE7"/>
    <w:rsid w:val="00DC4162"/>
    <w:rsid w:val="00DC43F2"/>
    <w:rsid w:val="00DC4D0D"/>
    <w:rsid w:val="00DC4D81"/>
    <w:rsid w:val="00DC5925"/>
    <w:rsid w:val="00DC594D"/>
    <w:rsid w:val="00DC5E7A"/>
    <w:rsid w:val="00DC640B"/>
    <w:rsid w:val="00DC688D"/>
    <w:rsid w:val="00DC6C77"/>
    <w:rsid w:val="00DD0B63"/>
    <w:rsid w:val="00DD0F4F"/>
    <w:rsid w:val="00DD257A"/>
    <w:rsid w:val="00DD2C81"/>
    <w:rsid w:val="00DD35E7"/>
    <w:rsid w:val="00DD5226"/>
    <w:rsid w:val="00DD5692"/>
    <w:rsid w:val="00DD6076"/>
    <w:rsid w:val="00DD6193"/>
    <w:rsid w:val="00DD6EB4"/>
    <w:rsid w:val="00DD7168"/>
    <w:rsid w:val="00DE01C1"/>
    <w:rsid w:val="00DE0436"/>
    <w:rsid w:val="00DE21F1"/>
    <w:rsid w:val="00DE25C4"/>
    <w:rsid w:val="00DE2E1F"/>
    <w:rsid w:val="00DE30E2"/>
    <w:rsid w:val="00DE354B"/>
    <w:rsid w:val="00DE4221"/>
    <w:rsid w:val="00DE49AB"/>
    <w:rsid w:val="00DE4F5F"/>
    <w:rsid w:val="00DE5BE5"/>
    <w:rsid w:val="00DE62BE"/>
    <w:rsid w:val="00DE6CA0"/>
    <w:rsid w:val="00DE7537"/>
    <w:rsid w:val="00DE7F12"/>
    <w:rsid w:val="00DE7F98"/>
    <w:rsid w:val="00DF087F"/>
    <w:rsid w:val="00DF1812"/>
    <w:rsid w:val="00DF3409"/>
    <w:rsid w:val="00DF35B0"/>
    <w:rsid w:val="00DF3CA0"/>
    <w:rsid w:val="00DF3F90"/>
    <w:rsid w:val="00DF429C"/>
    <w:rsid w:val="00DF493A"/>
    <w:rsid w:val="00DF4AF4"/>
    <w:rsid w:val="00DF4CE6"/>
    <w:rsid w:val="00DF5081"/>
    <w:rsid w:val="00DF5782"/>
    <w:rsid w:val="00DF5AC5"/>
    <w:rsid w:val="00DF6EC9"/>
    <w:rsid w:val="00DF7071"/>
    <w:rsid w:val="00DF7313"/>
    <w:rsid w:val="00DF7424"/>
    <w:rsid w:val="00E02222"/>
    <w:rsid w:val="00E024F6"/>
    <w:rsid w:val="00E02AFE"/>
    <w:rsid w:val="00E034E9"/>
    <w:rsid w:val="00E03612"/>
    <w:rsid w:val="00E03C18"/>
    <w:rsid w:val="00E040CD"/>
    <w:rsid w:val="00E042FE"/>
    <w:rsid w:val="00E04562"/>
    <w:rsid w:val="00E04A99"/>
    <w:rsid w:val="00E04BC0"/>
    <w:rsid w:val="00E04C65"/>
    <w:rsid w:val="00E054D8"/>
    <w:rsid w:val="00E05E0B"/>
    <w:rsid w:val="00E07979"/>
    <w:rsid w:val="00E10024"/>
    <w:rsid w:val="00E10932"/>
    <w:rsid w:val="00E10F22"/>
    <w:rsid w:val="00E13132"/>
    <w:rsid w:val="00E13E83"/>
    <w:rsid w:val="00E14EFB"/>
    <w:rsid w:val="00E15164"/>
    <w:rsid w:val="00E161D7"/>
    <w:rsid w:val="00E177D1"/>
    <w:rsid w:val="00E17FCA"/>
    <w:rsid w:val="00E20440"/>
    <w:rsid w:val="00E20A06"/>
    <w:rsid w:val="00E2205C"/>
    <w:rsid w:val="00E235CC"/>
    <w:rsid w:val="00E236C7"/>
    <w:rsid w:val="00E23B92"/>
    <w:rsid w:val="00E25C21"/>
    <w:rsid w:val="00E3119C"/>
    <w:rsid w:val="00E31204"/>
    <w:rsid w:val="00E31220"/>
    <w:rsid w:val="00E312FD"/>
    <w:rsid w:val="00E31F27"/>
    <w:rsid w:val="00E330EC"/>
    <w:rsid w:val="00E33B7E"/>
    <w:rsid w:val="00E33CE1"/>
    <w:rsid w:val="00E34DC8"/>
    <w:rsid w:val="00E3516D"/>
    <w:rsid w:val="00E36819"/>
    <w:rsid w:val="00E36F97"/>
    <w:rsid w:val="00E40B58"/>
    <w:rsid w:val="00E40C4E"/>
    <w:rsid w:val="00E41689"/>
    <w:rsid w:val="00E422A6"/>
    <w:rsid w:val="00E438A1"/>
    <w:rsid w:val="00E43AFD"/>
    <w:rsid w:val="00E44010"/>
    <w:rsid w:val="00E44383"/>
    <w:rsid w:val="00E443F4"/>
    <w:rsid w:val="00E4495E"/>
    <w:rsid w:val="00E45838"/>
    <w:rsid w:val="00E475F4"/>
    <w:rsid w:val="00E5085E"/>
    <w:rsid w:val="00E50E4F"/>
    <w:rsid w:val="00E52011"/>
    <w:rsid w:val="00E525B8"/>
    <w:rsid w:val="00E52876"/>
    <w:rsid w:val="00E532BA"/>
    <w:rsid w:val="00E5393C"/>
    <w:rsid w:val="00E53F00"/>
    <w:rsid w:val="00E5449F"/>
    <w:rsid w:val="00E55007"/>
    <w:rsid w:val="00E56043"/>
    <w:rsid w:val="00E5685D"/>
    <w:rsid w:val="00E60130"/>
    <w:rsid w:val="00E6017F"/>
    <w:rsid w:val="00E603BC"/>
    <w:rsid w:val="00E60B21"/>
    <w:rsid w:val="00E60B33"/>
    <w:rsid w:val="00E61650"/>
    <w:rsid w:val="00E61D01"/>
    <w:rsid w:val="00E628F5"/>
    <w:rsid w:val="00E633C4"/>
    <w:rsid w:val="00E6357F"/>
    <w:rsid w:val="00E63B4F"/>
    <w:rsid w:val="00E6495A"/>
    <w:rsid w:val="00E64AC5"/>
    <w:rsid w:val="00E64FBE"/>
    <w:rsid w:val="00E65491"/>
    <w:rsid w:val="00E66229"/>
    <w:rsid w:val="00E67461"/>
    <w:rsid w:val="00E678FD"/>
    <w:rsid w:val="00E67A2F"/>
    <w:rsid w:val="00E67EEA"/>
    <w:rsid w:val="00E701E0"/>
    <w:rsid w:val="00E70292"/>
    <w:rsid w:val="00E708CC"/>
    <w:rsid w:val="00E7125F"/>
    <w:rsid w:val="00E7200B"/>
    <w:rsid w:val="00E7259C"/>
    <w:rsid w:val="00E72F0A"/>
    <w:rsid w:val="00E73154"/>
    <w:rsid w:val="00E741B6"/>
    <w:rsid w:val="00E753D8"/>
    <w:rsid w:val="00E75E1B"/>
    <w:rsid w:val="00E76AA8"/>
    <w:rsid w:val="00E76D06"/>
    <w:rsid w:val="00E77FE9"/>
    <w:rsid w:val="00E801FF"/>
    <w:rsid w:val="00E80BD9"/>
    <w:rsid w:val="00E80E7F"/>
    <w:rsid w:val="00E810ED"/>
    <w:rsid w:val="00E813CB"/>
    <w:rsid w:val="00E81699"/>
    <w:rsid w:val="00E820DF"/>
    <w:rsid w:val="00E83888"/>
    <w:rsid w:val="00E83D4B"/>
    <w:rsid w:val="00E8459F"/>
    <w:rsid w:val="00E856F2"/>
    <w:rsid w:val="00E85AD4"/>
    <w:rsid w:val="00E861CB"/>
    <w:rsid w:val="00E8653C"/>
    <w:rsid w:val="00E871B1"/>
    <w:rsid w:val="00E879A8"/>
    <w:rsid w:val="00E87B2C"/>
    <w:rsid w:val="00E87F73"/>
    <w:rsid w:val="00E9071A"/>
    <w:rsid w:val="00E90996"/>
    <w:rsid w:val="00E90C48"/>
    <w:rsid w:val="00E910D0"/>
    <w:rsid w:val="00E91139"/>
    <w:rsid w:val="00E93016"/>
    <w:rsid w:val="00E930CA"/>
    <w:rsid w:val="00E93775"/>
    <w:rsid w:val="00E93B0F"/>
    <w:rsid w:val="00E93C9E"/>
    <w:rsid w:val="00E94341"/>
    <w:rsid w:val="00E94F58"/>
    <w:rsid w:val="00E952F5"/>
    <w:rsid w:val="00E9547F"/>
    <w:rsid w:val="00E95748"/>
    <w:rsid w:val="00E95BC2"/>
    <w:rsid w:val="00E976AD"/>
    <w:rsid w:val="00E97B9D"/>
    <w:rsid w:val="00EA0306"/>
    <w:rsid w:val="00EA03C0"/>
    <w:rsid w:val="00EA28BD"/>
    <w:rsid w:val="00EA2E0F"/>
    <w:rsid w:val="00EA32ED"/>
    <w:rsid w:val="00EA355D"/>
    <w:rsid w:val="00EA3847"/>
    <w:rsid w:val="00EA39E5"/>
    <w:rsid w:val="00EA4CB9"/>
    <w:rsid w:val="00EA532D"/>
    <w:rsid w:val="00EA549B"/>
    <w:rsid w:val="00EA56EB"/>
    <w:rsid w:val="00EA6C38"/>
    <w:rsid w:val="00EA7278"/>
    <w:rsid w:val="00EA741E"/>
    <w:rsid w:val="00EA75CD"/>
    <w:rsid w:val="00EB0672"/>
    <w:rsid w:val="00EB098A"/>
    <w:rsid w:val="00EB0B42"/>
    <w:rsid w:val="00EB13CD"/>
    <w:rsid w:val="00EB1C41"/>
    <w:rsid w:val="00EB3FE3"/>
    <w:rsid w:val="00EB403B"/>
    <w:rsid w:val="00EB4282"/>
    <w:rsid w:val="00EB42D3"/>
    <w:rsid w:val="00EB5079"/>
    <w:rsid w:val="00EB5117"/>
    <w:rsid w:val="00EB51E7"/>
    <w:rsid w:val="00EB52C2"/>
    <w:rsid w:val="00EB57A9"/>
    <w:rsid w:val="00EB6A43"/>
    <w:rsid w:val="00EB7A9A"/>
    <w:rsid w:val="00EC059A"/>
    <w:rsid w:val="00EC09FD"/>
    <w:rsid w:val="00EC0F12"/>
    <w:rsid w:val="00EC2E54"/>
    <w:rsid w:val="00EC3148"/>
    <w:rsid w:val="00EC3F3F"/>
    <w:rsid w:val="00EC3FC1"/>
    <w:rsid w:val="00EC418D"/>
    <w:rsid w:val="00EC4985"/>
    <w:rsid w:val="00EC5021"/>
    <w:rsid w:val="00EC56A3"/>
    <w:rsid w:val="00EC578A"/>
    <w:rsid w:val="00EC62BC"/>
    <w:rsid w:val="00EC62C2"/>
    <w:rsid w:val="00EC76BA"/>
    <w:rsid w:val="00ED0A41"/>
    <w:rsid w:val="00ED1946"/>
    <w:rsid w:val="00ED1AC1"/>
    <w:rsid w:val="00ED2718"/>
    <w:rsid w:val="00ED2F26"/>
    <w:rsid w:val="00ED3644"/>
    <w:rsid w:val="00ED36E6"/>
    <w:rsid w:val="00ED392D"/>
    <w:rsid w:val="00ED39D4"/>
    <w:rsid w:val="00ED42E4"/>
    <w:rsid w:val="00ED435A"/>
    <w:rsid w:val="00ED4B9F"/>
    <w:rsid w:val="00ED5063"/>
    <w:rsid w:val="00ED5909"/>
    <w:rsid w:val="00ED638E"/>
    <w:rsid w:val="00ED677C"/>
    <w:rsid w:val="00ED6ACD"/>
    <w:rsid w:val="00ED7200"/>
    <w:rsid w:val="00ED767E"/>
    <w:rsid w:val="00EE11EC"/>
    <w:rsid w:val="00EE1A71"/>
    <w:rsid w:val="00EE2208"/>
    <w:rsid w:val="00EE2834"/>
    <w:rsid w:val="00EE29E5"/>
    <w:rsid w:val="00EE2BC4"/>
    <w:rsid w:val="00EE2C30"/>
    <w:rsid w:val="00EE345B"/>
    <w:rsid w:val="00EE412C"/>
    <w:rsid w:val="00EE433B"/>
    <w:rsid w:val="00EE4AFF"/>
    <w:rsid w:val="00EE4F6A"/>
    <w:rsid w:val="00EE53FF"/>
    <w:rsid w:val="00EE5A0A"/>
    <w:rsid w:val="00EE625E"/>
    <w:rsid w:val="00EE77D4"/>
    <w:rsid w:val="00EE77F9"/>
    <w:rsid w:val="00EE7A1D"/>
    <w:rsid w:val="00EF00D8"/>
    <w:rsid w:val="00EF0DD4"/>
    <w:rsid w:val="00EF1AD7"/>
    <w:rsid w:val="00EF1CA5"/>
    <w:rsid w:val="00EF217A"/>
    <w:rsid w:val="00EF26EB"/>
    <w:rsid w:val="00EF3105"/>
    <w:rsid w:val="00EF3969"/>
    <w:rsid w:val="00EF3A2C"/>
    <w:rsid w:val="00EF4864"/>
    <w:rsid w:val="00EF4C53"/>
    <w:rsid w:val="00EF4D13"/>
    <w:rsid w:val="00EF4D15"/>
    <w:rsid w:val="00EF5BDD"/>
    <w:rsid w:val="00EF5E4A"/>
    <w:rsid w:val="00EF5E62"/>
    <w:rsid w:val="00EF746A"/>
    <w:rsid w:val="00EF788F"/>
    <w:rsid w:val="00F011D3"/>
    <w:rsid w:val="00F01288"/>
    <w:rsid w:val="00F014C3"/>
    <w:rsid w:val="00F018E8"/>
    <w:rsid w:val="00F01F1B"/>
    <w:rsid w:val="00F02204"/>
    <w:rsid w:val="00F02335"/>
    <w:rsid w:val="00F028A2"/>
    <w:rsid w:val="00F02CB5"/>
    <w:rsid w:val="00F033E8"/>
    <w:rsid w:val="00F04383"/>
    <w:rsid w:val="00F04B2E"/>
    <w:rsid w:val="00F05299"/>
    <w:rsid w:val="00F06046"/>
    <w:rsid w:val="00F062C0"/>
    <w:rsid w:val="00F07C82"/>
    <w:rsid w:val="00F07FD2"/>
    <w:rsid w:val="00F101AA"/>
    <w:rsid w:val="00F102C2"/>
    <w:rsid w:val="00F108C6"/>
    <w:rsid w:val="00F1108E"/>
    <w:rsid w:val="00F124D5"/>
    <w:rsid w:val="00F13101"/>
    <w:rsid w:val="00F140BE"/>
    <w:rsid w:val="00F14487"/>
    <w:rsid w:val="00F1495D"/>
    <w:rsid w:val="00F14B9A"/>
    <w:rsid w:val="00F14D2A"/>
    <w:rsid w:val="00F14EAC"/>
    <w:rsid w:val="00F15065"/>
    <w:rsid w:val="00F159F1"/>
    <w:rsid w:val="00F15C6B"/>
    <w:rsid w:val="00F16568"/>
    <w:rsid w:val="00F174F6"/>
    <w:rsid w:val="00F17B03"/>
    <w:rsid w:val="00F17B13"/>
    <w:rsid w:val="00F209D4"/>
    <w:rsid w:val="00F20D8F"/>
    <w:rsid w:val="00F218D9"/>
    <w:rsid w:val="00F22200"/>
    <w:rsid w:val="00F228D4"/>
    <w:rsid w:val="00F23574"/>
    <w:rsid w:val="00F2380F"/>
    <w:rsid w:val="00F23C1B"/>
    <w:rsid w:val="00F23CC8"/>
    <w:rsid w:val="00F24519"/>
    <w:rsid w:val="00F24DB6"/>
    <w:rsid w:val="00F253E4"/>
    <w:rsid w:val="00F25C8B"/>
    <w:rsid w:val="00F268A7"/>
    <w:rsid w:val="00F2757A"/>
    <w:rsid w:val="00F2770A"/>
    <w:rsid w:val="00F27886"/>
    <w:rsid w:val="00F304E9"/>
    <w:rsid w:val="00F317C6"/>
    <w:rsid w:val="00F32107"/>
    <w:rsid w:val="00F323E7"/>
    <w:rsid w:val="00F32751"/>
    <w:rsid w:val="00F3275F"/>
    <w:rsid w:val="00F32788"/>
    <w:rsid w:val="00F32986"/>
    <w:rsid w:val="00F32E15"/>
    <w:rsid w:val="00F32F2F"/>
    <w:rsid w:val="00F33414"/>
    <w:rsid w:val="00F33B57"/>
    <w:rsid w:val="00F34001"/>
    <w:rsid w:val="00F342A6"/>
    <w:rsid w:val="00F34C90"/>
    <w:rsid w:val="00F3511E"/>
    <w:rsid w:val="00F353FC"/>
    <w:rsid w:val="00F354AD"/>
    <w:rsid w:val="00F3563D"/>
    <w:rsid w:val="00F36607"/>
    <w:rsid w:val="00F3696B"/>
    <w:rsid w:val="00F37DA3"/>
    <w:rsid w:val="00F40102"/>
    <w:rsid w:val="00F407AD"/>
    <w:rsid w:val="00F40C43"/>
    <w:rsid w:val="00F42BEA"/>
    <w:rsid w:val="00F42CFB"/>
    <w:rsid w:val="00F437E9"/>
    <w:rsid w:val="00F440C1"/>
    <w:rsid w:val="00F44142"/>
    <w:rsid w:val="00F507C1"/>
    <w:rsid w:val="00F53293"/>
    <w:rsid w:val="00F54BDD"/>
    <w:rsid w:val="00F55099"/>
    <w:rsid w:val="00F55C96"/>
    <w:rsid w:val="00F55FC8"/>
    <w:rsid w:val="00F564D6"/>
    <w:rsid w:val="00F5653D"/>
    <w:rsid w:val="00F573EA"/>
    <w:rsid w:val="00F57FA8"/>
    <w:rsid w:val="00F6034A"/>
    <w:rsid w:val="00F60605"/>
    <w:rsid w:val="00F612CD"/>
    <w:rsid w:val="00F61416"/>
    <w:rsid w:val="00F61801"/>
    <w:rsid w:val="00F618EC"/>
    <w:rsid w:val="00F63313"/>
    <w:rsid w:val="00F63352"/>
    <w:rsid w:val="00F63710"/>
    <w:rsid w:val="00F63A96"/>
    <w:rsid w:val="00F63AF1"/>
    <w:rsid w:val="00F6474F"/>
    <w:rsid w:val="00F6499F"/>
    <w:rsid w:val="00F6594D"/>
    <w:rsid w:val="00F66491"/>
    <w:rsid w:val="00F66D33"/>
    <w:rsid w:val="00F70D98"/>
    <w:rsid w:val="00F717CA"/>
    <w:rsid w:val="00F71D4F"/>
    <w:rsid w:val="00F71F6F"/>
    <w:rsid w:val="00F72086"/>
    <w:rsid w:val="00F73164"/>
    <w:rsid w:val="00F73D64"/>
    <w:rsid w:val="00F741A4"/>
    <w:rsid w:val="00F74B1B"/>
    <w:rsid w:val="00F74C95"/>
    <w:rsid w:val="00F755A0"/>
    <w:rsid w:val="00F75EE1"/>
    <w:rsid w:val="00F77BA9"/>
    <w:rsid w:val="00F77BB0"/>
    <w:rsid w:val="00F77C60"/>
    <w:rsid w:val="00F80579"/>
    <w:rsid w:val="00F809DE"/>
    <w:rsid w:val="00F80C4B"/>
    <w:rsid w:val="00F81258"/>
    <w:rsid w:val="00F8162A"/>
    <w:rsid w:val="00F82514"/>
    <w:rsid w:val="00F82BF1"/>
    <w:rsid w:val="00F82CC4"/>
    <w:rsid w:val="00F8470B"/>
    <w:rsid w:val="00F8490C"/>
    <w:rsid w:val="00F84F76"/>
    <w:rsid w:val="00F86110"/>
    <w:rsid w:val="00F8634D"/>
    <w:rsid w:val="00F868F6"/>
    <w:rsid w:val="00F86CB9"/>
    <w:rsid w:val="00F90767"/>
    <w:rsid w:val="00F908AF"/>
    <w:rsid w:val="00F9235D"/>
    <w:rsid w:val="00F92EEA"/>
    <w:rsid w:val="00F93249"/>
    <w:rsid w:val="00F93578"/>
    <w:rsid w:val="00F93638"/>
    <w:rsid w:val="00F9392A"/>
    <w:rsid w:val="00F93A63"/>
    <w:rsid w:val="00F941DC"/>
    <w:rsid w:val="00F94E51"/>
    <w:rsid w:val="00F95E01"/>
    <w:rsid w:val="00F96302"/>
    <w:rsid w:val="00F965D7"/>
    <w:rsid w:val="00F96BA1"/>
    <w:rsid w:val="00F973D3"/>
    <w:rsid w:val="00F9765A"/>
    <w:rsid w:val="00F97E47"/>
    <w:rsid w:val="00FA0E36"/>
    <w:rsid w:val="00FA0E63"/>
    <w:rsid w:val="00FA1659"/>
    <w:rsid w:val="00FA22EC"/>
    <w:rsid w:val="00FA2780"/>
    <w:rsid w:val="00FA3F73"/>
    <w:rsid w:val="00FA6001"/>
    <w:rsid w:val="00FA6909"/>
    <w:rsid w:val="00FA6AA1"/>
    <w:rsid w:val="00FA70F4"/>
    <w:rsid w:val="00FA7726"/>
    <w:rsid w:val="00FB07B5"/>
    <w:rsid w:val="00FB1F1B"/>
    <w:rsid w:val="00FB20B1"/>
    <w:rsid w:val="00FB2110"/>
    <w:rsid w:val="00FB380E"/>
    <w:rsid w:val="00FB4738"/>
    <w:rsid w:val="00FB4898"/>
    <w:rsid w:val="00FB4B04"/>
    <w:rsid w:val="00FB4C9A"/>
    <w:rsid w:val="00FB4D0A"/>
    <w:rsid w:val="00FB50FF"/>
    <w:rsid w:val="00FB52CB"/>
    <w:rsid w:val="00FB5D33"/>
    <w:rsid w:val="00FB6FB4"/>
    <w:rsid w:val="00FB7491"/>
    <w:rsid w:val="00FB74DB"/>
    <w:rsid w:val="00FC08BE"/>
    <w:rsid w:val="00FC0BB2"/>
    <w:rsid w:val="00FC11E7"/>
    <w:rsid w:val="00FC2A16"/>
    <w:rsid w:val="00FC368B"/>
    <w:rsid w:val="00FC3BEF"/>
    <w:rsid w:val="00FC5559"/>
    <w:rsid w:val="00FC66D4"/>
    <w:rsid w:val="00FC70F7"/>
    <w:rsid w:val="00FD0AA4"/>
    <w:rsid w:val="00FD0E61"/>
    <w:rsid w:val="00FD0ECE"/>
    <w:rsid w:val="00FD1470"/>
    <w:rsid w:val="00FD14C1"/>
    <w:rsid w:val="00FD29FD"/>
    <w:rsid w:val="00FD37F9"/>
    <w:rsid w:val="00FD3B65"/>
    <w:rsid w:val="00FD421D"/>
    <w:rsid w:val="00FD4DF0"/>
    <w:rsid w:val="00FD5293"/>
    <w:rsid w:val="00FD5FC6"/>
    <w:rsid w:val="00FD608E"/>
    <w:rsid w:val="00FD6421"/>
    <w:rsid w:val="00FD666A"/>
    <w:rsid w:val="00FD7061"/>
    <w:rsid w:val="00FD764A"/>
    <w:rsid w:val="00FD7A0B"/>
    <w:rsid w:val="00FE04A7"/>
    <w:rsid w:val="00FE1C8B"/>
    <w:rsid w:val="00FE1EF7"/>
    <w:rsid w:val="00FE379E"/>
    <w:rsid w:val="00FE3BAE"/>
    <w:rsid w:val="00FE420D"/>
    <w:rsid w:val="00FE42E2"/>
    <w:rsid w:val="00FE4568"/>
    <w:rsid w:val="00FE481F"/>
    <w:rsid w:val="00FE546F"/>
    <w:rsid w:val="00FE6303"/>
    <w:rsid w:val="00FE6462"/>
    <w:rsid w:val="00FE7374"/>
    <w:rsid w:val="00FE7527"/>
    <w:rsid w:val="00FE7687"/>
    <w:rsid w:val="00FF0310"/>
    <w:rsid w:val="00FF0408"/>
    <w:rsid w:val="00FF0605"/>
    <w:rsid w:val="00FF0BB3"/>
    <w:rsid w:val="00FF11CD"/>
    <w:rsid w:val="00FF14A8"/>
    <w:rsid w:val="00FF26A6"/>
    <w:rsid w:val="00FF39A5"/>
    <w:rsid w:val="00FF4851"/>
    <w:rsid w:val="00FF5033"/>
    <w:rsid w:val="00FF5FBE"/>
    <w:rsid w:val="00FF61AD"/>
    <w:rsid w:val="00FF64C4"/>
    <w:rsid w:val="00FF67E1"/>
    <w:rsid w:val="00FF716B"/>
    <w:rsid w:val="00FF7647"/>
    <w:rsid w:val="00FF7CD3"/>
    <w:rsid w:val="00FF7EC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Обычный текст документа"/>
    <w:qFormat/>
    <w:rsid w:val="009D1629"/>
    <w:pPr>
      <w:ind w:firstLine="567"/>
      <w:jc w:val="both"/>
    </w:pPr>
    <w:rPr>
      <w:rFonts w:ascii="Arial" w:eastAsia="Times New Roman" w:hAnsi="Arial"/>
      <w:sz w:val="24"/>
      <w:szCs w:val="24"/>
    </w:rPr>
  </w:style>
  <w:style w:type="paragraph" w:styleId="Heading1">
    <w:name w:val="heading 1"/>
    <w:basedOn w:val="Normal"/>
    <w:next w:val="Normal"/>
    <w:link w:val="Heading1Char"/>
    <w:uiPriority w:val="99"/>
    <w:qFormat/>
    <w:rsid w:val="00C433B3"/>
    <w:pPr>
      <w:keepNext/>
      <w:ind w:firstLine="0"/>
      <w:jc w:val="left"/>
      <w:outlineLvl w:val="0"/>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33B3"/>
    <w:rPr>
      <w:rFonts w:ascii="Times New Roman" w:hAnsi="Times New Roman" w:cs="Times New Roman"/>
      <w:sz w:val="20"/>
      <w:szCs w:val="20"/>
      <w:lang w:eastAsia="ru-RU"/>
    </w:rPr>
  </w:style>
  <w:style w:type="paragraph" w:styleId="NoSpacing">
    <w:name w:val="No Spacing"/>
    <w:uiPriority w:val="99"/>
    <w:qFormat/>
    <w:rsid w:val="009D1629"/>
    <w:rPr>
      <w:rFonts w:eastAsia="Times New Roman"/>
    </w:rPr>
  </w:style>
  <w:style w:type="character" w:styleId="Hyperlink">
    <w:name w:val="Hyperlink"/>
    <w:basedOn w:val="DefaultParagraphFont"/>
    <w:uiPriority w:val="99"/>
    <w:rsid w:val="009D1629"/>
    <w:rPr>
      <w:rFonts w:cs="Times New Roman"/>
      <w:color w:val="0000FF"/>
      <w:u w:val="none"/>
    </w:rPr>
  </w:style>
  <w:style w:type="paragraph" w:customStyle="1" w:styleId="ConsPlusTitle">
    <w:name w:val="ConsPlusTitle"/>
    <w:uiPriority w:val="99"/>
    <w:rsid w:val="009D1629"/>
    <w:pPr>
      <w:autoSpaceDE w:val="0"/>
      <w:autoSpaceDN w:val="0"/>
      <w:adjustRightInd w:val="0"/>
    </w:pPr>
    <w:rPr>
      <w:rFonts w:ascii="Times New Roman" w:eastAsia="Times New Roman" w:hAnsi="Times New Roman"/>
      <w:b/>
      <w:bCs/>
      <w:sz w:val="28"/>
      <w:szCs w:val="28"/>
    </w:rPr>
  </w:style>
  <w:style w:type="paragraph" w:customStyle="1" w:styleId="Default">
    <w:name w:val="Default"/>
    <w:uiPriority w:val="99"/>
    <w:rsid w:val="009D1629"/>
    <w:pPr>
      <w:autoSpaceDE w:val="0"/>
      <w:autoSpaceDN w:val="0"/>
      <w:adjustRightInd w:val="0"/>
    </w:pPr>
    <w:rPr>
      <w:rFonts w:ascii="Times New Roman" w:hAnsi="Times New Roman"/>
      <w:color w:val="000000"/>
      <w:sz w:val="24"/>
      <w:szCs w:val="24"/>
      <w:lang w:eastAsia="en-US"/>
    </w:rPr>
  </w:style>
  <w:style w:type="paragraph" w:customStyle="1" w:styleId="ConsPlusNormal">
    <w:name w:val="ConsPlusNormal"/>
    <w:uiPriority w:val="99"/>
    <w:rsid w:val="009D1629"/>
    <w:pPr>
      <w:autoSpaceDE w:val="0"/>
      <w:autoSpaceDN w:val="0"/>
      <w:adjustRightInd w:val="0"/>
    </w:pPr>
    <w:rPr>
      <w:rFonts w:ascii="Arial" w:hAnsi="Arial" w:cs="Arial"/>
      <w:sz w:val="20"/>
      <w:szCs w:val="20"/>
      <w:lang w:eastAsia="en-US"/>
    </w:rPr>
  </w:style>
  <w:style w:type="paragraph" w:styleId="BalloonText">
    <w:name w:val="Balloon Text"/>
    <w:basedOn w:val="Normal"/>
    <w:link w:val="BalloonTextChar"/>
    <w:uiPriority w:val="99"/>
    <w:semiHidden/>
    <w:rsid w:val="007A745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7452"/>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77962875">
      <w:marLeft w:val="0"/>
      <w:marRight w:val="0"/>
      <w:marTop w:val="0"/>
      <w:marBottom w:val="0"/>
      <w:divBdr>
        <w:top w:val="none" w:sz="0" w:space="0" w:color="auto"/>
        <w:left w:val="none" w:sz="0" w:space="0" w:color="auto"/>
        <w:bottom w:val="none" w:sz="0" w:space="0" w:color="auto"/>
        <w:right w:val="none" w:sz="0" w:space="0" w:color="auto"/>
      </w:divBdr>
    </w:div>
    <w:div w:id="18779628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content\act\96e20c02-1b12-465a-b64c-24aa92270007.html" TargetMode="External"/><Relationship Id="rId13" Type="http://schemas.openxmlformats.org/officeDocument/2006/relationships/hyperlink" Target="consultantplus://offline/ref=2C316AC8C0B10E70844E278EAEE9686AF0577132ECBDD28C5AD526162A8C17E2AE277FE238F151E9F49C90VDYBD" TargetMode="External"/><Relationship Id="rId18" Type="http://schemas.openxmlformats.org/officeDocument/2006/relationships/hyperlink" Target="consultantplus://offline/ref=7EA0431562A7793F4D7E46EE996B2B67AEDF9072C08D2FB85110B145301318E6E6511E210A68A2SBc4F" TargetMode="External"/><Relationship Id="rId26" Type="http://schemas.openxmlformats.org/officeDocument/2006/relationships/hyperlink" Target="consultantplus://offline/ref=2C316AC8C0B10E70844E278DBC85376FF95F2C3AE8B5D8DF008A7D4B7D851DB5E96826A07CFC51EFVFYDD" TargetMode="External"/><Relationship Id="rId39" Type="http://schemas.openxmlformats.org/officeDocument/2006/relationships/hyperlink" Target="consultantplus://offline/ref=2C2EA77A9A7EEB07585EC7CAFF24253C3C320A18052100C4D6B76C88F1506A7B417BCFFF9B37CBBFtDW2I" TargetMode="External"/><Relationship Id="rId3" Type="http://schemas.openxmlformats.org/officeDocument/2006/relationships/settings" Target="settings.xml"/><Relationship Id="rId21" Type="http://schemas.openxmlformats.org/officeDocument/2006/relationships/hyperlink" Target="consultantplus://offline/ref=7EA0431562A7793F4D7E46EE996B2B67A6D49072C38D2FB85110B145301318E6E6511E210A6CA5SBc3F" TargetMode="External"/><Relationship Id="rId34" Type="http://schemas.openxmlformats.org/officeDocument/2006/relationships/hyperlink" Target="consultantplus://offline/ref=8D64EBCD136BD0D1DA1ED2FFC72B3462B9D204996287A89915BD73C28AD3DD8BA1FD3FB848YFy1H" TargetMode="External"/><Relationship Id="rId7" Type="http://schemas.openxmlformats.org/officeDocument/2006/relationships/hyperlink" Target="file:///C:\content\act\657e8284-bc2a-4a2a-b081-84e5e12b557e.html" TargetMode="External"/><Relationship Id="rId12" Type="http://schemas.openxmlformats.org/officeDocument/2006/relationships/hyperlink" Target="consultantplus://offline/ref=2C316AC8C0B10E70844E278EAEE9686AF0577132ECBDD28C5AD526162A8C17E2AE277FE238F151E9F49C90VDY5D" TargetMode="External"/><Relationship Id="rId17" Type="http://schemas.openxmlformats.org/officeDocument/2006/relationships/hyperlink" Target="consultantplus://offline/ref=7EA0431562A7793F4D7E58E09D6B2B67AEDE9372C18772B25949BD47371C47F1E11812200A68A3B4S8cCF" TargetMode="External"/><Relationship Id="rId25" Type="http://schemas.openxmlformats.org/officeDocument/2006/relationships/hyperlink" Target="consultantplus://offline/ref=2C316AC8C0B10E70844E278DBC85376FF95F2C3AE8B5D8DF008A7D4B7D851DB5E96826A07CFC51ECVFY3D" TargetMode="External"/><Relationship Id="rId33" Type="http://schemas.openxmlformats.org/officeDocument/2006/relationships/hyperlink" Target="consultantplus://offline/ref=608EE0057DBF3472E9949457B77ECFD71EA43C8D877CB4FCC0725406BCC5AC31C6B70924BE5460YDaBH" TargetMode="External"/><Relationship Id="rId38" Type="http://schemas.openxmlformats.org/officeDocument/2006/relationships/hyperlink" Target="consultantplus://offline/ref=FC05E164C541B9535593DDF76A0F20C2A8770A77A1ACA19B1E70F55EZ0MEI" TargetMode="External"/><Relationship Id="rId2" Type="http://schemas.openxmlformats.org/officeDocument/2006/relationships/styles" Target="styles.xml"/><Relationship Id="rId16" Type="http://schemas.openxmlformats.org/officeDocument/2006/relationships/hyperlink" Target="consultantplus://offline/ref=BBF3607DCE0A85E8C71E8810867B1F8F5B9A2F051A6A4FF3DDA3830012E83089F827B6DBBDB41650C3w7H" TargetMode="External"/><Relationship Id="rId20" Type="http://schemas.openxmlformats.org/officeDocument/2006/relationships/hyperlink" Target="consultantplus://offline/ref=7EA0431562A7793F4D7E58E09D6B2B67AEDF9778C88172B25949BD47371C47F1E11812200A68A1B5S8cBF" TargetMode="External"/><Relationship Id="rId29" Type="http://schemas.openxmlformats.org/officeDocument/2006/relationships/hyperlink" Target="consultantplus://offline/ref=2C316AC8C0B10E70844E278DBC85376FF95F2C3AE8B5D8DF008A7D4B7D851DB5E96826A07CFC53EAVFY6D"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C:\content\act\313ae05c-60d9-4f9e-8a34-d942808694a8.html" TargetMode="External"/><Relationship Id="rId11" Type="http://schemas.openxmlformats.org/officeDocument/2006/relationships/hyperlink" Target="consultantplus://offline/ref=30934CA006CFA1FA1D059559D1554C70249530FD216D3617F4BBD5FB061D80E787285B58E7AC3E2CG142G" TargetMode="External"/><Relationship Id="rId24" Type="http://schemas.openxmlformats.org/officeDocument/2006/relationships/hyperlink" Target="consultantplus://offline/ref=2C316AC8C0B10E70844E278EAEE9686AF0577132ECBDD28C5AD526162A8C17E2AE277FE238F151E9F49C96VDY1D" TargetMode="External"/><Relationship Id="rId32" Type="http://schemas.openxmlformats.org/officeDocument/2006/relationships/hyperlink" Target="consultantplus://offline/ref=2C316AC8C0B10E70844E278DBC85376FF95E2E39EEBFD8DF008A7D4B7D851DB5E96826A07CVFYED" TargetMode="External"/><Relationship Id="rId37" Type="http://schemas.openxmlformats.org/officeDocument/2006/relationships/hyperlink" Target="consultantplus://offline/ref=FC05E164C541B9535593DDF76A0F20C2A0760478A4AFFC911629F95C09AC8555387249769A540A1AZFM8I" TargetMode="External"/><Relationship Id="rId40"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2C316AC8C0B10E70844E278EAEE9686AF0577132ECBDD28C5AD526162A8C17E2AE277FE238F151E9F49C91VDY2D" TargetMode="External"/><Relationship Id="rId23" Type="http://schemas.openxmlformats.org/officeDocument/2006/relationships/hyperlink" Target="consultantplus://offline/ref=7EA0431562A7793F4D7E46EE996B2B67AEDF9072C08D2FB85110B145301318E6E6511E210A68A2SBc4F" TargetMode="External"/><Relationship Id="rId28" Type="http://schemas.openxmlformats.org/officeDocument/2006/relationships/hyperlink" Target="consultantplus://offline/ref=2C316AC8C0B10E70844E278EAEE9686AF0577132ECBDD28C5AD526162A8C17E2AE277FE238F151E9F49F91VDY5D" TargetMode="External"/><Relationship Id="rId36" Type="http://schemas.openxmlformats.org/officeDocument/2006/relationships/hyperlink" Target="consultantplus://offline/ref=BF6B5051CC43CD31E65244866FEEEBBA2368E5B67F9689BD075B0E31EB5CE207D5D3544155H" TargetMode="External"/><Relationship Id="rId10" Type="http://schemas.openxmlformats.org/officeDocument/2006/relationships/hyperlink" Target="consultantplus://offline/ref=4D15C802B745EF7B1D89F56FCBA4D16FB53FDAA47BC1EC8B641FE7203D4971F15793200327A2DCA6D6Q5F" TargetMode="External"/><Relationship Id="rId19" Type="http://schemas.openxmlformats.org/officeDocument/2006/relationships/hyperlink" Target="consultantplus://offline/ref=7EA0431562A7793F4D7E58E09D6B2B67AEDF957DC78272B25949BD47371C47F1E11812200A68A1B6S8c9F" TargetMode="External"/><Relationship Id="rId31" Type="http://schemas.openxmlformats.org/officeDocument/2006/relationships/hyperlink" Target="consultantplus://offline/ref=1EF95175F7C6E75C549D022AC367574B84005FF4671D9AD80B5F12892899948E124A6F26320DDADCP8UAH" TargetMode="External"/><Relationship Id="rId4" Type="http://schemas.openxmlformats.org/officeDocument/2006/relationships/webSettings" Target="webSettings.xml"/><Relationship Id="rId9" Type="http://schemas.openxmlformats.org/officeDocument/2006/relationships/hyperlink" Target="file:///C:\content\act\e4037f02-2406-4fc4-b9fc-a79da3cf967d.doc" TargetMode="External"/><Relationship Id="rId14" Type="http://schemas.openxmlformats.org/officeDocument/2006/relationships/hyperlink" Target="consultantplus://offline/ref=2C316AC8C0B10E70844E278DBC85376FF95E2E39EEBFD8DF008A7D4B7D851DB5E96826A7V7YFD" TargetMode="External"/><Relationship Id="rId22" Type="http://schemas.openxmlformats.org/officeDocument/2006/relationships/hyperlink" Target="consultantplus://offline/ref=7EA0431562A7793F4D7E58E09D6B2B67AEDE9372C18772B25949BD47371C47F1E11812200A68A3B4S8cCF" TargetMode="External"/><Relationship Id="rId27" Type="http://schemas.openxmlformats.org/officeDocument/2006/relationships/hyperlink" Target="consultantplus://offline/ref=2C316AC8C0B10E70844E278EAEE9686AF0577132ECBDD28C5AD526162A8C17E2AE277FE238F151E9F49F91VDY6D" TargetMode="External"/><Relationship Id="rId30" Type="http://schemas.openxmlformats.org/officeDocument/2006/relationships/hyperlink" Target="consultantplus://offline/ref=2C316AC8C0B10E70844E278DBC85376FF95F2C3AE8B5D8DF008A7D4B7D851DB5E96826A07CFC53EAVFY7D" TargetMode="External"/><Relationship Id="rId35" Type="http://schemas.openxmlformats.org/officeDocument/2006/relationships/hyperlink" Target="consultantplus://offline/ref=C3C405ED62FAF81C7B3794CC8C47FDD675A4E35EE14F3FDAB75DD6F90A8CF9733651CE048001389CgE2D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23</Pages>
  <Words>9164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Alexandr</cp:lastModifiedBy>
  <cp:revision>2</cp:revision>
  <cp:lastPrinted>2014-12-17T07:09:00Z</cp:lastPrinted>
  <dcterms:created xsi:type="dcterms:W3CDTF">2015-01-14T04:35:00Z</dcterms:created>
  <dcterms:modified xsi:type="dcterms:W3CDTF">2015-01-14T04:35:00Z</dcterms:modified>
</cp:coreProperties>
</file>